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D941" w14:textId="77777777" w:rsidR="0042696D" w:rsidRPr="00B9409E" w:rsidRDefault="00384B69" w:rsidP="00356C40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B9409E">
        <w:rPr>
          <w:rFonts w:cs="Open Sans"/>
          <w:b/>
          <w:bCs/>
          <w:sz w:val="32"/>
          <w:szCs w:val="32"/>
        </w:rPr>
        <w:fldChar w:fldCharType="begin"/>
      </w:r>
      <w:r w:rsidRPr="00B9409E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B9409E">
        <w:rPr>
          <w:rFonts w:cs="Open Sans"/>
          <w:b/>
          <w:bCs/>
          <w:sz w:val="32"/>
          <w:szCs w:val="32"/>
        </w:rPr>
        <w:fldChar w:fldCharType="separate"/>
      </w:r>
      <w:r w:rsidR="00475C3D" w:rsidRPr="00B9409E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B9409E">
        <w:rPr>
          <w:rFonts w:cs="Open Sans"/>
          <w:b/>
          <w:bCs/>
          <w:sz w:val="32"/>
          <w:szCs w:val="32"/>
        </w:rPr>
        <w:fldChar w:fldCharType="end"/>
      </w:r>
    </w:p>
    <w:p w14:paraId="187952AE" w14:textId="77777777" w:rsidR="00535984" w:rsidRPr="00B9409E" w:rsidRDefault="00854ECB" w:rsidP="00356C40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B9409E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B9409E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B9409E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75C3D" w:rsidRPr="00B9409E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dla podatku od gier POG-5</w:t>
      </w:r>
      <w:r w:rsidRPr="00B9409E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322A0D91" w14:textId="695034EF" w:rsidR="003F3585" w:rsidRPr="00B9409E" w:rsidRDefault="001D1ACD" w:rsidP="009E472C">
      <w:pPr>
        <w:autoSpaceDE w:val="0"/>
        <w:autoSpaceDN w:val="0"/>
        <w:adjustRightInd w:val="0"/>
        <w:spacing w:before="1560" w:after="60" w:line="276" w:lineRule="auto"/>
        <w:jc w:val="right"/>
      </w:pPr>
      <w:r w:rsidRPr="00B9409E">
        <w:rPr>
          <w:rFonts w:cs="Open Sans"/>
          <w:b/>
          <w:bCs/>
          <w:sz w:val="32"/>
          <w:szCs w:val="32"/>
        </w:rPr>
        <w:t>Wersja</w:t>
      </w:r>
      <w:r w:rsidR="0058798F" w:rsidRPr="00B9409E">
        <w:rPr>
          <w:rFonts w:cs="Open Sans"/>
          <w:b/>
          <w:bCs/>
          <w:sz w:val="32"/>
          <w:szCs w:val="32"/>
        </w:rPr>
        <w:t xml:space="preserve"> </w:t>
      </w:r>
      <w:r w:rsidR="00917ED3" w:rsidRPr="00B9409E">
        <w:rPr>
          <w:rFonts w:cs="Open Sans"/>
          <w:b/>
          <w:bCs/>
          <w:sz w:val="32"/>
          <w:szCs w:val="32"/>
        </w:rPr>
        <w:fldChar w:fldCharType="begin"/>
      </w:r>
      <w:r w:rsidR="00917ED3" w:rsidRPr="00B9409E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B9409E">
        <w:rPr>
          <w:rFonts w:cs="Open Sans"/>
          <w:b/>
          <w:bCs/>
          <w:sz w:val="32"/>
          <w:szCs w:val="32"/>
        </w:rPr>
        <w:fldChar w:fldCharType="separate"/>
      </w:r>
      <w:r w:rsidR="005554F3" w:rsidRPr="00B9409E">
        <w:rPr>
          <w:rFonts w:cs="Open Sans"/>
          <w:b/>
          <w:bCs/>
          <w:sz w:val="32"/>
          <w:szCs w:val="32"/>
        </w:rPr>
        <w:t>1.7.1</w:t>
      </w:r>
      <w:r w:rsidR="00917ED3" w:rsidRPr="00B9409E">
        <w:rPr>
          <w:rFonts w:cs="Open Sans"/>
          <w:b/>
          <w:bCs/>
          <w:sz w:val="32"/>
          <w:szCs w:val="32"/>
        </w:rPr>
        <w:fldChar w:fldCharType="end"/>
      </w:r>
    </w:p>
    <w:p w14:paraId="1257341E" w14:textId="77777777" w:rsidR="0058798F" w:rsidRPr="00B9409E" w:rsidRDefault="0058798F" w:rsidP="007D0A84"/>
    <w:p w14:paraId="367729F8" w14:textId="77777777" w:rsidR="00F6340E" w:rsidRPr="00B9409E" w:rsidRDefault="00F6340E" w:rsidP="007D0A84">
      <w:pPr>
        <w:sectPr w:rsidR="00F6340E" w:rsidRPr="00B9409E" w:rsidSect="009D322D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E6E0F87" w14:textId="3F80F749" w:rsidR="00B9409E" w:rsidRDefault="00B9409E" w:rsidP="00B9409E">
      <w:pPr>
        <w:pStyle w:val="Legenda"/>
        <w:keepNext/>
      </w:pPr>
      <w:bookmarkStart w:id="0" w:name="_Toc184025126"/>
      <w:r>
        <w:lastRenderedPageBreak/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</w:t>
      </w:r>
      <w:r w:rsidR="00866410">
        <w:rPr>
          <w:noProof/>
        </w:rPr>
        <w:fldChar w:fldCharType="end"/>
      </w:r>
      <w:r>
        <w:t xml:space="preserve">. </w:t>
      </w:r>
      <w:r w:rsidRPr="00831AC4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B9409E" w14:paraId="0BB6FD20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3B67289F" w14:textId="77777777" w:rsidR="00BB6B75" w:rsidRPr="00B9409E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</w:rPr>
            </w:pPr>
            <w:r w:rsidRPr="00B9409E">
              <w:rPr>
                <w:rFonts w:ascii="Lato" w:hAnsi="Lato"/>
              </w:rPr>
              <w:t>Projekt</w:t>
            </w:r>
          </w:p>
        </w:tc>
        <w:tc>
          <w:tcPr>
            <w:tcW w:w="7560" w:type="dxa"/>
          </w:tcPr>
          <w:p w14:paraId="7F8E288F" w14:textId="77777777" w:rsidR="00BB6B75" w:rsidRPr="00B9409E" w:rsidRDefault="00BB6B75" w:rsidP="007D0A84">
            <w:pPr>
              <w:pStyle w:val="Z2Nagwektabeli"/>
              <w:rPr>
                <w:rFonts w:ascii="Lato" w:hAnsi="Lato"/>
              </w:rPr>
            </w:pPr>
            <w:r w:rsidRPr="00B9409E">
              <w:rPr>
                <w:rFonts w:ascii="Lato" w:hAnsi="Lato"/>
              </w:rPr>
              <w:t>ZEFIR 2</w:t>
            </w:r>
          </w:p>
        </w:tc>
      </w:tr>
      <w:tr w:rsidR="00BB6B75" w:rsidRPr="00B9409E" w14:paraId="69ECA538" w14:textId="77777777" w:rsidTr="009E472C">
        <w:tc>
          <w:tcPr>
            <w:tcW w:w="1800" w:type="dxa"/>
          </w:tcPr>
          <w:p w14:paraId="06195BD1" w14:textId="77777777" w:rsidR="00BB6B75" w:rsidRPr="00B9409E" w:rsidRDefault="00FF41D0" w:rsidP="009E5F0B">
            <w:pPr>
              <w:pStyle w:val="Tabelazwyky"/>
            </w:pPr>
            <w:r w:rsidRPr="00B9409E">
              <w:t>Nazwa Wykonawcy</w:t>
            </w:r>
          </w:p>
        </w:tc>
        <w:tc>
          <w:tcPr>
            <w:tcW w:w="7560" w:type="dxa"/>
          </w:tcPr>
          <w:p w14:paraId="15E41454" w14:textId="77777777" w:rsidR="00BB6B75" w:rsidRPr="00B9409E" w:rsidRDefault="001D1ACD" w:rsidP="00004C2C">
            <w:pPr>
              <w:pStyle w:val="Tabelazwyky"/>
            </w:pPr>
            <w:r w:rsidRPr="00B9409E">
              <w:t>Asseco Poland S.A.</w:t>
            </w:r>
          </w:p>
        </w:tc>
      </w:tr>
      <w:tr w:rsidR="00BB6B75" w:rsidRPr="00B9409E" w14:paraId="257D906C" w14:textId="77777777" w:rsidTr="009E472C">
        <w:tc>
          <w:tcPr>
            <w:tcW w:w="1800" w:type="dxa"/>
          </w:tcPr>
          <w:p w14:paraId="368B32DB" w14:textId="77777777" w:rsidR="00BB6B75" w:rsidRPr="00B9409E" w:rsidRDefault="00FF41D0" w:rsidP="004520B9">
            <w:pPr>
              <w:pStyle w:val="Tabelazwyky"/>
            </w:pPr>
            <w:r w:rsidRPr="00B9409E">
              <w:t>Nazwa p</w:t>
            </w:r>
            <w:r w:rsidR="00BB6B75" w:rsidRPr="00B9409E">
              <w:t>rodukt</w:t>
            </w:r>
            <w:r w:rsidRPr="00B9409E">
              <w:t>u</w:t>
            </w:r>
          </w:p>
        </w:tc>
        <w:tc>
          <w:tcPr>
            <w:tcW w:w="7560" w:type="dxa"/>
          </w:tcPr>
          <w:p w14:paraId="152AC969" w14:textId="77777777" w:rsidR="00BB6B75" w:rsidRPr="00B9409E" w:rsidRDefault="0006207D" w:rsidP="00CD2511">
            <w:pPr>
              <w:pStyle w:val="Tabelazwyky"/>
            </w:pPr>
            <w:fldSimple w:instr=" TITLE   \* MERGEFORMAT ">
              <w:r w:rsidR="00475C3D" w:rsidRPr="00B9409E">
                <w:t>Specyfikacja XML dla podmiotów w zakresie elektronicznej obsługi deklaracji dla podatku od gier POG-5</w:t>
              </w:r>
            </w:fldSimple>
          </w:p>
        </w:tc>
      </w:tr>
      <w:tr w:rsidR="00BB6B75" w:rsidRPr="00B9409E" w14:paraId="1C249B68" w14:textId="77777777" w:rsidTr="009E472C">
        <w:tc>
          <w:tcPr>
            <w:tcW w:w="1800" w:type="dxa"/>
          </w:tcPr>
          <w:p w14:paraId="5D1A3974" w14:textId="77777777" w:rsidR="00BB6B75" w:rsidRPr="00B9409E" w:rsidRDefault="00BB6B75" w:rsidP="004520B9">
            <w:pPr>
              <w:pStyle w:val="Tabelazwyky"/>
            </w:pPr>
            <w:r w:rsidRPr="00B9409E">
              <w:t>Opis</w:t>
            </w:r>
            <w:r w:rsidR="00FF41D0" w:rsidRPr="00B9409E">
              <w:t xml:space="preserve"> produktu</w:t>
            </w:r>
          </w:p>
        </w:tc>
        <w:tc>
          <w:tcPr>
            <w:tcW w:w="7560" w:type="dxa"/>
          </w:tcPr>
          <w:p w14:paraId="521AF626" w14:textId="77777777" w:rsidR="00466055" w:rsidRPr="00B9409E" w:rsidRDefault="00466055" w:rsidP="00466055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B9409E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6F61F5EE" w14:textId="77777777" w:rsidR="00004C2C" w:rsidRPr="00B9409E" w:rsidRDefault="00004C2C" w:rsidP="004520B9">
            <w:pPr>
              <w:pStyle w:val="Tabelazwyky"/>
            </w:pPr>
            <w:r w:rsidRPr="00B9409E">
              <w:t>Dokument zawiera</w:t>
            </w:r>
            <w:r w:rsidR="008A4189" w:rsidRPr="00B9409E">
              <w:t xml:space="preserve"> </w:t>
            </w:r>
            <w:r w:rsidR="00050718" w:rsidRPr="00B9409E">
              <w:t xml:space="preserve">definicję struktury </w:t>
            </w:r>
            <w:r w:rsidR="00A65992" w:rsidRPr="00B9409E">
              <w:t>dek</w:t>
            </w:r>
            <w:r w:rsidR="00B932C3" w:rsidRPr="00B9409E">
              <w:t xml:space="preserve">laracji </w:t>
            </w:r>
            <w:r w:rsidR="00AE0DC7" w:rsidRPr="00B9409E">
              <w:t>dla podatku od gier POG-5</w:t>
            </w:r>
            <w:r w:rsidR="000A71C7" w:rsidRPr="00B9409E">
              <w:t xml:space="preserve">. </w:t>
            </w:r>
          </w:p>
        </w:tc>
      </w:tr>
      <w:tr w:rsidR="00BB6B75" w:rsidRPr="00B9409E" w14:paraId="0EFC3DB4" w14:textId="77777777" w:rsidTr="009E472C">
        <w:tc>
          <w:tcPr>
            <w:tcW w:w="1800" w:type="dxa"/>
          </w:tcPr>
          <w:p w14:paraId="436AA6A5" w14:textId="77777777" w:rsidR="00BB6B75" w:rsidRPr="00B9409E" w:rsidRDefault="00FF41D0" w:rsidP="004520B9">
            <w:pPr>
              <w:pStyle w:val="Tabelazwyky"/>
            </w:pPr>
            <w:r w:rsidRPr="00B9409E">
              <w:t>Autor/</w:t>
            </w:r>
            <w:proofErr w:type="spellStart"/>
            <w:r w:rsidRPr="00B9409E">
              <w:t>rzy</w:t>
            </w:r>
            <w:proofErr w:type="spellEnd"/>
          </w:p>
        </w:tc>
        <w:tc>
          <w:tcPr>
            <w:tcW w:w="7560" w:type="dxa"/>
          </w:tcPr>
          <w:p w14:paraId="6D87D4D1" w14:textId="77777777" w:rsidR="00BB6B75" w:rsidRPr="00B9409E" w:rsidRDefault="008A4189" w:rsidP="004520B9">
            <w:pPr>
              <w:pStyle w:val="Tabelazwyky"/>
            </w:pPr>
            <w:r w:rsidRPr="00B9409E">
              <w:t xml:space="preserve">Projektant – </w:t>
            </w:r>
            <w:r w:rsidR="00140B47" w:rsidRPr="00B9409E">
              <w:t>Rafał Złoty</w:t>
            </w:r>
            <w:r w:rsidR="005554F3" w:rsidRPr="00B9409E">
              <w:t>; Analityk-Bogdan Schmidt</w:t>
            </w:r>
          </w:p>
        </w:tc>
      </w:tr>
      <w:tr w:rsidR="009E472C" w:rsidRPr="00B9409E" w14:paraId="517CBA3E" w14:textId="77777777" w:rsidTr="009E472C">
        <w:tc>
          <w:tcPr>
            <w:tcW w:w="1800" w:type="dxa"/>
          </w:tcPr>
          <w:p w14:paraId="724E5C20" w14:textId="6FEB2A21" w:rsidR="009E472C" w:rsidRPr="00B9409E" w:rsidRDefault="009E472C" w:rsidP="009E472C">
            <w:pPr>
              <w:pStyle w:val="Tabelazwyky"/>
            </w:pPr>
            <w:r w:rsidRPr="00B9409E">
              <w:t>Nazwa pliku</w:t>
            </w:r>
          </w:p>
        </w:tc>
        <w:tc>
          <w:tcPr>
            <w:tcW w:w="7560" w:type="dxa"/>
          </w:tcPr>
          <w:p w14:paraId="433132F5" w14:textId="2BBC2CD9" w:rsidR="009E472C" w:rsidRPr="00B9409E" w:rsidRDefault="009E472C" w:rsidP="009E472C">
            <w:pPr>
              <w:pStyle w:val="Tabelazwyky"/>
            </w:pPr>
            <w:r w:rsidRPr="00B9409E">
              <w:fldChar w:fldCharType="begin"/>
            </w:r>
            <w:r w:rsidRPr="00B9409E">
              <w:instrText xml:space="preserve"> FILENAME   \* MERGEFORMAT </w:instrText>
            </w:r>
            <w:r w:rsidRPr="00B9409E">
              <w:fldChar w:fldCharType="separate"/>
            </w:r>
            <w:r w:rsidRPr="00B9409E">
              <w:rPr>
                <w:noProof/>
              </w:rPr>
              <w:t>ZF2-PWT-KXML-POG5_v1.7.1</w:t>
            </w:r>
            <w:r w:rsidRPr="00B9409E">
              <w:fldChar w:fldCharType="end"/>
            </w:r>
          </w:p>
        </w:tc>
      </w:tr>
      <w:tr w:rsidR="009E472C" w:rsidRPr="00B9409E" w14:paraId="7AA977B8" w14:textId="77777777" w:rsidTr="009E472C">
        <w:tc>
          <w:tcPr>
            <w:tcW w:w="1800" w:type="dxa"/>
          </w:tcPr>
          <w:p w14:paraId="653B2032" w14:textId="516E49B8" w:rsidR="009E472C" w:rsidRPr="00B9409E" w:rsidRDefault="009E472C" w:rsidP="009E472C">
            <w:pPr>
              <w:pStyle w:val="Tabelazwyky"/>
            </w:pPr>
            <w:r w:rsidRPr="00B9409E">
              <w:t>Liczba stron</w:t>
            </w:r>
          </w:p>
        </w:tc>
        <w:tc>
          <w:tcPr>
            <w:tcW w:w="7560" w:type="dxa"/>
          </w:tcPr>
          <w:p w14:paraId="284F0617" w14:textId="7DB82DC6" w:rsidR="009E472C" w:rsidRPr="00B9409E" w:rsidRDefault="009E472C" w:rsidP="009E472C">
            <w:pPr>
              <w:pStyle w:val="Tabelazwyky"/>
            </w:pP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0D22C4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866410">
              <w:rPr>
                <w:rFonts w:ascii="Open Sans" w:hAnsi="Open Sans" w:cs="Open Sans"/>
                <w:noProof/>
                <w:sz w:val="18"/>
                <w:szCs w:val="18"/>
              </w:rPr>
              <w:t>29</w:t>
            </w:r>
            <w:r w:rsidRPr="000D22C4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2438637D" w14:textId="12BBA827" w:rsidR="00B9409E" w:rsidRDefault="00B9409E" w:rsidP="00B9409E">
      <w:pPr>
        <w:pStyle w:val="Legenda"/>
        <w:keepNext/>
      </w:pPr>
      <w:bookmarkStart w:id="1" w:name="_Toc184025127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2</w:t>
      </w:r>
      <w:r w:rsidR="00866410">
        <w:rPr>
          <w:noProof/>
        </w:rPr>
        <w:fldChar w:fldCharType="end"/>
      </w:r>
      <w:r>
        <w:t xml:space="preserve">. </w:t>
      </w:r>
      <w:r w:rsidRPr="00B52603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B9409E" w14:paraId="718C44DA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78A4D202" w14:textId="77777777" w:rsidR="00A45A2F" w:rsidRPr="009E472C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E</w:t>
            </w:r>
            <w:r w:rsidR="00A45A2F" w:rsidRPr="009E472C">
              <w:rPr>
                <w:rFonts w:ascii="Lato" w:hAnsi="Lato"/>
                <w:b/>
                <w:bCs/>
              </w:rPr>
              <w:t>dycj</w:t>
            </w:r>
            <w:r w:rsidRPr="009E472C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66197D9A" w14:textId="77777777" w:rsidR="00A45A2F" w:rsidRPr="009E472C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206" w:type="dxa"/>
          </w:tcPr>
          <w:p w14:paraId="7AF465EB" w14:textId="77777777" w:rsidR="00A45A2F" w:rsidRPr="009E472C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0CF6D492" w14:textId="77777777" w:rsidR="00A45A2F" w:rsidRPr="009E472C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7445A39A" w14:textId="77777777" w:rsidR="00A45A2F" w:rsidRPr="009E472C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A</w:t>
            </w:r>
            <w:r w:rsidR="00A45A2F" w:rsidRPr="009E472C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2EA23E7C" w14:textId="77777777" w:rsidR="00A45A2F" w:rsidRPr="009E472C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Rozdzi</w:t>
            </w:r>
            <w:r w:rsidR="00FF41D0" w:rsidRPr="009E472C">
              <w:rPr>
                <w:rFonts w:ascii="Lato" w:hAnsi="Lato"/>
                <w:b/>
                <w:bCs/>
              </w:rPr>
              <w:t>ały</w:t>
            </w:r>
            <w:r w:rsidR="005366D3" w:rsidRPr="009E472C">
              <w:rPr>
                <w:rFonts w:ascii="Lato" w:hAnsi="Lato"/>
                <w:b/>
                <w:bCs/>
              </w:rPr>
              <w:t xml:space="preserve"> </w:t>
            </w:r>
            <w:r w:rsidRPr="009E472C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127" w:type="dxa"/>
          </w:tcPr>
          <w:p w14:paraId="2143F87C" w14:textId="77777777" w:rsidR="00A45A2F" w:rsidRPr="009E472C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Autor</w:t>
            </w:r>
            <w:r w:rsidR="00FF41D0" w:rsidRPr="009E472C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9E472C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9E472C">
              <w:rPr>
                <w:rFonts w:ascii="Lato" w:hAnsi="Lato"/>
                <w:b/>
                <w:bCs/>
              </w:rPr>
              <w:t xml:space="preserve"> </w:t>
            </w:r>
            <w:r w:rsidRPr="009E472C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47A073EE" w14:textId="77777777" w:rsidR="00A45A2F" w:rsidRPr="009E472C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 xml:space="preserve">Data </w:t>
            </w:r>
            <w:r w:rsidR="005366D3" w:rsidRPr="009E472C">
              <w:rPr>
                <w:rFonts w:ascii="Lato" w:hAnsi="Lato"/>
                <w:b/>
                <w:bCs/>
              </w:rPr>
              <w:t>KJ</w:t>
            </w:r>
          </w:p>
        </w:tc>
      </w:tr>
      <w:tr w:rsidR="003F06DF" w:rsidRPr="00B9409E" w14:paraId="29D38A48" w14:textId="77777777" w:rsidTr="009E472C">
        <w:tc>
          <w:tcPr>
            <w:tcW w:w="797" w:type="dxa"/>
          </w:tcPr>
          <w:p w14:paraId="2D3A65C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45EF2B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992EAA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2013-07-18</w:t>
            </w:r>
          </w:p>
        </w:tc>
        <w:tc>
          <w:tcPr>
            <w:tcW w:w="2400" w:type="dxa"/>
          </w:tcPr>
          <w:p w14:paraId="544169D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C85BD5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1BD657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9EB066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0861C51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B9409E" w14:paraId="78339E19" w14:textId="77777777" w:rsidTr="009E472C">
        <w:tc>
          <w:tcPr>
            <w:tcW w:w="797" w:type="dxa"/>
          </w:tcPr>
          <w:p w14:paraId="336CAE18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B5FA290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EEC51F7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5B11610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4C4EDEA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1E7FAB4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B89BD48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E2F5097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3F06DF" w:rsidRPr="00B9409E" w14:paraId="5506D565" w14:textId="77777777" w:rsidTr="009E472C">
        <w:tc>
          <w:tcPr>
            <w:tcW w:w="797" w:type="dxa"/>
          </w:tcPr>
          <w:p w14:paraId="6F451EFD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C2BE21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F04D952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811F6C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34342D65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0BE4904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F0409AD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8F408EA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B9409E" w14:paraId="588A8513" w14:textId="77777777" w:rsidTr="009E472C">
        <w:tc>
          <w:tcPr>
            <w:tcW w:w="797" w:type="dxa"/>
          </w:tcPr>
          <w:p w14:paraId="02355C1C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1B5E89" w14:textId="77777777" w:rsidR="003F06DF" w:rsidRPr="00B9409E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0688BC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AB87268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109DF04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BD7120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8A995D8" w14:textId="77777777" w:rsidR="003F06DF" w:rsidRPr="00B9409E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6CE6424D" w14:textId="77777777" w:rsidR="003F06DF" w:rsidRPr="00B9409E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3F06DF" w:rsidRPr="00B9409E" w14:paraId="4397F206" w14:textId="77777777" w:rsidTr="009E472C">
        <w:tc>
          <w:tcPr>
            <w:tcW w:w="797" w:type="dxa"/>
          </w:tcPr>
          <w:p w14:paraId="5520028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80E63C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B1624C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2013-08-12</w:t>
            </w:r>
          </w:p>
        </w:tc>
        <w:tc>
          <w:tcPr>
            <w:tcW w:w="2400" w:type="dxa"/>
          </w:tcPr>
          <w:p w14:paraId="4B8EBB1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Usuniecie niepotrzebnych pól</w:t>
            </w:r>
          </w:p>
        </w:tc>
        <w:tc>
          <w:tcPr>
            <w:tcW w:w="720" w:type="dxa"/>
          </w:tcPr>
          <w:p w14:paraId="3DAB58E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17EC566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767C35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2BD4F4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B9409E" w14:paraId="1D4BCAD0" w14:textId="77777777" w:rsidTr="009E472C">
        <w:tc>
          <w:tcPr>
            <w:tcW w:w="797" w:type="dxa"/>
          </w:tcPr>
          <w:p w14:paraId="372C9AB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4538EDD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40A5A1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C2F8C56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727808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179B6B8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563933A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813DE8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3F06DF" w:rsidRPr="00B9409E" w14:paraId="4237B22B" w14:textId="77777777" w:rsidTr="009E472C">
        <w:tc>
          <w:tcPr>
            <w:tcW w:w="797" w:type="dxa"/>
          </w:tcPr>
          <w:p w14:paraId="7FB0602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C64D8A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3D7A86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36534D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CA7F9E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32A49B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285AB99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3B8D991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6D0A2FD1" w14:textId="77777777" w:rsidTr="009E472C">
        <w:tc>
          <w:tcPr>
            <w:tcW w:w="797" w:type="dxa"/>
          </w:tcPr>
          <w:p w14:paraId="6DBB042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A9AE83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3CA773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2013-12-18</w:t>
            </w:r>
          </w:p>
        </w:tc>
        <w:tc>
          <w:tcPr>
            <w:tcW w:w="2400" w:type="dxa"/>
          </w:tcPr>
          <w:p w14:paraId="694D5E6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582AE62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0CBB55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1F7ADC8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35D2A4D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30DCCB41" w14:textId="77777777" w:rsidTr="009E472C">
        <w:tc>
          <w:tcPr>
            <w:tcW w:w="797" w:type="dxa"/>
          </w:tcPr>
          <w:p w14:paraId="3AD9628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A4D93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0F2CD69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6320626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822B3BA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655AAD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F87731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A5603C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3F06DF" w:rsidRPr="00B9409E" w14:paraId="14C5541A" w14:textId="77777777" w:rsidTr="009E472C">
        <w:tc>
          <w:tcPr>
            <w:tcW w:w="797" w:type="dxa"/>
          </w:tcPr>
          <w:p w14:paraId="216E592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15EED2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1BCF60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5936D32A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74FD8B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D38970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F06BF2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00DF6228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4A6B34ED" w14:textId="77777777" w:rsidTr="009E472C">
        <w:tc>
          <w:tcPr>
            <w:tcW w:w="797" w:type="dxa"/>
          </w:tcPr>
          <w:p w14:paraId="71382C6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30D6C2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4FA59C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353D43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1200BAB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107C09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1735C7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1AECFE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45482248" w14:textId="77777777" w:rsidTr="009E472C">
        <w:tc>
          <w:tcPr>
            <w:tcW w:w="797" w:type="dxa"/>
          </w:tcPr>
          <w:p w14:paraId="0DDA37A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796979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3741D74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3ED198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9F8721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B3D7228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51634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059EF8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3F06DF" w:rsidRPr="00B9409E" w14:paraId="69CA8244" w14:textId="77777777" w:rsidTr="009E472C">
        <w:tc>
          <w:tcPr>
            <w:tcW w:w="797" w:type="dxa"/>
          </w:tcPr>
          <w:p w14:paraId="7B57FC3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72F46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4A174FD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7B5FA48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F37C7A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9F422C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5E6C11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608BAF2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5C24DBBA" w14:textId="77777777" w:rsidTr="009E472C">
        <w:tc>
          <w:tcPr>
            <w:tcW w:w="797" w:type="dxa"/>
          </w:tcPr>
          <w:p w14:paraId="18F45F8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2012B9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31F2E5A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4E60F36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865EDE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63FDE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C1031B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44F957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1A8F04F4" w14:textId="77777777" w:rsidTr="009E472C">
        <w:tc>
          <w:tcPr>
            <w:tcW w:w="797" w:type="dxa"/>
          </w:tcPr>
          <w:p w14:paraId="0D0E59F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9D578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134B6B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52FD2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0C767A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CDFB7A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D962B0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64FEB5B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3F06DF" w:rsidRPr="00B9409E" w14:paraId="2552CD4A" w14:textId="77777777" w:rsidTr="009E472C">
        <w:tc>
          <w:tcPr>
            <w:tcW w:w="797" w:type="dxa"/>
          </w:tcPr>
          <w:p w14:paraId="7BBDD0B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FBFE2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4D51EEB7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5B3FC66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8AC760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B37CA7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660449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26339E76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B9409E" w14:paraId="3E05DF2D" w14:textId="77777777" w:rsidTr="009E472C">
        <w:tc>
          <w:tcPr>
            <w:tcW w:w="797" w:type="dxa"/>
          </w:tcPr>
          <w:p w14:paraId="749A611A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18C1EC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578492C6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13FFACC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293B83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0DF33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A3930E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F16855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B9409E" w14:paraId="0A41C779" w14:textId="77777777" w:rsidTr="009E472C">
        <w:tc>
          <w:tcPr>
            <w:tcW w:w="797" w:type="dxa"/>
          </w:tcPr>
          <w:p w14:paraId="024F9E43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772CCF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DFECB15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2C1B2D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BF7475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77940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E77248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BC0B08C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3F06DF" w:rsidRPr="00B9409E" w14:paraId="40BB35AB" w14:textId="77777777" w:rsidTr="009E472C">
        <w:tc>
          <w:tcPr>
            <w:tcW w:w="797" w:type="dxa"/>
          </w:tcPr>
          <w:p w14:paraId="188E33EB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6A7260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8B28299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23490A7D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4242E42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B0F7371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ACC8B3E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406B784" w14:textId="77777777" w:rsidR="003F06DF" w:rsidRPr="00B9409E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026784" w:rsidRPr="00B9409E" w14:paraId="03F6FF6F" w14:textId="77777777" w:rsidTr="009E472C">
        <w:tc>
          <w:tcPr>
            <w:tcW w:w="797" w:type="dxa"/>
          </w:tcPr>
          <w:p w14:paraId="6906BE8E" w14:textId="77777777" w:rsidR="00026784" w:rsidRPr="00B9409E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C93AD5" w14:textId="77777777" w:rsidR="00026784" w:rsidRPr="00B9409E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CE2D0C6" w14:textId="77777777" w:rsidR="00026784" w:rsidRPr="00B9409E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64701C23" w14:textId="77777777" w:rsidR="00026784" w:rsidRPr="00B9409E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026784" w:rsidRPr="00B9409E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</w:t>
            </w: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026784"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ZF2-PRT-KXML-POG5_v1.1.doc) odebranego w Fazie 1</w:t>
            </w:r>
          </w:p>
        </w:tc>
        <w:tc>
          <w:tcPr>
            <w:tcW w:w="720" w:type="dxa"/>
          </w:tcPr>
          <w:p w14:paraId="3BF44D3F" w14:textId="77777777" w:rsidR="00026784" w:rsidRPr="00B9409E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6443E42" w14:textId="77777777" w:rsidR="00026784" w:rsidRPr="00B9409E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31531AF" w14:textId="77777777" w:rsidR="00026784" w:rsidRPr="00B9409E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7F1FD9E4" w14:textId="77777777" w:rsidR="00026784" w:rsidRPr="00B9409E" w:rsidRDefault="00026784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C55D1" w:rsidRPr="00B9409E" w14:paraId="0D949A94" w14:textId="77777777" w:rsidTr="009E472C">
        <w:tc>
          <w:tcPr>
            <w:tcW w:w="797" w:type="dxa"/>
          </w:tcPr>
          <w:p w14:paraId="35B205B0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910BE7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1C826407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44227B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DEB9C87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E0CAB3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4CCFED5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75907FF" w14:textId="77777777" w:rsidR="008C55D1" w:rsidRPr="00B9409E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7C7FE5" w:rsidRPr="00B9409E" w14:paraId="516F198A" w14:textId="77777777" w:rsidTr="009E472C">
        <w:tc>
          <w:tcPr>
            <w:tcW w:w="797" w:type="dxa"/>
          </w:tcPr>
          <w:p w14:paraId="18FAEA8C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04BAF9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6985D28C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4DEB3ADF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43E5A12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712554E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55F7957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ABEB695" w14:textId="77777777" w:rsidR="007C7FE5" w:rsidRPr="00B9409E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250C0" w:rsidRPr="00B9409E" w14:paraId="44A6CF8E" w14:textId="77777777" w:rsidTr="009E472C">
        <w:tc>
          <w:tcPr>
            <w:tcW w:w="797" w:type="dxa"/>
          </w:tcPr>
          <w:p w14:paraId="2E33B1CE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38EA2E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727C9EFB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1EBECD5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2E985B7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3BB8B42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CDA2B49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8BB4DDB" w14:textId="77777777" w:rsidR="00B250C0" w:rsidRPr="00B9409E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FF58EE" w:rsidRPr="00B9409E" w14:paraId="02307252" w14:textId="77777777" w:rsidTr="009E472C">
        <w:tc>
          <w:tcPr>
            <w:tcW w:w="797" w:type="dxa"/>
          </w:tcPr>
          <w:p w14:paraId="4E75644F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8960FDB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7FEB0046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  <w:tc>
          <w:tcPr>
            <w:tcW w:w="2400" w:type="dxa"/>
          </w:tcPr>
          <w:p w14:paraId="757674B6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C6870E9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DC09228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FB3D781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15F5AF0" w14:textId="77777777" w:rsidR="00FF58EE" w:rsidRPr="00B9409E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01863" w:rsidRPr="00B9409E" w14:paraId="6092C87E" w14:textId="77777777" w:rsidTr="009E472C">
        <w:tc>
          <w:tcPr>
            <w:tcW w:w="797" w:type="dxa"/>
          </w:tcPr>
          <w:p w14:paraId="179E720F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48A5AC1" w14:textId="77777777" w:rsidR="00301863" w:rsidRPr="00B9409E" w:rsidRDefault="0040260F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3AC87C86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85DF56D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79D1AC9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1194FBC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14BA69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D402330" w14:textId="77777777" w:rsidR="00301863" w:rsidRPr="00B9409E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556D58" w:rsidRPr="00B9409E" w14:paraId="76B1A4CD" w14:textId="77777777" w:rsidTr="009E472C">
        <w:tc>
          <w:tcPr>
            <w:tcW w:w="797" w:type="dxa"/>
          </w:tcPr>
          <w:p w14:paraId="7A2284BA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94AD68C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67157FD0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3ED54F4A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84FA5F9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29EFE00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88316D8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8105C4D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56D58" w:rsidRPr="00B9409E" w14:paraId="69759418" w14:textId="77777777" w:rsidTr="009E472C">
        <w:tc>
          <w:tcPr>
            <w:tcW w:w="797" w:type="dxa"/>
          </w:tcPr>
          <w:p w14:paraId="180C3A78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82BD9F3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3554F647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778C1B6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EAC1446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A927AE5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081AF9B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A3AB66E" w14:textId="77777777" w:rsidR="00556D58" w:rsidRPr="00B9409E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04B36" w:rsidRPr="00B9409E" w14:paraId="40D5D8AD" w14:textId="77777777" w:rsidTr="009E472C">
        <w:tc>
          <w:tcPr>
            <w:tcW w:w="797" w:type="dxa"/>
          </w:tcPr>
          <w:p w14:paraId="5EBF3967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90A18B4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4362ADFF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3BB9EC19" w14:textId="77777777" w:rsidR="00604B36" w:rsidRPr="00B9409E" w:rsidRDefault="00604B36" w:rsidP="00556D5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66A35A77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3D269D7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A331214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74497336" w14:textId="77777777" w:rsidR="00604B36" w:rsidRPr="00B9409E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75EAE" w:rsidRPr="00B9409E" w14:paraId="64A0883B" w14:textId="77777777" w:rsidTr="009E472C">
        <w:tc>
          <w:tcPr>
            <w:tcW w:w="797" w:type="dxa"/>
          </w:tcPr>
          <w:p w14:paraId="66E63AA3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9647E98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0F595EF8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29D0A16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D98DE77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C9B2112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6507EF7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792391E2" w14:textId="77777777" w:rsidR="00575EAE" w:rsidRPr="00B9409E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E47B4D" w:rsidRPr="00B9409E" w14:paraId="60C2362C" w14:textId="77777777" w:rsidTr="009E472C">
        <w:tc>
          <w:tcPr>
            <w:tcW w:w="797" w:type="dxa"/>
          </w:tcPr>
          <w:p w14:paraId="7D972675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AB4D58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08C2DFBF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370E4D65" w14:textId="77777777" w:rsidR="00E47B4D" w:rsidRPr="00B9409E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POG-5, wersja 1.6 wytworzonego w Fazie 2</w:t>
            </w:r>
          </w:p>
        </w:tc>
        <w:tc>
          <w:tcPr>
            <w:tcW w:w="720" w:type="dxa"/>
          </w:tcPr>
          <w:p w14:paraId="3ABBFF92" w14:textId="77777777" w:rsidR="00E47B4D" w:rsidRPr="00B9409E" w:rsidRDefault="00E47B4D" w:rsidP="00E47B4D">
            <w:pPr>
              <w:rPr>
                <w:rFonts w:cs="Arial"/>
                <w:sz w:val="20"/>
                <w:szCs w:val="20"/>
              </w:rPr>
            </w:pPr>
            <w:r w:rsidRPr="00B9409E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594862BF" w14:textId="77777777" w:rsidR="00E47B4D" w:rsidRPr="00B9409E" w:rsidRDefault="00E47B4D" w:rsidP="00E47B4D">
            <w:pPr>
              <w:rPr>
                <w:rFonts w:cs="Arial"/>
                <w:sz w:val="20"/>
                <w:szCs w:val="20"/>
              </w:rPr>
            </w:pPr>
            <w:r w:rsidRPr="00B9409E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49012A01" w14:textId="77777777" w:rsidR="00E47B4D" w:rsidRPr="00B9409E" w:rsidRDefault="00E47B4D" w:rsidP="00E47B4D">
            <w:pPr>
              <w:rPr>
                <w:rFonts w:cs="Arial"/>
                <w:sz w:val="20"/>
                <w:szCs w:val="20"/>
              </w:rPr>
            </w:pPr>
            <w:r w:rsidRPr="00B9409E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4CB5426D" w14:textId="77777777" w:rsidR="00E47B4D" w:rsidRPr="00B9409E" w:rsidRDefault="00E47B4D" w:rsidP="00E47B4D">
            <w:pPr>
              <w:rPr>
                <w:rFonts w:cs="Arial"/>
                <w:sz w:val="20"/>
                <w:szCs w:val="20"/>
              </w:rPr>
            </w:pPr>
            <w:proofErr w:type="spellStart"/>
            <w:r w:rsidRPr="00B9409E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E47B4D" w:rsidRPr="00B9409E" w14:paraId="5CD99B82" w14:textId="77777777" w:rsidTr="009E472C">
        <w:tc>
          <w:tcPr>
            <w:tcW w:w="797" w:type="dxa"/>
          </w:tcPr>
          <w:p w14:paraId="15A52960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C311739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0254CD43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A533805" w14:textId="77777777" w:rsidR="00E47B4D" w:rsidRPr="00B9409E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3598BF88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FF89937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1AB536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EA6B779" w14:textId="77777777" w:rsidR="00E47B4D" w:rsidRPr="00B9409E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B1B78" w:rsidRPr="00B9409E" w14:paraId="4CABB759" w14:textId="77777777" w:rsidTr="009E472C">
        <w:tc>
          <w:tcPr>
            <w:tcW w:w="797" w:type="dxa"/>
          </w:tcPr>
          <w:p w14:paraId="232FC27D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44FD57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7.1</w:t>
            </w:r>
          </w:p>
        </w:tc>
        <w:tc>
          <w:tcPr>
            <w:tcW w:w="1206" w:type="dxa"/>
          </w:tcPr>
          <w:p w14:paraId="43B7DAD5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7F52EA54" w14:textId="77777777" w:rsidR="00AB1B78" w:rsidRPr="00B9409E" w:rsidRDefault="00AB1B78" w:rsidP="00E11AE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B9409E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AF48743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1F5DACD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127" w:type="dxa"/>
          </w:tcPr>
          <w:p w14:paraId="4FD7AC8F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003CBBC" w14:textId="77777777" w:rsidR="00AB1B78" w:rsidRPr="00B9409E" w:rsidRDefault="00AB1B78" w:rsidP="00E11A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9409E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5ABE1079" w14:textId="77777777" w:rsidR="00A45A2F" w:rsidRPr="00B9409E" w:rsidRDefault="00907D92" w:rsidP="003D25AE">
      <w:r w:rsidRPr="00B9409E">
        <w:t xml:space="preserve"> </w:t>
      </w:r>
      <w:r w:rsidR="00A45A2F" w:rsidRPr="00B9409E">
        <w:t>(*) Akcje: W = Wstaw, Z = Zamień, We = Weryfikuj, N = Nowy</w:t>
      </w:r>
    </w:p>
    <w:p w14:paraId="488AC80D" w14:textId="77777777" w:rsidR="00A45A2F" w:rsidRPr="00B9409E" w:rsidRDefault="00A45A2F" w:rsidP="003D25AE">
      <w:r w:rsidRPr="00B9409E">
        <w:t>(**) Rozdziały: W = Wszystkie</w:t>
      </w:r>
    </w:p>
    <w:p w14:paraId="0F296940" w14:textId="77777777" w:rsidR="00561FE8" w:rsidRPr="00B9409E" w:rsidRDefault="00A45A2F" w:rsidP="003D25AE">
      <w:r w:rsidRPr="00B9409E">
        <w:t>(***) Autorzy: patrz metryka dokumentu</w:t>
      </w:r>
    </w:p>
    <w:p w14:paraId="42B77D83" w14:textId="77777777" w:rsidR="003B59A0" w:rsidRPr="00B22752" w:rsidRDefault="00561FE8" w:rsidP="009E472C">
      <w:pPr>
        <w:pStyle w:val="PJPtekst"/>
        <w:ind w:left="0"/>
        <w:jc w:val="left"/>
        <w:rPr>
          <w:rFonts w:ascii="Lato" w:hAnsi="Lato"/>
          <w:sz w:val="28"/>
          <w:szCs w:val="28"/>
        </w:rPr>
      </w:pPr>
      <w:r w:rsidRPr="00B9409E">
        <w:rPr>
          <w:rFonts w:ascii="Lato" w:hAnsi="Lato"/>
        </w:rPr>
        <w:br w:type="page"/>
      </w:r>
      <w:r w:rsidR="003B59A0" w:rsidRPr="00B22752">
        <w:rPr>
          <w:rFonts w:ascii="Lato" w:hAnsi="Lato"/>
          <w:sz w:val="28"/>
          <w:szCs w:val="28"/>
        </w:rPr>
        <w:lastRenderedPageBreak/>
        <w:t>SPIS TREŚCI</w:t>
      </w:r>
    </w:p>
    <w:p w14:paraId="7717BFD4" w14:textId="59E4E6D8" w:rsidR="00866410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B22752">
        <w:fldChar w:fldCharType="begin"/>
      </w:r>
      <w:r w:rsidRPr="00B22752">
        <w:instrText xml:space="preserve"> TOC \o "1-3" \h \z \u </w:instrText>
      </w:r>
      <w:r w:rsidRPr="00B22752">
        <w:fldChar w:fldCharType="separate"/>
      </w:r>
      <w:hyperlink w:anchor="_Toc184025154" w:history="1">
        <w:r w:rsidR="00866410" w:rsidRPr="00FE74D9">
          <w:rPr>
            <w:rStyle w:val="Hipercze"/>
            <w:noProof/>
          </w:rPr>
          <w:t>1.</w:t>
        </w:r>
        <w:r w:rsidR="0086641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866410" w:rsidRPr="00FE74D9">
          <w:rPr>
            <w:rStyle w:val="Hipercze"/>
            <w:noProof/>
          </w:rPr>
          <w:t>Opis dokumentu</w:t>
        </w:r>
        <w:r w:rsidR="00866410">
          <w:rPr>
            <w:noProof/>
            <w:webHidden/>
          </w:rPr>
          <w:tab/>
        </w:r>
        <w:r w:rsidR="00866410">
          <w:rPr>
            <w:noProof/>
            <w:webHidden/>
          </w:rPr>
          <w:fldChar w:fldCharType="begin"/>
        </w:r>
        <w:r w:rsidR="00866410">
          <w:rPr>
            <w:noProof/>
            <w:webHidden/>
          </w:rPr>
          <w:instrText xml:space="preserve"> PAGEREF _Toc184025154 \h </w:instrText>
        </w:r>
        <w:r w:rsidR="00866410">
          <w:rPr>
            <w:noProof/>
            <w:webHidden/>
          </w:rPr>
        </w:r>
        <w:r w:rsidR="00866410">
          <w:rPr>
            <w:noProof/>
            <w:webHidden/>
          </w:rPr>
          <w:fldChar w:fldCharType="separate"/>
        </w:r>
        <w:r w:rsidR="00866410">
          <w:rPr>
            <w:noProof/>
            <w:webHidden/>
          </w:rPr>
          <w:t>9</w:t>
        </w:r>
        <w:r w:rsidR="00866410">
          <w:rPr>
            <w:noProof/>
            <w:webHidden/>
          </w:rPr>
          <w:fldChar w:fldCharType="end"/>
        </w:r>
      </w:hyperlink>
    </w:p>
    <w:p w14:paraId="652723F2" w14:textId="10A216A0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5" w:history="1">
        <w:r w:rsidRPr="00FE74D9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99AE58A" w14:textId="6DC8A707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6" w:history="1">
        <w:r w:rsidRPr="00FE74D9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664A4D1" w14:textId="139A44FE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7" w:history="1">
        <w:r w:rsidRPr="00FE74D9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13BCEB" w14:textId="504E2ECB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8" w:history="1">
        <w:r w:rsidRPr="00FE74D9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4358CA" w14:textId="39C06BEA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59" w:history="1">
        <w:r w:rsidRPr="00FE74D9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B219EB" w14:textId="136E6A9E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60" w:history="1">
        <w:r w:rsidRPr="00FE74D9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9932BA" w14:textId="07BFF4ED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61" w:history="1">
        <w:r w:rsidRPr="00FE74D9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3BC1B2" w14:textId="1AF2B2C8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62" w:history="1">
        <w:r w:rsidRPr="00FE74D9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827F04" w14:textId="5539340B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63" w:history="1">
        <w:r w:rsidRPr="00FE74D9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34F7C84" w14:textId="018B924F" w:rsidR="00866410" w:rsidRDefault="0086641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25164" w:history="1">
        <w:r w:rsidRPr="00FE74D9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B68B968" w14:textId="06704A13" w:rsidR="00866410" w:rsidRDefault="0086641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25165" w:history="1">
        <w:r w:rsidRPr="00FE74D9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Specyfikacja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B9DB95F" w14:textId="4B36ABF8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66" w:history="1">
        <w:r w:rsidRPr="00FE74D9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CDD759C" w14:textId="1158F556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67" w:history="1">
        <w:r w:rsidRPr="00FE74D9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Załącznik POG-5/A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6F5C482" w14:textId="3BF14958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68" w:history="1">
        <w:r w:rsidRPr="00FE74D9">
          <w:rPr>
            <w:rStyle w:val="Hipercze"/>
            <w:noProof/>
          </w:rPr>
          <w:t>3.2.1.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Komunikat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D8052D2" w14:textId="4E4D42AB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69" w:history="1">
        <w:r w:rsidRPr="00FE74D9">
          <w:rPr>
            <w:rStyle w:val="Hipercze"/>
            <w:noProof/>
          </w:rPr>
          <w:t>3.2.2.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Specyfikacja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EF6007A" w14:textId="692BA04C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0" w:history="1">
        <w:r w:rsidRPr="00FE74D9">
          <w:rPr>
            <w:rStyle w:val="Hipercze"/>
            <w:noProof/>
          </w:rPr>
          <w:t>3.2.3.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Struktura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E7D3F62" w14:textId="28C9BB6D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1" w:history="1">
        <w:r w:rsidRPr="00FE74D9">
          <w:rPr>
            <w:rStyle w:val="Hipercze"/>
            <w:noProof/>
          </w:rPr>
          <w:t>3.2.4.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Reguły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5F55E21" w14:textId="1B7DC8FA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72" w:history="1">
        <w:r w:rsidRPr="00FE74D9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Załącznik POG-5/C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128F56C" w14:textId="5CC5F616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3" w:history="1">
        <w:r w:rsidRPr="00FE74D9">
          <w:rPr>
            <w:rStyle w:val="Hipercze"/>
            <w:noProof/>
          </w:rPr>
          <w:t>3.3.1.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Komunikat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B5C1D7B" w14:textId="5CFBEC1F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4" w:history="1">
        <w:r w:rsidRPr="00FE74D9">
          <w:rPr>
            <w:rStyle w:val="Hipercze"/>
            <w:noProof/>
          </w:rPr>
          <w:t>3.3.2.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Specyfikacja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7E3CB3B" w14:textId="4C123EBF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5" w:history="1">
        <w:r w:rsidRPr="00FE74D9">
          <w:rPr>
            <w:rStyle w:val="Hipercze"/>
            <w:noProof/>
          </w:rPr>
          <w:t>3.3.3.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Reguły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8F85E36" w14:textId="66DDD394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76" w:history="1">
        <w:r w:rsidRPr="00FE74D9">
          <w:rPr>
            <w:rStyle w:val="Hipercze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Załącznik POG-5/D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B433E46" w14:textId="2961E0BB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7" w:history="1">
        <w:r w:rsidRPr="00FE74D9">
          <w:rPr>
            <w:rStyle w:val="Hipercze"/>
            <w:noProof/>
          </w:rPr>
          <w:t>3.4.1.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Komunikat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DB8B22E" w14:textId="2DE5CF09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8" w:history="1">
        <w:r w:rsidRPr="00FE74D9">
          <w:rPr>
            <w:rStyle w:val="Hipercze"/>
            <w:noProof/>
          </w:rPr>
          <w:t>3.4.2.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Specyfikacja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1989C1A" w14:textId="28D222AD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79" w:history="1">
        <w:r w:rsidRPr="00FE74D9">
          <w:rPr>
            <w:rStyle w:val="Hipercze"/>
            <w:noProof/>
          </w:rPr>
          <w:t>3.4.3.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Reguły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6A961FE" w14:textId="62009111" w:rsidR="00866410" w:rsidRDefault="0086641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25180" w:history="1">
        <w:r w:rsidRPr="00FE74D9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B21313A" w14:textId="11328267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81" w:history="1">
        <w:r w:rsidRPr="00FE74D9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Pliki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36A63BF" w14:textId="7A2EEC84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82" w:history="1">
        <w:r w:rsidRPr="00FE74D9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pog_5.xsd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38182F5" w14:textId="483FE743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83" w:history="1">
        <w:r w:rsidRPr="00FE74D9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załącznika POG5A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A89D27D" w14:textId="13DAF8FF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84" w:history="1">
        <w:r w:rsidRPr="00FE74D9">
          <w:rPr>
            <w:rStyle w:val="Hipercze"/>
            <w:noProof/>
          </w:rPr>
          <w:t>4.2.1.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pog_5a.xsd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45CC4F4" w14:textId="2AF52686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85" w:history="1">
        <w:r w:rsidRPr="00FE74D9">
          <w:rPr>
            <w:rStyle w:val="Hipercze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załącznika POG5C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5FC7950" w14:textId="0FB4233C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86" w:history="1">
        <w:r w:rsidRPr="00FE74D9">
          <w:rPr>
            <w:rStyle w:val="Hipercze"/>
            <w:noProof/>
          </w:rPr>
          <w:t>4.3.1.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pog_5c.xsd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1C6E680" w14:textId="0A376086" w:rsidR="00866410" w:rsidRDefault="0086641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87" w:history="1">
        <w:r w:rsidRPr="00FE74D9">
          <w:rPr>
            <w:rStyle w:val="Hipercze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załącznika POG5D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685A0D3" w14:textId="7E0C30FA" w:rsidR="00866410" w:rsidRDefault="0086641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25188" w:history="1">
        <w:r w:rsidRPr="00FE74D9">
          <w:rPr>
            <w:rStyle w:val="Hipercze"/>
            <w:noProof/>
          </w:rPr>
          <w:t>4.4.1.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E74D9">
          <w:rPr>
            <w:rStyle w:val="Hipercze"/>
            <w:noProof/>
          </w:rPr>
          <w:t>Plik pog_5d.xsd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09818A4" w14:textId="7F77C73E" w:rsidR="00764E48" w:rsidRPr="009E472C" w:rsidRDefault="00035695" w:rsidP="009E472C">
      <w:pPr>
        <w:rPr>
          <w:sz w:val="28"/>
          <w:szCs w:val="28"/>
        </w:rPr>
      </w:pPr>
      <w:r w:rsidRPr="00B22752">
        <w:fldChar w:fldCharType="end"/>
      </w:r>
      <w:bookmarkStart w:id="2" w:name="_Toc349568549"/>
      <w:r w:rsidR="003F030F" w:rsidRPr="009E472C">
        <w:rPr>
          <w:sz w:val="28"/>
          <w:szCs w:val="28"/>
        </w:rPr>
        <w:t>SPIS TABEL</w:t>
      </w:r>
      <w:bookmarkEnd w:id="2"/>
    </w:p>
    <w:p w14:paraId="5EF8BE7E" w14:textId="3DB26024" w:rsidR="00866410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B22752">
        <w:fldChar w:fldCharType="begin"/>
      </w:r>
      <w:r w:rsidR="00836DD7" w:rsidRPr="00B22752">
        <w:instrText xml:space="preserve"> TOC \h \z \c "Tabela" </w:instrText>
      </w:r>
      <w:r w:rsidRPr="00B22752">
        <w:fldChar w:fldCharType="separate"/>
      </w:r>
      <w:hyperlink w:anchor="_Toc184025126" w:history="1">
        <w:r w:rsidR="00866410" w:rsidRPr="008704EB">
          <w:rPr>
            <w:rStyle w:val="Hipercze"/>
            <w:noProof/>
          </w:rPr>
          <w:t>Tabela 1. Metryka dokumentu</w:t>
        </w:r>
        <w:r w:rsidR="00866410">
          <w:rPr>
            <w:noProof/>
            <w:webHidden/>
          </w:rPr>
          <w:tab/>
        </w:r>
        <w:r w:rsidR="00866410">
          <w:rPr>
            <w:noProof/>
            <w:webHidden/>
          </w:rPr>
          <w:fldChar w:fldCharType="begin"/>
        </w:r>
        <w:r w:rsidR="00866410">
          <w:rPr>
            <w:noProof/>
            <w:webHidden/>
          </w:rPr>
          <w:instrText xml:space="preserve"> PAGEREF _Toc184025126 \h </w:instrText>
        </w:r>
        <w:r w:rsidR="00866410">
          <w:rPr>
            <w:noProof/>
            <w:webHidden/>
          </w:rPr>
        </w:r>
        <w:r w:rsidR="00866410">
          <w:rPr>
            <w:noProof/>
            <w:webHidden/>
          </w:rPr>
          <w:fldChar w:fldCharType="separate"/>
        </w:r>
        <w:r w:rsidR="00866410">
          <w:rPr>
            <w:noProof/>
            <w:webHidden/>
          </w:rPr>
          <w:t>2</w:t>
        </w:r>
        <w:r w:rsidR="00866410">
          <w:rPr>
            <w:noProof/>
            <w:webHidden/>
          </w:rPr>
          <w:fldChar w:fldCharType="end"/>
        </w:r>
      </w:hyperlink>
    </w:p>
    <w:p w14:paraId="07B0C044" w14:textId="1D59DD61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27" w:history="1">
        <w:r w:rsidRPr="008704EB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2CCB809" w14:textId="4D650366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28" w:history="1">
        <w:r w:rsidRPr="008704EB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2BD081D" w14:textId="208CEEFC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29" w:history="1">
        <w:r w:rsidRPr="008704EB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ED0804" w14:textId="673BDE1B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0" w:history="1">
        <w:r w:rsidRPr="008704EB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859663B" w14:textId="3F1C2066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1" w:history="1">
        <w:r w:rsidRPr="008704EB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8B3CB0A" w14:textId="0129DFC0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2" w:history="1">
        <w:r w:rsidRPr="008704EB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480FDCD" w14:textId="72C017C4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3" w:history="1">
        <w:r w:rsidRPr="008704EB">
          <w:rPr>
            <w:rStyle w:val="Hipercze"/>
            <w:noProof/>
          </w:rPr>
          <w:t>Tabela 8. Dane ogólne w ramach struktury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39559AC" w14:textId="6F86F994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4" w:history="1">
        <w:r w:rsidRPr="008704EB">
          <w:rPr>
            <w:rStyle w:val="Hipercze"/>
            <w:noProof/>
          </w:rPr>
          <w:t>Tabela 9. Struktura elementu POG5Type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39DD7CE" w14:textId="222C5707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5" w:history="1">
        <w:r w:rsidRPr="008704EB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6CB5C7" w14:textId="18E6BE37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6" w:history="1">
        <w:r w:rsidRPr="008704EB">
          <w:rPr>
            <w:rStyle w:val="Hipercze"/>
            <w:noProof/>
          </w:rPr>
          <w:t>Tabela 11.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A86791F" w14:textId="06991871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7" w:history="1">
        <w:r w:rsidRPr="008704EB">
          <w:rPr>
            <w:rStyle w:val="Hipercze"/>
            <w:noProof/>
          </w:rPr>
          <w:t>Tabela 12. Struktura elementu AttachmentType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3E16E55" w14:textId="22BE2576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8" w:history="1">
        <w:r w:rsidRPr="008704EB">
          <w:rPr>
            <w:rStyle w:val="Hipercze"/>
            <w:noProof/>
          </w:rPr>
          <w:t>Tabela 13. Reguły dotyczące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A528514" w14:textId="083A63ED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39" w:history="1">
        <w:r w:rsidRPr="008704EB">
          <w:rPr>
            <w:rStyle w:val="Hipercze"/>
            <w:noProof/>
          </w:rPr>
          <w:t>Tabela 14. Dane ogólne w ramach struktury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AC80DB6" w14:textId="3A456969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0" w:history="1">
        <w:r w:rsidRPr="008704EB">
          <w:rPr>
            <w:rStyle w:val="Hipercze"/>
            <w:noProof/>
          </w:rPr>
          <w:t>Tabela 15. Struktura elementu POG5AType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7C2B080" w14:textId="0603F080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1" w:history="1">
        <w:r w:rsidRPr="008704EB">
          <w:rPr>
            <w:rStyle w:val="Hipercze"/>
            <w:noProof/>
          </w:rPr>
          <w:t>Tabela 16.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2F9C683" w14:textId="494D394D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2" w:history="1">
        <w:r w:rsidRPr="008704EB">
          <w:rPr>
            <w:rStyle w:val="Hipercze"/>
            <w:noProof/>
          </w:rPr>
          <w:t>Tabela 17.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3416947" w14:textId="7E25749D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3" w:history="1">
        <w:r w:rsidRPr="008704EB">
          <w:rPr>
            <w:rStyle w:val="Hipercze"/>
            <w:noProof/>
          </w:rPr>
          <w:t>Tabela 18. Reguły dotyczące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F70B2E5" w14:textId="3EE60536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4" w:history="1">
        <w:r w:rsidRPr="008704EB">
          <w:rPr>
            <w:rStyle w:val="Hipercze"/>
            <w:noProof/>
          </w:rPr>
          <w:t>Tabela 19. Dane ogólne w ramach struktury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18BB675" w14:textId="6B491A01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5" w:history="1">
        <w:r w:rsidRPr="008704EB">
          <w:rPr>
            <w:rStyle w:val="Hipercze"/>
            <w:noProof/>
          </w:rPr>
          <w:t>Tabela 20. Struktura elementu POG5CType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7E39A59" w14:textId="1B551A15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6" w:history="1">
        <w:r w:rsidRPr="008704EB">
          <w:rPr>
            <w:rStyle w:val="Hipercze"/>
            <w:noProof/>
          </w:rPr>
          <w:t>Tabela 21.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1A4F4EB" w14:textId="05BD188E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7" w:history="1">
        <w:r w:rsidRPr="008704EB">
          <w:rPr>
            <w:rStyle w:val="Hipercze"/>
            <w:noProof/>
          </w:rPr>
          <w:t>Tabela 22. Reguły dotyczące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05491C6" w14:textId="4D12749F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8" w:history="1">
        <w:r w:rsidRPr="008704EB">
          <w:rPr>
            <w:rStyle w:val="Hipercze"/>
            <w:noProof/>
          </w:rPr>
          <w:t>Tabela 23. Dane ogólne w ramach struktury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7690776" w14:textId="714A56F6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49" w:history="1">
        <w:r w:rsidRPr="008704EB">
          <w:rPr>
            <w:rStyle w:val="Hipercze"/>
            <w:noProof/>
          </w:rPr>
          <w:t>Tabela 24. Struktura elementu POG5DType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3500BFE" w14:textId="02F45059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0" w:history="1">
        <w:r w:rsidRPr="008704EB">
          <w:rPr>
            <w:rStyle w:val="Hipercze"/>
            <w:noProof/>
          </w:rPr>
          <w:t>Tabela 25.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0E8D422" w14:textId="69E69EE3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1" w:history="1">
        <w:r w:rsidRPr="008704EB">
          <w:rPr>
            <w:rStyle w:val="Hipercze"/>
            <w:noProof/>
          </w:rPr>
          <w:t>Tabela 26.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F1EF36C" w14:textId="2BA48610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2" w:history="1">
        <w:r w:rsidRPr="008704EB">
          <w:rPr>
            <w:rStyle w:val="Hipercze"/>
            <w:noProof/>
          </w:rPr>
          <w:t>Tabela 27. Struktura elementu CalculationOfTaxOnGameType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16D2C42" w14:textId="35CC884A" w:rsidR="00866410" w:rsidRDefault="0086641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25153" w:history="1">
        <w:r w:rsidRPr="008704EB">
          <w:rPr>
            <w:rStyle w:val="Hipercze"/>
            <w:noProof/>
          </w:rPr>
          <w:t>Tabela 28. Reguły dotyczące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_Toc184025153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CE50079" w14:textId="4447B864" w:rsidR="009E472C" w:rsidRDefault="0006207D" w:rsidP="009E472C">
      <w:r w:rsidRPr="00B22752">
        <w:fldChar w:fldCharType="end"/>
      </w:r>
      <w:r w:rsidR="009E472C">
        <w:br w:type="page"/>
      </w:r>
    </w:p>
    <w:p w14:paraId="2BF1F14C" w14:textId="77777777" w:rsidR="003F3585" w:rsidRPr="009E472C" w:rsidRDefault="00004C2C" w:rsidP="00B9409E">
      <w:pPr>
        <w:pStyle w:val="Nagwek1"/>
        <w:rPr>
          <w:lang w:val="pl-PL"/>
        </w:rPr>
      </w:pPr>
      <w:bookmarkStart w:id="3" w:name="_Toc341696555"/>
      <w:bookmarkStart w:id="4" w:name="_Toc349568551"/>
      <w:bookmarkStart w:id="5" w:name="_Toc184025154"/>
      <w:r w:rsidRPr="009E472C">
        <w:rPr>
          <w:lang w:val="pl-PL"/>
        </w:rPr>
        <w:lastRenderedPageBreak/>
        <w:t xml:space="preserve">Opis </w:t>
      </w:r>
      <w:r w:rsidR="00CE1C03" w:rsidRPr="009E472C">
        <w:rPr>
          <w:lang w:val="pl-PL"/>
        </w:rPr>
        <w:t>dokumentu</w:t>
      </w:r>
      <w:bookmarkEnd w:id="3"/>
      <w:bookmarkEnd w:id="4"/>
      <w:bookmarkEnd w:id="5"/>
    </w:p>
    <w:p w14:paraId="7BC2CAD2" w14:textId="77777777" w:rsidR="006A3A07" w:rsidRPr="009E472C" w:rsidRDefault="006A3A07" w:rsidP="00B9409E">
      <w:pPr>
        <w:pStyle w:val="Nagwek2"/>
        <w:rPr>
          <w:lang w:val="pl-PL"/>
        </w:rPr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025155"/>
      <w:r w:rsidRPr="009E472C">
        <w:rPr>
          <w:lang w:val="pl-PL"/>
        </w:rPr>
        <w:t>Cel dokumentu</w:t>
      </w:r>
      <w:bookmarkEnd w:id="6"/>
      <w:bookmarkEnd w:id="7"/>
      <w:bookmarkEnd w:id="10"/>
    </w:p>
    <w:p w14:paraId="7AEBCECD" w14:textId="77777777" w:rsidR="000D5EA2" w:rsidRPr="009E472C" w:rsidRDefault="009B1416" w:rsidP="009E472C">
      <w:r w:rsidRPr="009E472C">
        <w:t xml:space="preserve">Celem specyfikacji jest zdefiniowanie struktury i zawartości informacyjnej dokumentu XML (zwanej tutaj także komunikatem) </w:t>
      </w:r>
      <w:r w:rsidR="00835459" w:rsidRPr="009E472C">
        <w:t>deklaracji dla podatku od gier POG-5</w:t>
      </w:r>
      <w:r w:rsidRPr="009E472C">
        <w:t>.</w:t>
      </w:r>
    </w:p>
    <w:p w14:paraId="436979B2" w14:textId="77777777" w:rsidR="006A3A07" w:rsidRPr="009E472C" w:rsidRDefault="006A3A07" w:rsidP="00B9409E">
      <w:pPr>
        <w:pStyle w:val="Nagwek2"/>
        <w:rPr>
          <w:lang w:val="pl-PL"/>
        </w:rPr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025156"/>
      <w:bookmarkEnd w:id="8"/>
      <w:bookmarkEnd w:id="9"/>
      <w:r w:rsidRPr="009E472C">
        <w:rPr>
          <w:lang w:val="pl-PL"/>
        </w:rPr>
        <w:t>Zastosowanie</w:t>
      </w:r>
      <w:bookmarkEnd w:id="11"/>
      <w:bookmarkEnd w:id="15"/>
    </w:p>
    <w:p w14:paraId="406E78CE" w14:textId="77777777" w:rsidR="00DD5E7B" w:rsidRPr="009E472C" w:rsidRDefault="00DD5E7B" w:rsidP="009E472C">
      <w:r w:rsidRPr="009E472C">
        <w:t>Dokument jest stosowany, jako źródłowy przy projektowaniu, implementacji oraz tworzeniu dokumentacji testowej i użytkowej systemu.</w:t>
      </w:r>
    </w:p>
    <w:p w14:paraId="691D5A30" w14:textId="77777777" w:rsidR="00DD5E7B" w:rsidRPr="009E472C" w:rsidRDefault="00DD5E7B" w:rsidP="009E472C">
      <w:r w:rsidRPr="009E472C">
        <w:t xml:space="preserve">Adresatem dokumentu jest zespół projektowy po stronie </w:t>
      </w:r>
      <w:r w:rsidR="00466055" w:rsidRPr="009E472C">
        <w:t xml:space="preserve">Administracji Skarbowej </w:t>
      </w:r>
      <w:r w:rsidRPr="009E472C">
        <w:t>oraz zespoły: programistyczno-projektowy, testerów, dokumentalistów, po stronie Wykonawcy oraz Podmioty zewnętrzne składające deklaracje.</w:t>
      </w:r>
    </w:p>
    <w:p w14:paraId="2619DE19" w14:textId="77777777" w:rsidR="00BD075F" w:rsidRPr="009E472C" w:rsidRDefault="00BD075F" w:rsidP="00B9409E">
      <w:pPr>
        <w:pStyle w:val="Nagwek2"/>
        <w:rPr>
          <w:lang w:val="pl-PL"/>
        </w:rPr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Start w:id="30" w:name="_Toc184025157"/>
      <w:bookmarkEnd w:id="12"/>
      <w:bookmarkEnd w:id="13"/>
      <w:bookmarkEnd w:id="14"/>
      <w:bookmarkEnd w:id="16"/>
      <w:bookmarkEnd w:id="17"/>
      <w:r w:rsidRPr="009E472C">
        <w:rPr>
          <w:lang w:val="pl-PL"/>
        </w:rPr>
        <w:t>Obowiązywanie</w:t>
      </w:r>
      <w:bookmarkEnd w:id="30"/>
    </w:p>
    <w:p w14:paraId="496A25D2" w14:textId="77777777" w:rsidR="00BD075F" w:rsidRPr="009E472C" w:rsidRDefault="00655409" w:rsidP="009E472C">
      <w:r w:rsidRPr="009E472C">
        <w:t>Specyfikacja obowiązuje dla deklaracji składanych za okres miesięczny, gdy okres nie jest wcześniejszy niż styczeń 2016 roku i nie jest późniejszy niż styczeń 2017 roku.</w:t>
      </w:r>
    </w:p>
    <w:p w14:paraId="0839C0BC" w14:textId="77777777" w:rsidR="00AC2548" w:rsidRPr="009E472C" w:rsidRDefault="00AC2548" w:rsidP="00B9409E">
      <w:pPr>
        <w:pStyle w:val="Nagwek2"/>
        <w:rPr>
          <w:lang w:val="pl-PL"/>
        </w:rPr>
      </w:pPr>
      <w:bookmarkStart w:id="31" w:name="_Toc184025158"/>
      <w:r w:rsidRPr="009E472C">
        <w:rPr>
          <w:lang w:val="pl-PL"/>
        </w:rPr>
        <w:t>Dokumenty obowiązujące i pomocnicze</w:t>
      </w:r>
      <w:bookmarkEnd w:id="18"/>
      <w:bookmarkEnd w:id="19"/>
      <w:bookmarkEnd w:id="20"/>
      <w:bookmarkEnd w:id="21"/>
      <w:bookmarkEnd w:id="22"/>
      <w:bookmarkEnd w:id="31"/>
    </w:p>
    <w:p w14:paraId="2AA39ECD" w14:textId="77777777" w:rsidR="00AC2548" w:rsidRPr="009E472C" w:rsidRDefault="00AC2548" w:rsidP="00B9409E">
      <w:pPr>
        <w:pStyle w:val="Nagwek3"/>
      </w:pPr>
      <w:bookmarkStart w:id="32" w:name="_Toc361657245"/>
      <w:bookmarkStart w:id="33" w:name="_Toc361666183"/>
      <w:bookmarkStart w:id="34" w:name="_Toc184025159"/>
      <w:r w:rsidRPr="009E472C">
        <w:t>Dokumenty obowiązujące</w:t>
      </w:r>
      <w:bookmarkEnd w:id="23"/>
      <w:bookmarkEnd w:id="24"/>
      <w:bookmarkEnd w:id="32"/>
      <w:bookmarkEnd w:id="33"/>
      <w:bookmarkEnd w:id="34"/>
    </w:p>
    <w:p w14:paraId="620FE248" w14:textId="0025FE82" w:rsidR="00AC2548" w:rsidRPr="00B9409E" w:rsidRDefault="00AC2548" w:rsidP="00B9409E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4025128"/>
      <w:r w:rsidRPr="00B9409E">
        <w:t xml:space="preserve">Tabela </w:t>
      </w:r>
      <w:r w:rsidR="001736D4">
        <w:fldChar w:fldCharType="begin"/>
      </w:r>
      <w:r w:rsidR="001736D4">
        <w:instrText xml:space="preserve"> SEQ Tabela \* ARABIC </w:instrText>
      </w:r>
      <w:r w:rsidR="001736D4">
        <w:fldChar w:fldCharType="separate"/>
      </w:r>
      <w:r w:rsidR="00D30C73">
        <w:rPr>
          <w:noProof/>
        </w:rPr>
        <w:t>3</w:t>
      </w:r>
      <w:r w:rsidR="001736D4">
        <w:rPr>
          <w:noProof/>
        </w:rPr>
        <w:fldChar w:fldCharType="end"/>
      </w:r>
      <w:bookmarkEnd w:id="35"/>
      <w:r w:rsidRPr="00B9409E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B9409E" w14:paraId="20DE9AA6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668CCC2" w14:textId="77777777" w:rsidR="00AC2548" w:rsidRPr="00B9409E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B9409E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4D83F7D5" w14:textId="77777777" w:rsidR="00AC2548" w:rsidRPr="00B9409E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B9409E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5AC7798C" w14:textId="77777777" w:rsidR="00AC2548" w:rsidRPr="00B9409E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B9409E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18EE187" w14:textId="77777777" w:rsidR="00AC2548" w:rsidRPr="00B9409E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B9409E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516EC093" w14:textId="77777777" w:rsidR="00AC2548" w:rsidRPr="00B9409E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B9409E">
              <w:rPr>
                <w:rFonts w:ascii="Lato" w:hAnsi="Lato"/>
                <w:szCs w:val="18"/>
              </w:rPr>
              <w:t>Data wydania</w:t>
            </w:r>
          </w:p>
        </w:tc>
      </w:tr>
      <w:tr w:rsidR="00442F57" w:rsidRPr="00B9409E" w14:paraId="22A719B6" w14:textId="77777777" w:rsidTr="009E472C">
        <w:tc>
          <w:tcPr>
            <w:tcW w:w="480" w:type="dxa"/>
          </w:tcPr>
          <w:p w14:paraId="16DFA494" w14:textId="77777777" w:rsidR="00442F57" w:rsidRPr="004219C6" w:rsidRDefault="00442F57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1CB9862D" w14:textId="77777777" w:rsidR="00442F57" w:rsidRPr="004219C6" w:rsidRDefault="00442F57" w:rsidP="00442F5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45D3FF8" w14:textId="77777777" w:rsidR="00442F57" w:rsidRPr="004219C6" w:rsidRDefault="00442F57" w:rsidP="00AB1B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466055" w:rsidRPr="004219C6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86BDBD8" w14:textId="77777777" w:rsidR="00442F57" w:rsidRPr="004219C6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3CDDC3A3" w14:textId="77777777" w:rsidR="00442F57" w:rsidRPr="004219C6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F921841" w14:textId="77777777" w:rsidR="00AC2548" w:rsidRPr="00B9409E" w:rsidRDefault="00AC2548" w:rsidP="00B9409E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025160"/>
      <w:r w:rsidRPr="00B9409E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22B97E36" w14:textId="5AEF6DF4" w:rsidR="00AC2548" w:rsidRPr="00B9409E" w:rsidRDefault="00AC2548" w:rsidP="00B9409E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4025129"/>
      <w:r w:rsidRPr="00B9409E">
        <w:t xml:space="preserve">Tabela </w:t>
      </w:r>
      <w:r w:rsidR="001736D4">
        <w:fldChar w:fldCharType="begin"/>
      </w:r>
      <w:r w:rsidR="001736D4">
        <w:instrText xml:space="preserve"> SEQ Tabela \* ARABIC </w:instrText>
      </w:r>
      <w:r w:rsidR="001736D4">
        <w:fldChar w:fldCharType="separate"/>
      </w:r>
      <w:r w:rsidR="00D30C73">
        <w:rPr>
          <w:noProof/>
        </w:rPr>
        <w:t>4</w:t>
      </w:r>
      <w:r w:rsidR="001736D4">
        <w:rPr>
          <w:noProof/>
        </w:rPr>
        <w:fldChar w:fldCharType="end"/>
      </w:r>
      <w:r w:rsidRPr="00B9409E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B9409E" w14:paraId="22B8ADDD" w14:textId="77777777" w:rsidTr="008B5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12B9630" w14:textId="77777777" w:rsidR="00AC2548" w:rsidRPr="008B5983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8B5983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402D8E99" w14:textId="77777777" w:rsidR="00AC2548" w:rsidRPr="008B5983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8B5983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2EC45149" w14:textId="77777777" w:rsidR="00AC2548" w:rsidRPr="008B5983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8B5983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C6F1EDC" w14:textId="77777777" w:rsidR="00AC2548" w:rsidRPr="008B5983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8B5983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0DFFA063" w14:textId="77777777" w:rsidR="00AC2548" w:rsidRPr="008B5983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8B5983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AC2548" w:rsidRPr="00B9409E" w14:paraId="794DF727" w14:textId="77777777" w:rsidTr="008B5983">
        <w:tc>
          <w:tcPr>
            <w:tcW w:w="480" w:type="dxa"/>
          </w:tcPr>
          <w:p w14:paraId="21F2BE18" w14:textId="77777777" w:rsidR="00AC2548" w:rsidRPr="004219C6" w:rsidRDefault="00AC2548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78736B24" w14:textId="77777777" w:rsidR="00AC2548" w:rsidRPr="004219C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EE24EC4" w14:textId="77777777" w:rsidR="00AC2548" w:rsidRPr="004219C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AF4BDCC" w14:textId="77777777" w:rsidR="00AC2548" w:rsidRPr="004219C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A221A0C" w14:textId="77777777" w:rsidR="00AC2548" w:rsidRPr="004219C6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F0F873B" w14:textId="77777777" w:rsidR="00621712" w:rsidRPr="009E472C" w:rsidRDefault="00621712" w:rsidP="00B9409E">
      <w:pPr>
        <w:pStyle w:val="Nagwek2"/>
        <w:rPr>
          <w:lang w:val="pl-PL"/>
        </w:rPr>
      </w:pPr>
      <w:bookmarkStart w:id="50" w:name="_Toc184025161"/>
      <w:r w:rsidRPr="009E472C">
        <w:rPr>
          <w:lang w:val="pl-PL"/>
        </w:rPr>
        <w:lastRenderedPageBreak/>
        <w:t>Słownik przyjętych skrótów i terminów</w:t>
      </w:r>
      <w:bookmarkEnd w:id="25"/>
      <w:bookmarkEnd w:id="26"/>
      <w:bookmarkEnd w:id="27"/>
      <w:bookmarkEnd w:id="50"/>
    </w:p>
    <w:p w14:paraId="51C3CA35" w14:textId="77777777" w:rsidR="003F3585" w:rsidRPr="00B9409E" w:rsidRDefault="00C43119" w:rsidP="00B9409E">
      <w:pPr>
        <w:pStyle w:val="Nagwek3"/>
      </w:pPr>
      <w:bookmarkStart w:id="51" w:name="_Toc184025162"/>
      <w:r w:rsidRPr="00B9409E">
        <w:t xml:space="preserve">Skróty i </w:t>
      </w:r>
      <w:r w:rsidR="00E92D9D" w:rsidRPr="00B9409E">
        <w:t>ak</w:t>
      </w:r>
      <w:r w:rsidR="003F3585" w:rsidRPr="00B9409E">
        <w:t>ronimy</w:t>
      </w:r>
      <w:bookmarkEnd w:id="28"/>
      <w:bookmarkEnd w:id="29"/>
      <w:bookmarkEnd w:id="51"/>
    </w:p>
    <w:p w14:paraId="5F31430C" w14:textId="61D4FFBF" w:rsidR="00034C39" w:rsidRPr="00B9409E" w:rsidRDefault="00034C39" w:rsidP="00B9409E">
      <w:pPr>
        <w:pStyle w:val="Legenda"/>
      </w:pPr>
      <w:bookmarkStart w:id="52" w:name="_Toc184025130"/>
      <w:r w:rsidRPr="00B9409E">
        <w:t xml:space="preserve">Tabela </w:t>
      </w:r>
      <w:r w:rsidR="001736D4">
        <w:fldChar w:fldCharType="begin"/>
      </w:r>
      <w:r w:rsidR="001736D4">
        <w:instrText xml:space="preserve"> SEQ Tabela \* ARABIC </w:instrText>
      </w:r>
      <w:r w:rsidR="001736D4">
        <w:fldChar w:fldCharType="separate"/>
      </w:r>
      <w:r w:rsidR="00D30C73">
        <w:rPr>
          <w:noProof/>
        </w:rPr>
        <w:t>5</w:t>
      </w:r>
      <w:r w:rsidR="001736D4">
        <w:rPr>
          <w:noProof/>
        </w:rPr>
        <w:fldChar w:fldCharType="end"/>
      </w:r>
      <w:r w:rsidRPr="00B9409E">
        <w:t>. Wykaz skrótów i akronimów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DB2923" w:rsidRPr="00B9409E" w14:paraId="2E7DA8A1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7FE5FD7F" w14:textId="77777777" w:rsidR="00DB2923" w:rsidRPr="009E472C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9E472C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353ADEAF" w14:textId="77777777" w:rsidR="00DB2923" w:rsidRPr="009E472C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r w:rsidRPr="009E472C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B2923" w:rsidRPr="00B9409E" w14:paraId="5F147D40" w14:textId="77777777" w:rsidTr="009E472C">
        <w:tc>
          <w:tcPr>
            <w:tcW w:w="2988" w:type="dxa"/>
          </w:tcPr>
          <w:p w14:paraId="25BB0627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AIS</w:t>
            </w:r>
          </w:p>
        </w:tc>
        <w:tc>
          <w:tcPr>
            <w:tcW w:w="6476" w:type="dxa"/>
          </w:tcPr>
          <w:p w14:paraId="12E7BB98" w14:textId="77777777" w:rsidR="00DB2923" w:rsidRPr="004219C6" w:rsidRDefault="00DB2923" w:rsidP="00FA4AB4">
            <w:pPr>
              <w:pStyle w:val="Tabelazwyky"/>
              <w:jc w:val="both"/>
            </w:pPr>
            <w:proofErr w:type="spellStart"/>
            <w:r w:rsidRPr="004219C6">
              <w:rPr>
                <w:i/>
              </w:rPr>
              <w:t>Automated</w:t>
            </w:r>
            <w:proofErr w:type="spellEnd"/>
            <w:r w:rsidRPr="004219C6">
              <w:rPr>
                <w:i/>
              </w:rPr>
              <w:t xml:space="preserve"> Import System</w:t>
            </w:r>
            <w:r w:rsidRPr="004219C6">
              <w:t xml:space="preserve"> – Automatyczny System Importu. Także projekt „Programu e-Cło”.</w:t>
            </w:r>
          </w:p>
        </w:tc>
      </w:tr>
      <w:tr w:rsidR="00DB2923" w:rsidRPr="00B9409E" w14:paraId="76AA20FF" w14:textId="77777777" w:rsidTr="009E472C">
        <w:tc>
          <w:tcPr>
            <w:tcW w:w="2988" w:type="dxa"/>
          </w:tcPr>
          <w:p w14:paraId="3015E195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476" w:type="dxa"/>
          </w:tcPr>
          <w:p w14:paraId="527BE918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Hurtownia danych Administracji Celnej.</w:t>
            </w:r>
          </w:p>
        </w:tc>
      </w:tr>
      <w:tr w:rsidR="00DB2923" w:rsidRPr="00B9409E" w14:paraId="4853E304" w14:textId="77777777" w:rsidTr="009E472C">
        <w:tc>
          <w:tcPr>
            <w:tcW w:w="2988" w:type="dxa"/>
          </w:tcPr>
          <w:p w14:paraId="77C0CA53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CELINA</w:t>
            </w:r>
          </w:p>
        </w:tc>
        <w:tc>
          <w:tcPr>
            <w:tcW w:w="6476" w:type="dxa"/>
          </w:tcPr>
          <w:p w14:paraId="3A1EBD60" w14:textId="77777777" w:rsidR="00DB2923" w:rsidRPr="004219C6" w:rsidRDefault="00DB2923" w:rsidP="00FA4AB4">
            <w:pPr>
              <w:pStyle w:val="Default"/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4219C6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B2923" w:rsidRPr="00B9409E" w14:paraId="3E6168E0" w14:textId="77777777" w:rsidTr="009E472C">
        <w:tc>
          <w:tcPr>
            <w:tcW w:w="2988" w:type="dxa"/>
          </w:tcPr>
          <w:p w14:paraId="5538F3CF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ECIP</w:t>
            </w:r>
          </w:p>
        </w:tc>
        <w:tc>
          <w:tcPr>
            <w:tcW w:w="6476" w:type="dxa"/>
          </w:tcPr>
          <w:p w14:paraId="04EE207F" w14:textId="77777777" w:rsidR="00DB2923" w:rsidRPr="004219C6" w:rsidRDefault="00DB2923" w:rsidP="00FA4AB4">
            <w:pPr>
              <w:pStyle w:val="Tabelazwyky"/>
              <w:jc w:val="both"/>
              <w:rPr>
                <w:lang w:val="fr-FR"/>
              </w:rPr>
            </w:pPr>
            <w:r w:rsidRPr="004219C6">
              <w:rPr>
                <w:i/>
                <w:lang w:val="fr-FR"/>
              </w:rPr>
              <w:t xml:space="preserve">EU Customs Information Portal </w:t>
            </w:r>
            <w:r w:rsidRPr="004219C6">
              <w:rPr>
                <w:lang w:val="fr-FR"/>
              </w:rPr>
              <w:t>– Europejski</w:t>
            </w:r>
            <w:r w:rsidRPr="004219C6">
              <w:rPr>
                <w:i/>
                <w:lang w:val="fr-FR"/>
              </w:rPr>
              <w:t xml:space="preserve"> </w:t>
            </w:r>
            <w:r w:rsidRPr="004219C6">
              <w:rPr>
                <w:lang w:val="fr-FR"/>
              </w:rPr>
              <w:t xml:space="preserve">Portal Informacji Celnej. </w:t>
            </w:r>
          </w:p>
        </w:tc>
      </w:tr>
      <w:tr w:rsidR="00DB2923" w:rsidRPr="00B9409E" w14:paraId="4D2F53CB" w14:textId="77777777" w:rsidTr="009E472C">
        <w:tc>
          <w:tcPr>
            <w:tcW w:w="2988" w:type="dxa"/>
          </w:tcPr>
          <w:p w14:paraId="3A0130D1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 xml:space="preserve">ECIP/SEAP PL </w:t>
            </w:r>
          </w:p>
        </w:tc>
        <w:tc>
          <w:tcPr>
            <w:tcW w:w="6476" w:type="dxa"/>
          </w:tcPr>
          <w:p w14:paraId="5ABA9ACA" w14:textId="77777777" w:rsidR="00DB2923" w:rsidRPr="004219C6" w:rsidRDefault="00DB2923" w:rsidP="00FA4AB4">
            <w:pPr>
              <w:pStyle w:val="Tabelazwyky"/>
              <w:jc w:val="both"/>
            </w:pPr>
            <w:proofErr w:type="spellStart"/>
            <w:r w:rsidRPr="004219C6">
              <w:rPr>
                <w:i/>
              </w:rPr>
              <w:t>European</w:t>
            </w:r>
            <w:proofErr w:type="spellEnd"/>
            <w:r w:rsidRPr="004219C6">
              <w:rPr>
                <w:i/>
              </w:rPr>
              <w:t xml:space="preserve"> </w:t>
            </w:r>
            <w:proofErr w:type="spellStart"/>
            <w:r w:rsidRPr="004219C6">
              <w:rPr>
                <w:i/>
              </w:rPr>
              <w:t>Customs</w:t>
            </w:r>
            <w:proofErr w:type="spellEnd"/>
            <w:r w:rsidRPr="004219C6">
              <w:rPr>
                <w:i/>
              </w:rPr>
              <w:t xml:space="preserve"> Information Portal</w:t>
            </w:r>
            <w:r w:rsidRPr="004219C6">
              <w:t xml:space="preserve"> - Europejski Informacyjny Portal Celny</w:t>
            </w:r>
          </w:p>
          <w:p w14:paraId="43D1218E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i/>
              </w:rPr>
              <w:t xml:space="preserve">Single </w:t>
            </w:r>
            <w:proofErr w:type="spellStart"/>
            <w:r w:rsidRPr="004219C6">
              <w:rPr>
                <w:i/>
              </w:rPr>
              <w:t>Electronic</w:t>
            </w:r>
            <w:proofErr w:type="spellEnd"/>
            <w:r w:rsidRPr="004219C6">
              <w:rPr>
                <w:i/>
              </w:rPr>
              <w:t xml:space="preserve"> Access Point</w:t>
            </w:r>
            <w:r w:rsidRPr="004219C6">
              <w:t xml:space="preserve"> - Pojedynczy Elektroniczny Punkt Dostępu</w:t>
            </w:r>
          </w:p>
          <w:p w14:paraId="49012D30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2923" w:rsidRPr="00B9409E" w14:paraId="0361BC62" w14:textId="77777777" w:rsidTr="009E472C">
        <w:tc>
          <w:tcPr>
            <w:tcW w:w="2988" w:type="dxa"/>
          </w:tcPr>
          <w:p w14:paraId="2BAE65EB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476" w:type="dxa"/>
          </w:tcPr>
          <w:p w14:paraId="5C88B3AC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i/>
              </w:rPr>
              <w:t>Enterprise Service Bus</w:t>
            </w:r>
            <w:r w:rsidRPr="004219C6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2923" w:rsidRPr="00B9409E" w14:paraId="1DFB6133" w14:textId="77777777" w:rsidTr="009E472C">
        <w:tc>
          <w:tcPr>
            <w:tcW w:w="2988" w:type="dxa"/>
          </w:tcPr>
          <w:p w14:paraId="5784A87C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476" w:type="dxa"/>
          </w:tcPr>
          <w:p w14:paraId="17406F52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 xml:space="preserve">Ewidencja Spraw Karnych Skarbowych - system informatyczny usprawniający pracę </w:t>
            </w:r>
            <w:r w:rsidR="00466055" w:rsidRPr="004219C6">
              <w:t xml:space="preserve">Administracji Skarbowej </w:t>
            </w:r>
            <w:r w:rsidRPr="004219C6">
              <w:t xml:space="preserve">w zakresie rejestracji spraw o przestępstwa </w:t>
            </w:r>
            <w:r w:rsidRPr="004219C6">
              <w:br/>
              <w:t xml:space="preserve">i wykroczenia skarbowe oraz ewidencjonowania grzywien nakładanych </w:t>
            </w:r>
            <w:r w:rsidRPr="004219C6">
              <w:br/>
              <w:t>w drodze mandatu karnego.</w:t>
            </w:r>
          </w:p>
        </w:tc>
      </w:tr>
      <w:tr w:rsidR="00DB2923" w:rsidRPr="00B9409E" w14:paraId="0435BAC2" w14:textId="77777777" w:rsidTr="009E472C">
        <w:tc>
          <w:tcPr>
            <w:tcW w:w="2988" w:type="dxa"/>
          </w:tcPr>
          <w:p w14:paraId="4FCCB526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476" w:type="dxa"/>
          </w:tcPr>
          <w:p w14:paraId="7B4E418D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Projekt „Programu e-Cło” obejmujący wdrożenie Systemu Zarządzania Zasobami Ludzkimi.</w:t>
            </w:r>
          </w:p>
        </w:tc>
      </w:tr>
      <w:tr w:rsidR="00DB2923" w:rsidRPr="00B9409E" w14:paraId="32C79593" w14:textId="77777777" w:rsidTr="009E472C">
        <w:tc>
          <w:tcPr>
            <w:tcW w:w="2988" w:type="dxa"/>
          </w:tcPr>
          <w:p w14:paraId="1C4A53C2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476" w:type="dxa"/>
          </w:tcPr>
          <w:p w14:paraId="6A7C048D" w14:textId="77777777" w:rsidR="00DB2923" w:rsidRPr="004219C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4219C6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4219C6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4219C6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4219C6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B2923" w:rsidRPr="00B9409E" w14:paraId="0C3FEF23" w14:textId="77777777" w:rsidTr="009E472C">
        <w:tc>
          <w:tcPr>
            <w:tcW w:w="2988" w:type="dxa"/>
          </w:tcPr>
          <w:p w14:paraId="2DC20803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ISZTAR</w:t>
            </w:r>
          </w:p>
        </w:tc>
        <w:tc>
          <w:tcPr>
            <w:tcW w:w="6476" w:type="dxa"/>
          </w:tcPr>
          <w:p w14:paraId="07BA2C3E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 xml:space="preserve">System Zintegrowanej Taryfy Celnej. </w:t>
            </w:r>
          </w:p>
        </w:tc>
      </w:tr>
      <w:tr w:rsidR="00DB2923" w:rsidRPr="00B9409E" w14:paraId="3E83B033" w14:textId="77777777" w:rsidTr="009E472C">
        <w:tc>
          <w:tcPr>
            <w:tcW w:w="2988" w:type="dxa"/>
          </w:tcPr>
          <w:p w14:paraId="0BC5D66D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lastRenderedPageBreak/>
              <w:t>ISZTAR4</w:t>
            </w:r>
          </w:p>
        </w:tc>
        <w:tc>
          <w:tcPr>
            <w:tcW w:w="6476" w:type="dxa"/>
          </w:tcPr>
          <w:p w14:paraId="3FBFDCBA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219C6">
              <w:t>Integrated</w:t>
            </w:r>
            <w:proofErr w:type="spellEnd"/>
            <w:r w:rsidRPr="004219C6">
              <w:t xml:space="preserve"> </w:t>
            </w:r>
            <w:proofErr w:type="spellStart"/>
            <w:r w:rsidRPr="004219C6">
              <w:t>Tariff</w:t>
            </w:r>
            <w:proofErr w:type="spellEnd"/>
            <w:r w:rsidRPr="004219C6">
              <w:t xml:space="preserve"> Environment i TARIC oraz opracowane testy regresywne i przebudowę i integrację EBTI PL z portalem ECIP PL. Projekt Programu e-Cło.</w:t>
            </w:r>
          </w:p>
        </w:tc>
      </w:tr>
      <w:tr w:rsidR="00DB2923" w:rsidRPr="00B9409E" w14:paraId="04719BDA" w14:textId="77777777" w:rsidTr="009E472C">
        <w:tc>
          <w:tcPr>
            <w:tcW w:w="2988" w:type="dxa"/>
          </w:tcPr>
          <w:p w14:paraId="5D0B6C31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476" w:type="dxa"/>
          </w:tcPr>
          <w:p w14:paraId="1A428193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color w:val="000000"/>
              </w:rPr>
              <w:t>P</w:t>
            </w:r>
            <w:r w:rsidRPr="004219C6">
              <w:t>rojekt „Programu e-Cło” Zintegrowany System Obsługi Zabezpieczeń.</w:t>
            </w:r>
          </w:p>
        </w:tc>
      </w:tr>
      <w:tr w:rsidR="00DB2923" w:rsidRPr="00B9409E" w14:paraId="144C95BF" w14:textId="77777777" w:rsidTr="009E472C">
        <w:tc>
          <w:tcPr>
            <w:tcW w:w="2988" w:type="dxa"/>
          </w:tcPr>
          <w:p w14:paraId="1574BD8F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OWNRES</w:t>
            </w:r>
          </w:p>
        </w:tc>
        <w:tc>
          <w:tcPr>
            <w:tcW w:w="6476" w:type="dxa"/>
          </w:tcPr>
          <w:p w14:paraId="3A98D5BD" w14:textId="77777777" w:rsidR="00DB2923" w:rsidRPr="004219C6" w:rsidRDefault="00DB2923" w:rsidP="00FA4AB4">
            <w:pPr>
              <w:pStyle w:val="Tabelazwyky"/>
              <w:jc w:val="both"/>
            </w:pPr>
            <w:proofErr w:type="spellStart"/>
            <w:r w:rsidRPr="004219C6">
              <w:rPr>
                <w:i/>
              </w:rPr>
              <w:t>OWNRESources</w:t>
            </w:r>
            <w:proofErr w:type="spellEnd"/>
            <w:r w:rsidRPr="004219C6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2923" w:rsidRPr="00B9409E" w14:paraId="15827568" w14:textId="77777777" w:rsidTr="009E472C">
        <w:tc>
          <w:tcPr>
            <w:tcW w:w="2988" w:type="dxa"/>
          </w:tcPr>
          <w:p w14:paraId="59196AF2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476" w:type="dxa"/>
          </w:tcPr>
          <w:p w14:paraId="3F28A659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4219C6">
              <w:br/>
              <w:t>w ramach Programu e-Cło.</w:t>
            </w:r>
          </w:p>
        </w:tc>
      </w:tr>
      <w:tr w:rsidR="00DB2923" w:rsidRPr="00B9409E" w14:paraId="40AF6ABC" w14:textId="77777777" w:rsidTr="009E472C">
        <w:tc>
          <w:tcPr>
            <w:tcW w:w="2988" w:type="dxa"/>
          </w:tcPr>
          <w:p w14:paraId="48DEDECA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PKI</w:t>
            </w:r>
          </w:p>
        </w:tc>
        <w:tc>
          <w:tcPr>
            <w:tcW w:w="6476" w:type="dxa"/>
          </w:tcPr>
          <w:p w14:paraId="2915B437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Projekt Programu e-Cło przewidujący stworzenie jednolitego podsystemu uwierzytelniania dla wszystkich system</w:t>
            </w:r>
            <w:r w:rsidR="00ED2E93" w:rsidRPr="004219C6">
              <w:t xml:space="preserve">ów i użytkowników wewnętrznych wraz </w:t>
            </w:r>
            <w:r w:rsidRPr="004219C6">
              <w:t xml:space="preserve">z </w:t>
            </w:r>
            <w:r w:rsidRPr="004219C6">
              <w:rPr>
                <w:i/>
              </w:rPr>
              <w:t xml:space="preserve">Public </w:t>
            </w:r>
            <w:proofErr w:type="spellStart"/>
            <w:r w:rsidRPr="004219C6">
              <w:rPr>
                <w:i/>
              </w:rPr>
              <w:t>Key</w:t>
            </w:r>
            <w:proofErr w:type="spellEnd"/>
            <w:r w:rsidRPr="004219C6">
              <w:rPr>
                <w:i/>
              </w:rPr>
              <w:t xml:space="preserve"> </w:t>
            </w:r>
            <w:proofErr w:type="spellStart"/>
            <w:r w:rsidRPr="004219C6">
              <w:rPr>
                <w:i/>
              </w:rPr>
              <w:t>Infrastructure</w:t>
            </w:r>
            <w:proofErr w:type="spellEnd"/>
            <w:r w:rsidR="00ED2E93" w:rsidRPr="004219C6">
              <w:t xml:space="preserve"> </w:t>
            </w:r>
            <w:r w:rsidRPr="004219C6">
              <w:t xml:space="preserve">i funkcjonalnością/technologią jednokrotnego uwierzytelniania </w:t>
            </w:r>
            <w:r w:rsidRPr="004219C6">
              <w:rPr>
                <w:i/>
              </w:rPr>
              <w:t xml:space="preserve">Single </w:t>
            </w:r>
            <w:proofErr w:type="spellStart"/>
            <w:r w:rsidRPr="004219C6">
              <w:rPr>
                <w:i/>
              </w:rPr>
              <w:t>Sign</w:t>
            </w:r>
            <w:proofErr w:type="spellEnd"/>
            <w:r w:rsidRPr="004219C6">
              <w:rPr>
                <w:i/>
              </w:rPr>
              <w:t xml:space="preserve"> On</w:t>
            </w:r>
            <w:r w:rsidRPr="004219C6">
              <w:t xml:space="preserve"> (SSO).</w:t>
            </w:r>
          </w:p>
        </w:tc>
      </w:tr>
      <w:tr w:rsidR="00DB2923" w:rsidRPr="00B9409E" w14:paraId="28754879" w14:textId="77777777" w:rsidTr="009E472C">
        <w:tc>
          <w:tcPr>
            <w:tcW w:w="2988" w:type="dxa"/>
          </w:tcPr>
          <w:p w14:paraId="249E9673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476" w:type="dxa"/>
          </w:tcPr>
          <w:p w14:paraId="72FE7FAF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System ewidencjonowania i przetwarzania danych o podatnikach wykorzystywany w urzędach skarbowych wspomagający działalność administracji podatkowej.</w:t>
            </w:r>
          </w:p>
        </w:tc>
      </w:tr>
      <w:tr w:rsidR="00DB2923" w:rsidRPr="00B9409E" w14:paraId="1F2F9C8A" w14:textId="77777777" w:rsidTr="009E472C">
        <w:tc>
          <w:tcPr>
            <w:tcW w:w="2988" w:type="dxa"/>
          </w:tcPr>
          <w:p w14:paraId="366A1303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476" w:type="dxa"/>
          </w:tcPr>
          <w:p w14:paraId="1E6837C1" w14:textId="77777777" w:rsidR="00DB2923" w:rsidRPr="004219C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B2923" w:rsidRPr="00B9409E" w14:paraId="77165DD2" w14:textId="77777777" w:rsidTr="009E472C">
        <w:tc>
          <w:tcPr>
            <w:tcW w:w="2988" w:type="dxa"/>
          </w:tcPr>
          <w:p w14:paraId="0095212B" w14:textId="77777777" w:rsidR="00DB2923" w:rsidRPr="009E472C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9E472C">
              <w:rPr>
                <w:lang w:val="en-GB"/>
              </w:rPr>
              <w:t>SOA</w:t>
            </w:r>
          </w:p>
        </w:tc>
        <w:tc>
          <w:tcPr>
            <w:tcW w:w="6476" w:type="dxa"/>
          </w:tcPr>
          <w:p w14:paraId="74262996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Architektura oparta na usługach (ang. Service-</w:t>
            </w:r>
            <w:proofErr w:type="spellStart"/>
            <w:r w:rsidRPr="004219C6">
              <w:t>Oriented</w:t>
            </w:r>
            <w:proofErr w:type="spellEnd"/>
            <w:r w:rsidRPr="004219C6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2923" w:rsidRPr="00B9409E" w14:paraId="6000E80A" w14:textId="77777777" w:rsidTr="009E472C">
        <w:tc>
          <w:tcPr>
            <w:tcW w:w="2988" w:type="dxa"/>
          </w:tcPr>
          <w:p w14:paraId="301A301C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476" w:type="dxa"/>
          </w:tcPr>
          <w:p w14:paraId="77B46E85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i/>
              </w:rPr>
              <w:t xml:space="preserve">Simple Object Access </w:t>
            </w:r>
            <w:proofErr w:type="spellStart"/>
            <w:r w:rsidRPr="004219C6">
              <w:rPr>
                <w:i/>
              </w:rPr>
              <w:t>Protocol</w:t>
            </w:r>
            <w:proofErr w:type="spellEnd"/>
            <w:r w:rsidRPr="004219C6">
              <w:t xml:space="preserve"> – protokół wywoływania zdalnego dostępu do obiektów, wykorzystujący XML do kodowania wywołań.</w:t>
            </w:r>
          </w:p>
        </w:tc>
      </w:tr>
      <w:tr w:rsidR="00DB2923" w:rsidRPr="00B9409E" w14:paraId="75E82782" w14:textId="77777777" w:rsidTr="009E472C">
        <w:tc>
          <w:tcPr>
            <w:tcW w:w="2988" w:type="dxa"/>
          </w:tcPr>
          <w:p w14:paraId="1DD2AE10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476" w:type="dxa"/>
          </w:tcPr>
          <w:p w14:paraId="366C5AE7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i/>
              </w:rPr>
              <w:t xml:space="preserve">Single </w:t>
            </w:r>
            <w:proofErr w:type="spellStart"/>
            <w:r w:rsidRPr="004219C6">
              <w:rPr>
                <w:i/>
              </w:rPr>
              <w:t>Sign</w:t>
            </w:r>
            <w:proofErr w:type="spellEnd"/>
            <w:r w:rsidRPr="004219C6">
              <w:rPr>
                <w:i/>
              </w:rPr>
              <w:t xml:space="preserve"> On</w:t>
            </w:r>
            <w:r w:rsidRPr="004219C6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B2923" w:rsidRPr="00B9409E" w14:paraId="244A364F" w14:textId="77777777" w:rsidTr="009E472C">
        <w:tc>
          <w:tcPr>
            <w:tcW w:w="2988" w:type="dxa"/>
          </w:tcPr>
          <w:p w14:paraId="66408D07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476" w:type="dxa"/>
          </w:tcPr>
          <w:p w14:paraId="556F2779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System Zintegrowanej Rejestracji Przedsiębiorców. Projekt „Programu e-Cło”.</w:t>
            </w:r>
          </w:p>
        </w:tc>
      </w:tr>
      <w:tr w:rsidR="00DB2923" w:rsidRPr="00B9409E" w14:paraId="2EC8378F" w14:textId="77777777" w:rsidTr="009E472C">
        <w:tc>
          <w:tcPr>
            <w:tcW w:w="2988" w:type="dxa"/>
          </w:tcPr>
          <w:p w14:paraId="4E123703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476" w:type="dxa"/>
          </w:tcPr>
          <w:p w14:paraId="2BD53E6A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t>Informatyczny System Obsługi Budżetu Państwa.</w:t>
            </w:r>
          </w:p>
        </w:tc>
      </w:tr>
      <w:tr w:rsidR="00DB2923" w:rsidRPr="00B9409E" w14:paraId="3459F224" w14:textId="77777777" w:rsidTr="009E472C">
        <w:tc>
          <w:tcPr>
            <w:tcW w:w="2988" w:type="dxa"/>
          </w:tcPr>
          <w:p w14:paraId="520834A0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476" w:type="dxa"/>
          </w:tcPr>
          <w:p w14:paraId="1FD7C980" w14:textId="77777777" w:rsidR="00DB2923" w:rsidRPr="004219C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4219C6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4219C6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4219C6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4219C6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DB2923" w:rsidRPr="00B9409E" w14:paraId="1BDABCD9" w14:textId="77777777" w:rsidTr="009E472C">
        <w:tc>
          <w:tcPr>
            <w:tcW w:w="2988" w:type="dxa"/>
          </w:tcPr>
          <w:p w14:paraId="79AB2338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476" w:type="dxa"/>
          </w:tcPr>
          <w:p w14:paraId="35731ADF" w14:textId="77777777" w:rsidR="00DB2923" w:rsidRPr="004219C6" w:rsidRDefault="00DB2923" w:rsidP="00FA4AB4">
            <w:pPr>
              <w:pStyle w:val="Tabelazwyky"/>
              <w:jc w:val="both"/>
            </w:pPr>
            <w:r w:rsidRPr="004219C6">
              <w:rPr>
                <w:i/>
              </w:rPr>
              <w:t>Write-Off Management and Information System</w:t>
            </w:r>
            <w:r w:rsidRPr="004219C6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2923" w:rsidRPr="00B9409E" w14:paraId="27F89A32" w14:textId="77777777" w:rsidTr="009E472C">
        <w:tc>
          <w:tcPr>
            <w:tcW w:w="2988" w:type="dxa"/>
          </w:tcPr>
          <w:p w14:paraId="318B9086" w14:textId="77777777" w:rsidR="00DB2923" w:rsidRPr="009E472C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9E472C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476" w:type="dxa"/>
          </w:tcPr>
          <w:p w14:paraId="5234274A" w14:textId="77777777" w:rsidR="00DB2923" w:rsidRPr="004219C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35D42E15" w14:textId="77777777" w:rsidR="00DB2923" w:rsidRPr="004219C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2923" w:rsidRPr="00B9409E" w14:paraId="6D347D22" w14:textId="77777777" w:rsidTr="009E472C">
        <w:tc>
          <w:tcPr>
            <w:tcW w:w="2988" w:type="dxa"/>
          </w:tcPr>
          <w:p w14:paraId="07403D58" w14:textId="77777777" w:rsidR="00DB2923" w:rsidRPr="009E472C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9E472C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476" w:type="dxa"/>
          </w:tcPr>
          <w:p w14:paraId="467E0FE4" w14:textId="77777777" w:rsidR="00DB2923" w:rsidRPr="004219C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2923" w:rsidRPr="00B9409E" w14:paraId="0C67E89E" w14:textId="77777777" w:rsidTr="009E472C">
        <w:tc>
          <w:tcPr>
            <w:tcW w:w="2988" w:type="dxa"/>
          </w:tcPr>
          <w:p w14:paraId="11B1835B" w14:textId="77777777" w:rsidR="00DB2923" w:rsidRPr="009E472C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9E472C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6208F33A" w14:textId="77777777" w:rsidR="00DB2923" w:rsidRPr="004219C6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B2923" w:rsidRPr="00B9409E" w14:paraId="06904A98" w14:textId="77777777" w:rsidTr="009E472C">
        <w:tc>
          <w:tcPr>
            <w:tcW w:w="2988" w:type="dxa"/>
          </w:tcPr>
          <w:p w14:paraId="0953A222" w14:textId="77777777" w:rsidR="00DB2923" w:rsidRPr="009E472C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9E472C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476" w:type="dxa"/>
          </w:tcPr>
          <w:p w14:paraId="687FB6AF" w14:textId="77777777" w:rsidR="00DB2923" w:rsidRPr="004219C6" w:rsidRDefault="00ED2E9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</w:t>
            </w:r>
            <w:r w:rsidR="00DB2923"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- plik zawierający definicje XML </w:t>
            </w:r>
            <w:proofErr w:type="spellStart"/>
            <w:r w:rsidR="00DB2923"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="00DB2923"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B2923" w:rsidRPr="00B9409E" w14:paraId="242046CD" w14:textId="77777777" w:rsidTr="009E472C">
        <w:tc>
          <w:tcPr>
            <w:tcW w:w="2988" w:type="dxa"/>
          </w:tcPr>
          <w:p w14:paraId="688A55B9" w14:textId="77777777" w:rsidR="00DB2923" w:rsidRPr="009E472C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9E472C">
              <w:rPr>
                <w:rFonts w:cs="Arial"/>
                <w:sz w:val="20"/>
                <w:szCs w:val="20"/>
                <w:lang w:val="en-GB"/>
              </w:rPr>
              <w:lastRenderedPageBreak/>
              <w:t>ZEFIR 2</w:t>
            </w:r>
          </w:p>
        </w:tc>
        <w:tc>
          <w:tcPr>
            <w:tcW w:w="6476" w:type="dxa"/>
          </w:tcPr>
          <w:p w14:paraId="1E07965E" w14:textId="77777777" w:rsidR="00DB2923" w:rsidRPr="004219C6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5B675CB3" w14:textId="77777777" w:rsidR="003F3585" w:rsidRPr="00B9409E" w:rsidRDefault="00C43119" w:rsidP="00B9409E">
      <w:pPr>
        <w:pStyle w:val="Nagwek3"/>
      </w:pPr>
      <w:bookmarkStart w:id="54" w:name="_Toc184025163"/>
      <w:r w:rsidRPr="00B9409E">
        <w:t>Terminy</w:t>
      </w:r>
      <w:bookmarkEnd w:id="53"/>
      <w:bookmarkEnd w:id="54"/>
    </w:p>
    <w:p w14:paraId="275C2F7F" w14:textId="69243891" w:rsidR="00034C39" w:rsidRPr="00B9409E" w:rsidRDefault="00034C39" w:rsidP="00B9409E">
      <w:pPr>
        <w:pStyle w:val="Z2PodpisRysunkuTabeli"/>
      </w:pPr>
      <w:bookmarkStart w:id="55" w:name="_Toc184025131"/>
      <w:r w:rsidRPr="00B9409E">
        <w:t xml:space="preserve">Tabela </w:t>
      </w:r>
      <w:r w:rsidR="001736D4">
        <w:fldChar w:fldCharType="begin"/>
      </w:r>
      <w:r w:rsidR="001736D4">
        <w:instrText xml:space="preserve"> SEQ Tabela \* ARABIC </w:instrText>
      </w:r>
      <w:r w:rsidR="001736D4">
        <w:fldChar w:fldCharType="separate"/>
      </w:r>
      <w:r w:rsidR="00D30C73">
        <w:rPr>
          <w:noProof/>
        </w:rPr>
        <w:t>6</w:t>
      </w:r>
      <w:r w:rsidR="001736D4">
        <w:rPr>
          <w:noProof/>
        </w:rPr>
        <w:fldChar w:fldCharType="end"/>
      </w:r>
      <w:r w:rsidRPr="00B9409E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B9409E" w14:paraId="5967C52C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696E744" w14:textId="77777777" w:rsidR="00034C39" w:rsidRPr="009E472C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9E472C">
              <w:rPr>
                <w:rFonts w:ascii="Lato" w:hAnsi="Lato"/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3632E429" w14:textId="77777777" w:rsidR="00034C39" w:rsidRPr="009E472C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9E472C">
              <w:rPr>
                <w:rFonts w:ascii="Lato" w:hAnsi="Lato"/>
                <w:b/>
                <w:bCs/>
                <w:sz w:val="20"/>
                <w:szCs w:val="20"/>
              </w:rPr>
              <w:t>Definicja</w:t>
            </w:r>
          </w:p>
        </w:tc>
      </w:tr>
      <w:tr w:rsidR="00D64ACB" w:rsidRPr="00B9409E" w14:paraId="5DD68492" w14:textId="77777777" w:rsidTr="009E472C">
        <w:tc>
          <w:tcPr>
            <w:tcW w:w="2988" w:type="dxa"/>
          </w:tcPr>
          <w:p w14:paraId="7D03FF60" w14:textId="77777777" w:rsidR="00D64ACB" w:rsidRPr="004219C6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1D68F047" w14:textId="77777777" w:rsidR="00D64ACB" w:rsidRPr="004219C6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B9409E" w14:paraId="082F80A7" w14:textId="77777777" w:rsidTr="009E472C">
        <w:tc>
          <w:tcPr>
            <w:tcW w:w="2988" w:type="dxa"/>
          </w:tcPr>
          <w:p w14:paraId="09A8B866" w14:textId="77777777" w:rsidR="00D64ACB" w:rsidRPr="004219C6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28B6CEFD" w14:textId="77777777" w:rsidR="00D64ACB" w:rsidRPr="004219C6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B9409E" w14:paraId="179C486D" w14:textId="77777777" w:rsidTr="009E472C">
        <w:tc>
          <w:tcPr>
            <w:tcW w:w="2988" w:type="dxa"/>
          </w:tcPr>
          <w:p w14:paraId="216737C0" w14:textId="77777777" w:rsidR="00D64ACB" w:rsidRPr="004219C6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FD27341" w14:textId="77777777" w:rsidR="00D64ACB" w:rsidRPr="004219C6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19C6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61933FD5" w14:textId="77777777" w:rsidR="008304F5" w:rsidRPr="009E472C" w:rsidRDefault="008304F5" w:rsidP="00B9409E">
      <w:pPr>
        <w:pStyle w:val="Nagwek1"/>
        <w:rPr>
          <w:lang w:val="pl-PL"/>
        </w:rPr>
      </w:pPr>
      <w:bookmarkStart w:id="56" w:name="_Toc349568561"/>
      <w:bookmarkStart w:id="57" w:name="_Toc184025164"/>
      <w:r w:rsidRPr="009E472C">
        <w:rPr>
          <w:lang w:val="pl-PL"/>
        </w:rPr>
        <w:lastRenderedPageBreak/>
        <w:t>Zawartość merytoryczna dokumentu</w:t>
      </w:r>
      <w:bookmarkEnd w:id="56"/>
      <w:bookmarkEnd w:id="57"/>
    </w:p>
    <w:p w14:paraId="6904BE18" w14:textId="77777777" w:rsidR="00654129" w:rsidRPr="00B9409E" w:rsidRDefault="00D64ACB" w:rsidP="009E472C">
      <w:r w:rsidRPr="00B9409E">
        <w:t xml:space="preserve">Dokument zawiera </w:t>
      </w:r>
      <w:r w:rsidR="005E6523" w:rsidRPr="00B9409E">
        <w:t xml:space="preserve">definicje struktury i zawartości informacyjnej dokumentu XML (zwanej tutaj także komunikatem) </w:t>
      </w:r>
      <w:r w:rsidR="00110683" w:rsidRPr="00B9409E">
        <w:t xml:space="preserve">deklaracji </w:t>
      </w:r>
      <w:r w:rsidR="00694831" w:rsidRPr="00B9409E">
        <w:t>POG-</w:t>
      </w:r>
      <w:r w:rsidR="00D82CC2" w:rsidRPr="00B9409E">
        <w:t>5</w:t>
      </w:r>
      <w:r w:rsidR="005E6523" w:rsidRPr="00B9409E">
        <w:t>.</w:t>
      </w:r>
    </w:p>
    <w:p w14:paraId="75FD9840" w14:textId="77777777" w:rsidR="00D64ACB" w:rsidRPr="00B9409E" w:rsidRDefault="00D64ACB" w:rsidP="009E472C">
      <w:pPr>
        <w:rPr>
          <w:rFonts w:cs="Arial"/>
          <w:sz w:val="18"/>
          <w:szCs w:val="18"/>
        </w:rPr>
      </w:pPr>
      <w:r w:rsidRPr="00B9409E">
        <w:t>Struktury danych wspólne dla wszystkich zestawów u</w:t>
      </w:r>
      <w:r w:rsidR="00237AB5" w:rsidRPr="00B9409E">
        <w:t>sług zostały umieszczone w plikach</w:t>
      </w:r>
      <w:r w:rsidRPr="00B9409E">
        <w:t xml:space="preserve"> </w:t>
      </w:r>
      <w:r w:rsidR="00575B85" w:rsidRPr="00B9409E">
        <w:t>T</w:t>
      </w:r>
      <w:r w:rsidR="005B4F6C" w:rsidRPr="00B9409E">
        <w:t>ypes</w:t>
      </w:r>
      <w:r w:rsidR="00575B85" w:rsidRPr="00B9409E">
        <w:t>_Z2</w:t>
      </w:r>
      <w:r w:rsidR="005B4F6C" w:rsidRPr="00B9409E">
        <w:t xml:space="preserve">.xsd, </w:t>
      </w:r>
      <w:r w:rsidR="00575B85" w:rsidRPr="00B9409E">
        <w:t>T</w:t>
      </w:r>
      <w:r w:rsidR="00897644" w:rsidRPr="00B9409E">
        <w:t>rader</w:t>
      </w:r>
      <w:r w:rsidR="00575B85" w:rsidRPr="00B9409E">
        <w:t>_Z2</w:t>
      </w:r>
      <w:r w:rsidR="00897644" w:rsidRPr="00B9409E">
        <w:t>.xsd.</w:t>
      </w:r>
    </w:p>
    <w:p w14:paraId="1CC6C0EB" w14:textId="752E89AE" w:rsidR="00D64ACB" w:rsidRPr="00B9409E" w:rsidRDefault="00D64ACB" w:rsidP="00B9409E">
      <w:pPr>
        <w:pStyle w:val="Z2PodpisRysunkuTabeli"/>
      </w:pPr>
      <w:bookmarkStart w:id="58" w:name="_Toc348954995"/>
      <w:bookmarkStart w:id="59" w:name="_Toc184025132"/>
      <w:r w:rsidRPr="00B9409E">
        <w:t xml:space="preserve">Tabela </w:t>
      </w:r>
      <w:r w:rsidR="001736D4">
        <w:fldChar w:fldCharType="begin"/>
      </w:r>
      <w:r w:rsidR="001736D4">
        <w:instrText xml:space="preserve"> SEQ Tabela \* ARABIC </w:instrText>
      </w:r>
      <w:r w:rsidR="001736D4">
        <w:fldChar w:fldCharType="separate"/>
      </w:r>
      <w:r w:rsidR="00D30C73">
        <w:rPr>
          <w:noProof/>
        </w:rPr>
        <w:t>7</w:t>
      </w:r>
      <w:r w:rsidR="001736D4">
        <w:rPr>
          <w:noProof/>
        </w:rPr>
        <w:fldChar w:fldCharType="end"/>
      </w:r>
      <w:r w:rsidRPr="00B9409E">
        <w:t xml:space="preserve">. </w:t>
      </w:r>
      <w:r w:rsidR="00847416" w:rsidRPr="00B9409E">
        <w:t>Powiązanie plików</w:t>
      </w:r>
      <w:r w:rsidRPr="00B9409E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B9409E" w14:paraId="132F8B6C" w14:textId="77777777" w:rsidTr="009E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0FE3BFFB" w14:textId="77777777" w:rsidR="00847416" w:rsidRPr="009E472C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2F48B409" w14:textId="77777777" w:rsidR="00847416" w:rsidRPr="009E472C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9E472C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B9409E" w14:paraId="3DBC2F84" w14:textId="77777777" w:rsidTr="009E472C">
        <w:tc>
          <w:tcPr>
            <w:tcW w:w="2148" w:type="dxa"/>
          </w:tcPr>
          <w:p w14:paraId="22047305" w14:textId="77777777" w:rsidR="007B6312" w:rsidRPr="004219C6" w:rsidRDefault="00CF466E" w:rsidP="00847416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 xml:space="preserve">Types_Z2.xsd, Trader_Z2.xsd </w:t>
            </w:r>
          </w:p>
        </w:tc>
        <w:tc>
          <w:tcPr>
            <w:tcW w:w="3960" w:type="dxa"/>
          </w:tcPr>
          <w:p w14:paraId="1FBD56EB" w14:textId="77777777" w:rsidR="00847416" w:rsidRPr="004219C6" w:rsidRDefault="00847416" w:rsidP="00B51284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4219C6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B9409E" w14:paraId="0726720A" w14:textId="77777777" w:rsidTr="009E472C">
        <w:tc>
          <w:tcPr>
            <w:tcW w:w="2148" w:type="dxa"/>
          </w:tcPr>
          <w:p w14:paraId="7777B2FE" w14:textId="77777777" w:rsidR="00847416" w:rsidRPr="004219C6" w:rsidRDefault="005D7DE1" w:rsidP="00D82CC2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pog_</w:t>
            </w:r>
            <w:r w:rsidR="00D82CC2" w:rsidRPr="004219C6">
              <w:rPr>
                <w:rFonts w:cs="Arial"/>
                <w:sz w:val="20"/>
                <w:szCs w:val="20"/>
              </w:rPr>
              <w:t>5</w:t>
            </w:r>
            <w:r w:rsidR="00847416" w:rsidRPr="004219C6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461AA486" w14:textId="77777777" w:rsidR="00847416" w:rsidRPr="004219C6" w:rsidRDefault="00897644" w:rsidP="00A4737B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  <w:tr w:rsidR="00D82CC2" w:rsidRPr="00B9409E" w14:paraId="0760F6B8" w14:textId="77777777" w:rsidTr="009E472C">
        <w:tc>
          <w:tcPr>
            <w:tcW w:w="2148" w:type="dxa"/>
          </w:tcPr>
          <w:p w14:paraId="68F19670" w14:textId="77777777" w:rsidR="00D82CC2" w:rsidRPr="004219C6" w:rsidRDefault="00D82CC2" w:rsidP="00D82CC2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pog_5a.xsd,</w:t>
            </w:r>
          </w:p>
          <w:p w14:paraId="1725385B" w14:textId="77777777" w:rsidR="00D82CC2" w:rsidRPr="004219C6" w:rsidRDefault="00D82CC2" w:rsidP="00D82CC2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pog_5c.xsd,</w:t>
            </w:r>
          </w:p>
          <w:p w14:paraId="09EFC398" w14:textId="77777777" w:rsidR="00D82CC2" w:rsidRPr="004219C6" w:rsidRDefault="00D82CC2" w:rsidP="00D82CC2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pog_5d.xsd</w:t>
            </w:r>
          </w:p>
        </w:tc>
        <w:tc>
          <w:tcPr>
            <w:tcW w:w="3960" w:type="dxa"/>
          </w:tcPr>
          <w:p w14:paraId="4E2F4B1A" w14:textId="77777777" w:rsidR="00D82CC2" w:rsidRPr="004219C6" w:rsidRDefault="00D82CC2" w:rsidP="00D82CC2">
            <w:pPr>
              <w:rPr>
                <w:rFonts w:cs="Arial"/>
                <w:sz w:val="20"/>
                <w:szCs w:val="20"/>
              </w:rPr>
            </w:pPr>
            <w:r w:rsidRPr="004219C6">
              <w:rPr>
                <w:rFonts w:cs="Arial"/>
                <w:sz w:val="20"/>
                <w:szCs w:val="20"/>
              </w:rPr>
              <w:t>Struktury danych dla załączników deklaracji.</w:t>
            </w:r>
          </w:p>
        </w:tc>
      </w:tr>
    </w:tbl>
    <w:p w14:paraId="6067523B" w14:textId="77777777" w:rsidR="004E2C82" w:rsidRPr="009E472C" w:rsidRDefault="007B6312" w:rsidP="00B9409E">
      <w:pPr>
        <w:pStyle w:val="Nagwek1"/>
        <w:rPr>
          <w:lang w:val="pl-PL"/>
        </w:rPr>
      </w:pPr>
      <w:bookmarkStart w:id="60" w:name="_Toc184025165"/>
      <w:r w:rsidRPr="009E472C">
        <w:rPr>
          <w:lang w:val="pl-PL"/>
        </w:rPr>
        <w:lastRenderedPageBreak/>
        <w:t xml:space="preserve">Specyfikacja deklaracji </w:t>
      </w:r>
      <w:r w:rsidR="00674DAD" w:rsidRPr="009E472C">
        <w:rPr>
          <w:lang w:val="pl-PL"/>
        </w:rPr>
        <w:t>POG</w:t>
      </w:r>
      <w:r w:rsidR="00B77842" w:rsidRPr="009E472C">
        <w:rPr>
          <w:lang w:val="pl-PL"/>
        </w:rPr>
        <w:t>-</w:t>
      </w:r>
      <w:r w:rsidR="00ED1C93" w:rsidRPr="009E472C">
        <w:rPr>
          <w:lang w:val="pl-PL"/>
        </w:rPr>
        <w:t>5</w:t>
      </w:r>
      <w:bookmarkEnd w:id="60"/>
    </w:p>
    <w:p w14:paraId="76CA968B" w14:textId="72F17488" w:rsidR="00CA300B" w:rsidRPr="009E472C" w:rsidRDefault="00667866" w:rsidP="009E472C">
      <w:r w:rsidRPr="009E472C">
        <w:t xml:space="preserve">Struktury typu </w:t>
      </w:r>
      <w:proofErr w:type="spellStart"/>
      <w:r w:rsidR="00951C8D" w:rsidRPr="009E472C">
        <w:t>SignatureType</w:t>
      </w:r>
      <w:proofErr w:type="spellEnd"/>
      <w:r w:rsidR="006034C8" w:rsidRPr="009E472C">
        <w:t xml:space="preserve">, </w:t>
      </w:r>
      <w:proofErr w:type="spellStart"/>
      <w:r w:rsidR="009B46B3" w:rsidRPr="009E472C">
        <w:t>Z</w:t>
      </w:r>
      <w:r w:rsidR="006635FF" w:rsidRPr="009E472C">
        <w:t>Ext</w:t>
      </w:r>
      <w:r w:rsidR="009B46B3" w:rsidRPr="009E472C">
        <w:t>Statemnt</w:t>
      </w:r>
      <w:proofErr w:type="spellEnd"/>
      <w:r w:rsidR="006034C8" w:rsidRPr="009E472C">
        <w:t xml:space="preserve">, </w:t>
      </w:r>
      <w:proofErr w:type="spellStart"/>
      <w:r w:rsidR="001B7589" w:rsidRPr="009E472C">
        <w:t>ZTrader</w:t>
      </w:r>
      <w:proofErr w:type="spellEnd"/>
      <w:r w:rsidR="001B7589" w:rsidRPr="009E472C">
        <w:t>,</w:t>
      </w:r>
      <w:r w:rsidR="004E7845" w:rsidRPr="009E472C">
        <w:t xml:space="preserve"> </w:t>
      </w:r>
      <w:r w:rsidRPr="009E472C">
        <w:t>zostały zdefiniowane w dokumencie</w:t>
      </w:r>
      <w:r w:rsidR="003E224C" w:rsidRPr="009E472C">
        <w:t xml:space="preserve"> </w:t>
      </w:r>
      <w:r w:rsidR="003E224C" w:rsidRPr="009E472C">
        <w:fldChar w:fldCharType="begin"/>
      </w:r>
      <w:r w:rsidR="003E224C" w:rsidRPr="009E472C">
        <w:instrText xml:space="preserve"> REF _Ref361653747 \r \h </w:instrText>
      </w:r>
      <w:r w:rsidR="00B9409E" w:rsidRPr="009E472C">
        <w:instrText xml:space="preserve"> \* MERGEFORMAT </w:instrText>
      </w:r>
      <w:r w:rsidR="003E224C" w:rsidRPr="009E472C">
        <w:fldChar w:fldCharType="separate"/>
      </w:r>
      <w:r w:rsidR="00475C3D" w:rsidRPr="009E472C">
        <w:t>A1</w:t>
      </w:r>
      <w:r w:rsidR="003E224C" w:rsidRPr="009E472C">
        <w:fldChar w:fldCharType="end"/>
      </w:r>
      <w:r w:rsidRPr="009E472C">
        <w:t xml:space="preserve"> </w:t>
      </w:r>
      <w:r w:rsidR="00B507E4" w:rsidRPr="009E472C">
        <w:t>i</w:t>
      </w:r>
      <w:r w:rsidRPr="009E472C">
        <w:t xml:space="preserve"> nie będą tutaj szczegółowo omawiane.</w:t>
      </w:r>
    </w:p>
    <w:p w14:paraId="5F3E4F46" w14:textId="580C311C" w:rsidR="00422B63" w:rsidRDefault="00422B63" w:rsidP="00422B63">
      <w:pPr>
        <w:pStyle w:val="Legenda"/>
        <w:keepNext/>
      </w:pPr>
      <w:bookmarkStart w:id="61" w:name="_Toc184025133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8</w:t>
      </w:r>
      <w:r w:rsidR="00866410">
        <w:rPr>
          <w:noProof/>
        </w:rPr>
        <w:fldChar w:fldCharType="end"/>
      </w:r>
      <w:r>
        <w:t xml:space="preserve">. </w:t>
      </w:r>
      <w:r w:rsidRPr="00867F48">
        <w:t>Dane ogólne w ramach struktury deklaracji POG-5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  <w:tblDescription w:val="&#10;"/>
      </w:tblPr>
      <w:tblGrid>
        <w:gridCol w:w="2738"/>
        <w:gridCol w:w="6584"/>
      </w:tblGrid>
      <w:tr w:rsidR="00AE58FB" w:rsidRPr="00B9409E" w14:paraId="2BE5B8FD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83B2AF0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0EB3F3D" w14:textId="77777777" w:rsidR="00AE58FB" w:rsidRPr="00422B63" w:rsidRDefault="00DF1DA5" w:rsidP="002B3C9A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422B63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422B63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B9409E" w14:paraId="5B435452" w14:textId="77777777" w:rsidTr="005D6B30">
        <w:tc>
          <w:tcPr>
            <w:tcW w:w="2738" w:type="dxa"/>
          </w:tcPr>
          <w:p w14:paraId="26F693BC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C8E5442" w14:textId="77777777" w:rsidR="00AE58FB" w:rsidRPr="00422B63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9409E" w14:paraId="63CD2EC3" w14:textId="77777777" w:rsidTr="005D6B30">
        <w:tc>
          <w:tcPr>
            <w:tcW w:w="2738" w:type="dxa"/>
          </w:tcPr>
          <w:p w14:paraId="4106C0A8" w14:textId="77777777" w:rsidR="00AE58FB" w:rsidRPr="00422B63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B19B1F7" w14:textId="77777777" w:rsidR="00AE58FB" w:rsidRPr="00422B63" w:rsidRDefault="00AE58FB" w:rsidP="002B3C9A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0.1</w:t>
            </w:r>
          </w:p>
        </w:tc>
      </w:tr>
      <w:tr w:rsidR="00AE58FB" w:rsidRPr="00B9409E" w14:paraId="3978ABCF" w14:textId="77777777" w:rsidTr="005D6B30">
        <w:tc>
          <w:tcPr>
            <w:tcW w:w="2738" w:type="dxa"/>
          </w:tcPr>
          <w:p w14:paraId="5187ED78" w14:textId="77777777" w:rsidR="00AE58FB" w:rsidRPr="00422B63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422B63">
              <w:rPr>
                <w:rFonts w:cs="Arial"/>
                <w:sz w:val="20"/>
                <w:szCs w:val="20"/>
              </w:rPr>
              <w:t>a</w:t>
            </w:r>
            <w:r w:rsidRPr="00422B63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66ADED62" w14:textId="77777777" w:rsidR="00AE58FB" w:rsidRPr="00422B63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9409E" w14:paraId="7FD6D926" w14:textId="77777777" w:rsidTr="005D6B30">
        <w:tc>
          <w:tcPr>
            <w:tcW w:w="2738" w:type="dxa"/>
          </w:tcPr>
          <w:p w14:paraId="6563EA8E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52A38EE" w14:textId="77777777" w:rsidR="00AE58FB" w:rsidRPr="00422B63" w:rsidRDefault="009F6ED6" w:rsidP="002B3C9A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9409E" w14:paraId="566D88A9" w14:textId="77777777" w:rsidTr="005D6B30">
        <w:tc>
          <w:tcPr>
            <w:tcW w:w="2738" w:type="dxa"/>
          </w:tcPr>
          <w:p w14:paraId="70558D13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D11FEED" w14:textId="77777777" w:rsidR="00AE58FB" w:rsidRPr="00422B63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9409E" w14:paraId="5CB2E57B" w14:textId="77777777" w:rsidTr="005D6B30">
        <w:tc>
          <w:tcPr>
            <w:tcW w:w="2738" w:type="dxa"/>
          </w:tcPr>
          <w:p w14:paraId="4320AEEF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7E3E41C" w14:textId="77777777" w:rsidR="00AE58FB" w:rsidRPr="00422B63" w:rsidRDefault="00B5046C" w:rsidP="002B3C9A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9409E" w14:paraId="6DC723E3" w14:textId="77777777" w:rsidTr="005D6B30">
        <w:tc>
          <w:tcPr>
            <w:tcW w:w="2738" w:type="dxa"/>
          </w:tcPr>
          <w:p w14:paraId="561A7B52" w14:textId="77777777" w:rsidR="00AE58FB" w:rsidRPr="005D6B30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5D6B30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0F9D83F" w14:textId="4EEB51DD" w:rsidR="00B5046C" w:rsidRPr="00422B63" w:rsidRDefault="00117850" w:rsidP="00B5046C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1BE9D277" w14:textId="70ADF111" w:rsidR="00B5046C" w:rsidRPr="00422B63" w:rsidRDefault="00117850" w:rsidP="00B5046C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http://www.e-clo.pl</w:t>
            </w:r>
            <w:r w:rsidR="00B64ECA" w:rsidRPr="00422B63">
              <w:rPr>
                <w:rFonts w:cs="Arial"/>
                <w:sz w:val="20"/>
                <w:szCs w:val="20"/>
              </w:rPr>
              <w:t>/ZEFIR2/eZefir2/xsd/</w:t>
            </w:r>
            <w:r w:rsidRPr="00422B63">
              <w:rPr>
                <w:rFonts w:cs="Arial"/>
                <w:sz w:val="20"/>
                <w:szCs w:val="20"/>
              </w:rPr>
              <w:t xml:space="preserve">Types.xsd </w:t>
            </w:r>
          </w:p>
          <w:p w14:paraId="743BD015" w14:textId="6F5F031F" w:rsidR="00AE58FB" w:rsidRPr="00422B63" w:rsidRDefault="00117850" w:rsidP="00B5046C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http://www.e-clo.pl</w:t>
            </w:r>
            <w:r w:rsidR="00B64ECA" w:rsidRPr="00422B63">
              <w:rPr>
                <w:rFonts w:cs="Arial"/>
                <w:sz w:val="20"/>
                <w:szCs w:val="20"/>
              </w:rPr>
              <w:t>/ZEFIR2/eZefir2/xsd/</w:t>
            </w:r>
            <w:r w:rsidRPr="00422B63">
              <w:rPr>
                <w:rFonts w:cs="Arial"/>
                <w:sz w:val="20"/>
                <w:szCs w:val="20"/>
              </w:rPr>
              <w:t>Trader.xsd</w:t>
            </w:r>
          </w:p>
          <w:p w14:paraId="35AA9FF4" w14:textId="633A8E86" w:rsidR="00117850" w:rsidRPr="00422B63" w:rsidRDefault="00D132E1" w:rsidP="00B5046C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http://www.e-clo.pl</w:t>
            </w:r>
            <w:r w:rsidR="00B64ECA" w:rsidRPr="00422B63">
              <w:rPr>
                <w:rFonts w:cs="Arial"/>
                <w:sz w:val="20"/>
                <w:szCs w:val="20"/>
              </w:rPr>
              <w:t>/ZEFIR2/eZefir2/xsd/</w:t>
            </w:r>
            <w:r w:rsidRPr="00422B63">
              <w:rPr>
                <w:rFonts w:cs="Arial"/>
                <w:sz w:val="20"/>
                <w:szCs w:val="20"/>
              </w:rPr>
              <w:t>POG_P.xsd</w:t>
            </w:r>
            <w:r w:rsidR="00117850" w:rsidRPr="00422B6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B9409E" w14:paraId="30D7DCCA" w14:textId="77777777" w:rsidTr="005D6B30">
        <w:tc>
          <w:tcPr>
            <w:tcW w:w="2738" w:type="dxa"/>
          </w:tcPr>
          <w:p w14:paraId="0BB8A9EA" w14:textId="77777777" w:rsidR="00AE58FB" w:rsidRPr="00422B63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65B1F98" w14:textId="77777777" w:rsidR="00AE58FB" w:rsidRPr="00422B63" w:rsidRDefault="00D132E1" w:rsidP="00ED1C93">
            <w:pPr>
              <w:rPr>
                <w:rFonts w:cs="Arial"/>
                <w:sz w:val="20"/>
                <w:szCs w:val="20"/>
              </w:rPr>
            </w:pPr>
            <w:r w:rsidRPr="00422B63">
              <w:rPr>
                <w:rFonts w:cs="Arial"/>
                <w:sz w:val="20"/>
                <w:szCs w:val="20"/>
              </w:rPr>
              <w:t>pog_</w:t>
            </w:r>
            <w:r w:rsidR="00ED1C93" w:rsidRPr="00422B63">
              <w:rPr>
                <w:rFonts w:cs="Arial"/>
                <w:sz w:val="20"/>
                <w:szCs w:val="20"/>
              </w:rPr>
              <w:t>5</w:t>
            </w:r>
            <w:r w:rsidR="00AE58FB" w:rsidRPr="00422B63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3F92A40E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(POG5Type)</w:t>
      </w:r>
    </w:p>
    <w:p w14:paraId="77AC8EF0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1F495EF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ZTrader</w:t>
      </w:r>
      <w:proofErr w:type="spellEnd"/>
    </w:p>
    <w:p w14:paraId="0F28B856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28346BCC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AttachmentType</w:t>
      </w:r>
      <w:proofErr w:type="spellEnd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7E183F8E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034B319C" w14:textId="77777777" w:rsidR="005D6B30" w:rsidRPr="005D6B30" w:rsidRDefault="005D6B30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</w:t>
      </w:r>
      <w:proofErr w:type="spellStart"/>
      <w:r w:rsidRPr="005D6B30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62189757" w14:textId="1883A825" w:rsidR="006E250B" w:rsidRDefault="006E250B" w:rsidP="006E250B">
      <w:pPr>
        <w:pStyle w:val="Legenda"/>
        <w:keepNext/>
      </w:pPr>
      <w:bookmarkStart w:id="62" w:name="_Toc184025134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9</w:t>
      </w:r>
      <w:r w:rsidR="00866410">
        <w:rPr>
          <w:noProof/>
        </w:rPr>
        <w:fldChar w:fldCharType="end"/>
      </w:r>
      <w:r>
        <w:t xml:space="preserve">. </w:t>
      </w:r>
      <w:r w:rsidRPr="00885E1D">
        <w:t>Struktura elementu POG5Type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5"/>
        <w:gridCol w:w="822"/>
        <w:gridCol w:w="1942"/>
        <w:gridCol w:w="1192"/>
      </w:tblGrid>
      <w:tr w:rsidR="00793076" w:rsidRPr="00B9409E" w14:paraId="746DDB94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553A3690" w14:textId="77777777" w:rsidR="00793076" w:rsidRPr="00B9409E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5" w:type="dxa"/>
          </w:tcPr>
          <w:p w14:paraId="354C11D9" w14:textId="77777777" w:rsidR="00793076" w:rsidRPr="00B9409E" w:rsidRDefault="00793076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2" w:type="dxa"/>
          </w:tcPr>
          <w:p w14:paraId="42557C03" w14:textId="77777777" w:rsidR="00793076" w:rsidRPr="00B9409E" w:rsidRDefault="00793076" w:rsidP="00793076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2" w:type="dxa"/>
          </w:tcPr>
          <w:p w14:paraId="6483522F" w14:textId="77777777" w:rsidR="00793076" w:rsidRPr="00B9409E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CF4BFC6" w14:textId="77777777" w:rsidR="00793076" w:rsidRPr="00B9409E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93076" w:rsidRPr="00B9409E" w14:paraId="3105670A" w14:textId="77777777" w:rsidTr="005D6B30">
        <w:trPr>
          <w:trHeight w:val="213"/>
        </w:trPr>
        <w:tc>
          <w:tcPr>
            <w:tcW w:w="1733" w:type="dxa"/>
          </w:tcPr>
          <w:p w14:paraId="358DB600" w14:textId="77777777" w:rsidR="00793076" w:rsidRPr="006E250B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5" w:type="dxa"/>
          </w:tcPr>
          <w:p w14:paraId="188BF3F2" w14:textId="77777777" w:rsidR="00793076" w:rsidRPr="006E250B" w:rsidRDefault="00793076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2" w:type="dxa"/>
          </w:tcPr>
          <w:p w14:paraId="4C1A4B80" w14:textId="77777777" w:rsidR="00793076" w:rsidRPr="006E250B" w:rsidRDefault="007F5DB2" w:rsidP="00793076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27CF5D5F" w14:textId="77777777" w:rsidR="00793076" w:rsidRPr="006E250B" w:rsidRDefault="00BD081A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93DC041" w14:textId="77777777" w:rsidR="00793076" w:rsidRPr="006E250B" w:rsidRDefault="00793076" w:rsidP="007E072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93076" w:rsidRPr="00B9409E" w14:paraId="2C86F2B4" w14:textId="77777777" w:rsidTr="005D6B30">
        <w:trPr>
          <w:trHeight w:val="213"/>
        </w:trPr>
        <w:tc>
          <w:tcPr>
            <w:tcW w:w="1733" w:type="dxa"/>
          </w:tcPr>
          <w:p w14:paraId="374EB3EA" w14:textId="77777777" w:rsidR="00793076" w:rsidRPr="006E250B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365" w:type="dxa"/>
          </w:tcPr>
          <w:p w14:paraId="6158E435" w14:textId="77777777" w:rsidR="00793076" w:rsidRPr="006E250B" w:rsidRDefault="00793076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2" w:type="dxa"/>
          </w:tcPr>
          <w:p w14:paraId="2A37BB0B" w14:textId="77777777" w:rsidR="00793076" w:rsidRPr="006E250B" w:rsidRDefault="007F5DB2" w:rsidP="00793076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370F5D27" w14:textId="77777777" w:rsidR="00793076" w:rsidRPr="006E250B" w:rsidRDefault="00793076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637577EF" w14:textId="77777777" w:rsidR="00793076" w:rsidRPr="006E250B" w:rsidRDefault="00F96591" w:rsidP="007E072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</w:t>
            </w:r>
            <w:r w:rsidR="00793076" w:rsidRPr="006E250B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D081A" w:rsidRPr="00B9409E" w14:paraId="1478A906" w14:textId="77777777" w:rsidTr="005D6B30">
        <w:trPr>
          <w:trHeight w:val="213"/>
        </w:trPr>
        <w:tc>
          <w:tcPr>
            <w:tcW w:w="1733" w:type="dxa"/>
          </w:tcPr>
          <w:p w14:paraId="5019A5ED" w14:textId="77777777" w:rsidR="00BD081A" w:rsidRPr="006E250B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65" w:type="dxa"/>
          </w:tcPr>
          <w:p w14:paraId="02FF5A54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22" w:type="dxa"/>
          </w:tcPr>
          <w:p w14:paraId="19390B34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3C6F96B2" w14:textId="77777777" w:rsidR="00BD081A" w:rsidRPr="006E250B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1FF4FC1D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3EAD680" w14:textId="32FB88F5" w:rsidR="006E250B" w:rsidRDefault="006E250B" w:rsidP="006E250B">
      <w:pPr>
        <w:pStyle w:val="Legenda"/>
        <w:keepNext/>
      </w:pPr>
      <w:bookmarkStart w:id="63" w:name="_Toc184025135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10</w:t>
      </w:r>
      <w:r w:rsidR="00866410">
        <w:rPr>
          <w:noProof/>
        </w:rPr>
        <w:fldChar w:fldCharType="end"/>
      </w:r>
      <w:r>
        <w:t xml:space="preserve">. </w:t>
      </w:r>
      <w:r w:rsidRPr="00C43672">
        <w:t xml:space="preserve">Struktura elementu </w:t>
      </w:r>
      <w:proofErr w:type="spellStart"/>
      <w:r w:rsidRPr="00C43672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B9409E" w14:paraId="63B46976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85A378C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811B39A" w14:textId="77777777" w:rsidR="000C5D8A" w:rsidRPr="00B9409E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A23E832" w14:textId="77777777" w:rsidR="000C5D8A" w:rsidRPr="00B9409E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5E8FAA6B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889A60F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B9409E" w14:paraId="0F2902F4" w14:textId="77777777" w:rsidTr="005D6B30">
        <w:trPr>
          <w:trHeight w:val="213"/>
        </w:trPr>
        <w:tc>
          <w:tcPr>
            <w:tcW w:w="1788" w:type="dxa"/>
          </w:tcPr>
          <w:p w14:paraId="1B3EAFCF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481" w:type="dxa"/>
          </w:tcPr>
          <w:p w14:paraId="4EEB46CE" w14:textId="77777777" w:rsidR="000C5D8A" w:rsidRPr="006E250B" w:rsidRDefault="000C5D8A" w:rsidP="00B40D0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Pole na wprowadzenie (NIP lub PESEL lub EORI)</w:t>
            </w:r>
          </w:p>
        </w:tc>
        <w:tc>
          <w:tcPr>
            <w:tcW w:w="839" w:type="dxa"/>
          </w:tcPr>
          <w:p w14:paraId="330825ED" w14:textId="77777777" w:rsidR="000C5D8A" w:rsidRPr="006E250B" w:rsidRDefault="008F7C94" w:rsidP="00B40D0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75" w:type="dxa"/>
          </w:tcPr>
          <w:p w14:paraId="5AA3CDD0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ZIdentificatio</w:t>
            </w:r>
            <w:r w:rsidR="00687634" w:rsidRPr="006E250B">
              <w:rPr>
                <w:rStyle w:val="pole"/>
                <w:rFonts w:ascii="Lato" w:hAnsi="Lato"/>
                <w:sz w:val="20"/>
                <w:szCs w:val="20"/>
              </w:rPr>
              <w:t>n</w:t>
            </w:r>
          </w:p>
        </w:tc>
        <w:tc>
          <w:tcPr>
            <w:tcW w:w="1197" w:type="dxa"/>
          </w:tcPr>
          <w:p w14:paraId="591B80CC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B9409E" w14:paraId="12FA9ED4" w14:textId="77777777" w:rsidTr="005D6B30">
        <w:trPr>
          <w:trHeight w:val="213"/>
        </w:trPr>
        <w:tc>
          <w:tcPr>
            <w:tcW w:w="1788" w:type="dxa"/>
          </w:tcPr>
          <w:p w14:paraId="3363133F" w14:textId="77777777" w:rsidR="000C5D8A" w:rsidRPr="006E250B" w:rsidRDefault="000C5D8A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6E250B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481" w:type="dxa"/>
          </w:tcPr>
          <w:p w14:paraId="7AE63219" w14:textId="77777777" w:rsidR="000C5D8A" w:rsidRPr="006E250B" w:rsidRDefault="000C5D8A" w:rsidP="00DE6D49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Data w formacie rok i miesiąc za jaki została złożona deklaracja.</w:t>
            </w:r>
            <w:r w:rsidR="00392854" w:rsidRPr="006E250B">
              <w:rPr>
                <w:rFonts w:cs="Arial"/>
                <w:sz w:val="20"/>
                <w:szCs w:val="20"/>
              </w:rPr>
              <w:t xml:space="preserve"> </w:t>
            </w:r>
            <w:r w:rsidRPr="006E250B">
              <w:rPr>
                <w:rFonts w:cs="Arial"/>
                <w:sz w:val="20"/>
                <w:szCs w:val="20"/>
              </w:rPr>
              <w:t>Pole na wprowadzenie NIP Podatnika.</w:t>
            </w:r>
          </w:p>
        </w:tc>
        <w:tc>
          <w:tcPr>
            <w:tcW w:w="839" w:type="dxa"/>
          </w:tcPr>
          <w:p w14:paraId="6C1CDD98" w14:textId="77777777" w:rsidR="000C5D8A" w:rsidRPr="006E250B" w:rsidRDefault="008F7C94" w:rsidP="00DE6D49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1975" w:type="dxa"/>
          </w:tcPr>
          <w:p w14:paraId="2A6DFB71" w14:textId="77777777" w:rsidR="000C5D8A" w:rsidRPr="009E472C" w:rsidRDefault="006F6F9B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E472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853F531" w14:textId="3410677D" w:rsidR="000C5D8A" w:rsidRPr="009E472C" w:rsidRDefault="00BD081A" w:rsidP="00DE6D49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9E472C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B9409E" w:rsidRPr="009E472C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  <w:lang w:val="en-US"/>
              </w:rPr>
            </w:r>
            <w:r w:rsidRPr="006E250B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</w:t>
            </w:r>
            <w:r w:rsidRPr="006E250B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r w:rsidR="00AB1B78" w:rsidRPr="009E472C">
              <w:rPr>
                <w:rFonts w:cs="Arial"/>
                <w:sz w:val="20"/>
                <w:szCs w:val="20"/>
              </w:rPr>
              <w:t>,R16</w:t>
            </w:r>
          </w:p>
        </w:tc>
        <w:tc>
          <w:tcPr>
            <w:tcW w:w="1197" w:type="dxa"/>
          </w:tcPr>
          <w:p w14:paraId="27F23C28" w14:textId="77777777" w:rsidR="000C5D8A" w:rsidRPr="006E250B" w:rsidRDefault="000C5D8A" w:rsidP="00DE6D49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66055" w:rsidRPr="00B9409E" w14:paraId="76D52F55" w14:textId="77777777" w:rsidTr="005D6B30">
        <w:trPr>
          <w:trHeight w:val="213"/>
        </w:trPr>
        <w:tc>
          <w:tcPr>
            <w:tcW w:w="1788" w:type="dxa"/>
          </w:tcPr>
          <w:p w14:paraId="33ABEBC1" w14:textId="77777777" w:rsidR="00466055" w:rsidRPr="006E250B" w:rsidRDefault="00466055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customsOffice</w:t>
            </w:r>
          </w:p>
        </w:tc>
        <w:tc>
          <w:tcPr>
            <w:tcW w:w="3481" w:type="dxa"/>
          </w:tcPr>
          <w:p w14:paraId="6580228D" w14:textId="77777777" w:rsidR="00466055" w:rsidRPr="006E250B" w:rsidRDefault="00466055" w:rsidP="00F675F2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Urząd skarbowy, do którego adresowana jest deklaracja.</w:t>
            </w:r>
          </w:p>
          <w:p w14:paraId="7FBA7A73" w14:textId="77777777" w:rsidR="00466055" w:rsidRPr="006E250B" w:rsidRDefault="00466055" w:rsidP="00F675F2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Zgodny ze słownikiem </w:t>
            </w:r>
            <w:r w:rsidR="00EE5350" w:rsidRPr="006E250B">
              <w:rPr>
                <w:rFonts w:cs="Arial"/>
                <w:sz w:val="20"/>
                <w:szCs w:val="20"/>
              </w:rPr>
              <w:t>3090</w:t>
            </w:r>
            <w:r w:rsidRPr="006E250B">
              <w:rPr>
                <w:rFonts w:cs="Arial"/>
                <w:sz w:val="20"/>
                <w:szCs w:val="20"/>
              </w:rPr>
              <w:t>, dostępnym pod adresem:</w:t>
            </w:r>
          </w:p>
          <w:p w14:paraId="2FF877F4" w14:textId="77777777" w:rsidR="00466055" w:rsidRPr="006E250B" w:rsidRDefault="00466055" w:rsidP="00F675F2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EE5350" w:rsidRPr="006E250B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39" w:type="dxa"/>
          </w:tcPr>
          <w:p w14:paraId="6A1E8DF3" w14:textId="77777777" w:rsidR="00466055" w:rsidRPr="006E250B" w:rsidRDefault="00466055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6, 7</w:t>
            </w:r>
          </w:p>
        </w:tc>
        <w:tc>
          <w:tcPr>
            <w:tcW w:w="1975" w:type="dxa"/>
          </w:tcPr>
          <w:p w14:paraId="313899F7" w14:textId="77777777" w:rsidR="00466055" w:rsidRPr="006E250B" w:rsidRDefault="00466055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ZCustomsOffice</w:t>
            </w:r>
          </w:p>
        </w:tc>
        <w:tc>
          <w:tcPr>
            <w:tcW w:w="1197" w:type="dxa"/>
          </w:tcPr>
          <w:p w14:paraId="637767C7" w14:textId="77777777" w:rsidR="00466055" w:rsidRPr="006E250B" w:rsidRDefault="00466055" w:rsidP="00DE6D49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B9409E" w14:paraId="625CD9A2" w14:textId="77777777" w:rsidTr="005D6B30">
        <w:trPr>
          <w:trHeight w:val="213"/>
        </w:trPr>
        <w:tc>
          <w:tcPr>
            <w:tcW w:w="1788" w:type="dxa"/>
          </w:tcPr>
          <w:p w14:paraId="6B85BB40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6E250B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65"/>
          </w:p>
        </w:tc>
        <w:tc>
          <w:tcPr>
            <w:tcW w:w="3481" w:type="dxa"/>
          </w:tcPr>
          <w:p w14:paraId="046D6B55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39" w:type="dxa"/>
          </w:tcPr>
          <w:p w14:paraId="74BB50B3" w14:textId="77777777" w:rsidR="000C5D8A" w:rsidRPr="006E250B" w:rsidRDefault="008F7C94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75" w:type="dxa"/>
          </w:tcPr>
          <w:p w14:paraId="5113E567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03547C5C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R</w:t>
            </w:r>
            <w:r w:rsidR="000105C2" w:rsidRPr="006E250B">
              <w:rPr>
                <w:rStyle w:val="pole"/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14:paraId="5B338407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B9409E" w14:paraId="4910C20D" w14:textId="77777777" w:rsidTr="005D6B30">
        <w:trPr>
          <w:trHeight w:val="213"/>
        </w:trPr>
        <w:tc>
          <w:tcPr>
            <w:tcW w:w="1788" w:type="dxa"/>
          </w:tcPr>
          <w:p w14:paraId="1F160B92" w14:textId="77777777" w:rsidR="00594CFB" w:rsidRPr="006E250B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481" w:type="dxa"/>
          </w:tcPr>
          <w:p w14:paraId="2BC6B336" w14:textId="77777777" w:rsidR="00594CFB" w:rsidRPr="006E250B" w:rsidRDefault="00594CFB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39" w:type="dxa"/>
          </w:tcPr>
          <w:p w14:paraId="00D5E9ED" w14:textId="77777777" w:rsidR="00594CFB" w:rsidRPr="006E250B" w:rsidRDefault="00594CFB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297BCB44" w14:textId="77777777" w:rsidR="00594CFB" w:rsidRPr="006E250B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0D31C2F4" w14:textId="77777777" w:rsidR="00594CFB" w:rsidRPr="006E250B" w:rsidRDefault="00594CFB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B9409E" w14:paraId="5795CCF8" w14:textId="77777777" w:rsidTr="005D6B30">
        <w:trPr>
          <w:trHeight w:val="213"/>
        </w:trPr>
        <w:tc>
          <w:tcPr>
            <w:tcW w:w="1788" w:type="dxa"/>
          </w:tcPr>
          <w:p w14:paraId="22F13FC8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lastRenderedPageBreak/>
              <w:t>justification</w:t>
            </w:r>
          </w:p>
        </w:tc>
        <w:tc>
          <w:tcPr>
            <w:tcW w:w="3481" w:type="dxa"/>
          </w:tcPr>
          <w:p w14:paraId="1C28AFBA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5FEA44C4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395CF702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3E7CDF78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B9409E" w14:paraId="3DD9ED58" w14:textId="77777777" w:rsidTr="005D6B30">
        <w:trPr>
          <w:trHeight w:val="213"/>
        </w:trPr>
        <w:tc>
          <w:tcPr>
            <w:tcW w:w="1788" w:type="dxa"/>
          </w:tcPr>
          <w:p w14:paraId="28E51FC9" w14:textId="77777777" w:rsidR="00594CFB" w:rsidRPr="006E250B" w:rsidRDefault="00D8374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481" w:type="dxa"/>
          </w:tcPr>
          <w:p w14:paraId="790125C0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Numer REGON</w:t>
            </w:r>
          </w:p>
        </w:tc>
        <w:tc>
          <w:tcPr>
            <w:tcW w:w="839" w:type="dxa"/>
          </w:tcPr>
          <w:p w14:paraId="3C123EBF" w14:textId="77777777" w:rsidR="00594CFB" w:rsidRPr="006E250B" w:rsidRDefault="00D8374B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975" w:type="dxa"/>
          </w:tcPr>
          <w:p w14:paraId="22FDF2F1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ZNrR</w:t>
            </w:r>
            <w:r w:rsidR="00A012EA" w:rsidRPr="006E250B">
              <w:rPr>
                <w:rStyle w:val="pole"/>
                <w:rFonts w:ascii="Lato" w:hAnsi="Lato"/>
                <w:sz w:val="20"/>
                <w:szCs w:val="20"/>
              </w:rPr>
              <w:t>egon</w:t>
            </w:r>
          </w:p>
        </w:tc>
        <w:tc>
          <w:tcPr>
            <w:tcW w:w="1197" w:type="dxa"/>
          </w:tcPr>
          <w:p w14:paraId="035DBAF5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B9409E" w14:paraId="68145155" w14:textId="77777777" w:rsidTr="005D6B30">
        <w:trPr>
          <w:trHeight w:val="213"/>
        </w:trPr>
        <w:tc>
          <w:tcPr>
            <w:tcW w:w="1788" w:type="dxa"/>
          </w:tcPr>
          <w:p w14:paraId="6C73267A" w14:textId="77777777" w:rsidR="00594CFB" w:rsidRPr="006E250B" w:rsidRDefault="00D8374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pesel</w:t>
            </w:r>
          </w:p>
        </w:tc>
        <w:tc>
          <w:tcPr>
            <w:tcW w:w="3481" w:type="dxa"/>
          </w:tcPr>
          <w:p w14:paraId="18980A89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Numer P</w:t>
            </w:r>
            <w:r w:rsidR="00FC7002" w:rsidRPr="006E250B">
              <w:rPr>
                <w:rFonts w:cs="Arial"/>
                <w:sz w:val="20"/>
                <w:szCs w:val="20"/>
              </w:rPr>
              <w:t>ESEL</w:t>
            </w:r>
          </w:p>
        </w:tc>
        <w:tc>
          <w:tcPr>
            <w:tcW w:w="839" w:type="dxa"/>
          </w:tcPr>
          <w:p w14:paraId="1BD8F91F" w14:textId="77777777" w:rsidR="00594CFB" w:rsidRPr="006E250B" w:rsidRDefault="00D8374B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975" w:type="dxa"/>
          </w:tcPr>
          <w:p w14:paraId="6DD9DB72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ZP</w:t>
            </w:r>
            <w:r w:rsidR="00A012EA" w:rsidRPr="006E250B">
              <w:rPr>
                <w:rStyle w:val="pole"/>
                <w:rFonts w:ascii="Lato" w:hAnsi="Lato"/>
                <w:sz w:val="20"/>
                <w:szCs w:val="20"/>
              </w:rPr>
              <w:t>esel</w:t>
            </w:r>
          </w:p>
        </w:tc>
        <w:tc>
          <w:tcPr>
            <w:tcW w:w="1197" w:type="dxa"/>
          </w:tcPr>
          <w:p w14:paraId="59C4A5AA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B9409E" w14:paraId="514EB141" w14:textId="77777777" w:rsidTr="005D6B30">
        <w:trPr>
          <w:trHeight w:val="213"/>
        </w:trPr>
        <w:tc>
          <w:tcPr>
            <w:tcW w:w="1788" w:type="dxa"/>
          </w:tcPr>
          <w:p w14:paraId="6E811D44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6E250B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481" w:type="dxa"/>
          </w:tcPr>
          <w:p w14:paraId="6A4CAF6A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839" w:type="dxa"/>
          </w:tcPr>
          <w:p w14:paraId="1AF25D23" w14:textId="77777777" w:rsidR="00594CFB" w:rsidRPr="006E250B" w:rsidRDefault="006C4316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75" w:type="dxa"/>
          </w:tcPr>
          <w:p w14:paraId="5EEBC335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90EE3" w:rsidRPr="006E250B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</w:p>
          <w:p w14:paraId="15ACAAA3" w14:textId="745EF768" w:rsidR="000105C2" w:rsidRPr="006E250B" w:rsidRDefault="00187BA0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R3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1AF5A6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B9409E" w14:paraId="54174A78" w14:textId="77777777" w:rsidTr="005D6B30">
        <w:trPr>
          <w:trHeight w:val="213"/>
        </w:trPr>
        <w:tc>
          <w:tcPr>
            <w:tcW w:w="1788" w:type="dxa"/>
          </w:tcPr>
          <w:p w14:paraId="52F2DD2F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481" w:type="dxa"/>
          </w:tcPr>
          <w:p w14:paraId="4A1C345B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Rozliczenie kwot podatku</w:t>
            </w:r>
          </w:p>
        </w:tc>
        <w:tc>
          <w:tcPr>
            <w:tcW w:w="839" w:type="dxa"/>
          </w:tcPr>
          <w:p w14:paraId="3711708F" w14:textId="77777777" w:rsidR="00594CFB" w:rsidRPr="006E250B" w:rsidRDefault="002F39D3" w:rsidP="000C5D8A">
            <w:pPr>
              <w:rPr>
                <w:rFonts w:cs="Arial"/>
                <w:sz w:val="20"/>
                <w:szCs w:val="20"/>
                <w:lang w:val="en-US"/>
              </w:rPr>
            </w:pPr>
            <w:r w:rsidRPr="006E250B">
              <w:rPr>
                <w:rFonts w:cs="Arial"/>
                <w:sz w:val="20"/>
                <w:szCs w:val="20"/>
                <w:lang w:val="en-US"/>
              </w:rPr>
              <w:t>D, E</w:t>
            </w:r>
          </w:p>
        </w:tc>
        <w:tc>
          <w:tcPr>
            <w:tcW w:w="1975" w:type="dxa"/>
          </w:tcPr>
          <w:p w14:paraId="3317EE33" w14:textId="77777777" w:rsidR="00594CFB" w:rsidRPr="006E250B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475C3D" w:rsidRPr="006E250B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19E29C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B9409E" w14:paraId="1283F820" w14:textId="77777777" w:rsidTr="005D6B30">
        <w:trPr>
          <w:trHeight w:val="213"/>
        </w:trPr>
        <w:tc>
          <w:tcPr>
            <w:tcW w:w="1788" w:type="dxa"/>
          </w:tcPr>
          <w:p w14:paraId="1C90C898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Attachment</w:t>
            </w:r>
          </w:p>
        </w:tc>
        <w:tc>
          <w:tcPr>
            <w:tcW w:w="3481" w:type="dxa"/>
          </w:tcPr>
          <w:p w14:paraId="796C3161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Informacje o załącznikach</w:t>
            </w:r>
          </w:p>
        </w:tc>
        <w:tc>
          <w:tcPr>
            <w:tcW w:w="839" w:type="dxa"/>
          </w:tcPr>
          <w:p w14:paraId="46AF3EFD" w14:textId="77777777" w:rsidR="00594CFB" w:rsidRPr="006E250B" w:rsidRDefault="002F39D3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4C10475A" w14:textId="77777777" w:rsidR="00594CFB" w:rsidRPr="006E250B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AttachmentType 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AttachmentType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8E2090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B9409E" w14:paraId="5DF2BCD8" w14:textId="77777777" w:rsidTr="005D6B30">
        <w:trPr>
          <w:trHeight w:val="213"/>
        </w:trPr>
        <w:tc>
          <w:tcPr>
            <w:tcW w:w="1788" w:type="dxa"/>
          </w:tcPr>
          <w:p w14:paraId="6BD2A5DC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481" w:type="dxa"/>
          </w:tcPr>
          <w:p w14:paraId="0B31D8A5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39" w:type="dxa"/>
          </w:tcPr>
          <w:p w14:paraId="1250DED4" w14:textId="77777777" w:rsidR="00594CFB" w:rsidRPr="006E250B" w:rsidRDefault="002F39D3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F</w:t>
            </w:r>
          </w:p>
        </w:tc>
        <w:tc>
          <w:tcPr>
            <w:tcW w:w="1975" w:type="dxa"/>
          </w:tcPr>
          <w:p w14:paraId="438116EC" w14:textId="77777777" w:rsidR="00594CFB" w:rsidRPr="006E250B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8435D" w:rsidRPr="006E250B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6E250B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4A594682" w14:textId="77777777" w:rsidR="00594CFB" w:rsidRPr="006E250B" w:rsidRDefault="00594CFB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D081A" w:rsidRPr="00B9409E" w14:paraId="016701FB" w14:textId="77777777" w:rsidTr="005D6B30">
        <w:trPr>
          <w:trHeight w:val="213"/>
        </w:trPr>
        <w:tc>
          <w:tcPr>
            <w:tcW w:w="1788" w:type="dxa"/>
          </w:tcPr>
          <w:p w14:paraId="44439F95" w14:textId="77777777" w:rsidR="00BD081A" w:rsidRPr="006E250B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481" w:type="dxa"/>
          </w:tcPr>
          <w:p w14:paraId="714DED4B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39" w:type="dxa"/>
          </w:tcPr>
          <w:p w14:paraId="5595521A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C7B9306" w14:textId="77777777" w:rsidR="00BD081A" w:rsidRPr="006E250B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0BC43662" w14:textId="77777777" w:rsidR="00BD081A" w:rsidRPr="006E250B" w:rsidRDefault="00BD081A" w:rsidP="00BD081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E1AB4B5" w14:textId="08D919B4" w:rsidR="006E250B" w:rsidRDefault="006E250B" w:rsidP="006E250B">
      <w:pPr>
        <w:pStyle w:val="Legenda"/>
        <w:keepNext/>
      </w:pPr>
      <w:bookmarkStart w:id="67" w:name="_Toc184025136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11</w:t>
      </w:r>
      <w:r w:rsidR="00866410">
        <w:rPr>
          <w:noProof/>
        </w:rPr>
        <w:fldChar w:fldCharType="end"/>
      </w:r>
      <w:r>
        <w:t xml:space="preserve">. </w:t>
      </w:r>
      <w:r w:rsidRPr="002D0219">
        <w:t xml:space="preserve">Struktura elementu </w:t>
      </w:r>
      <w:proofErr w:type="spellStart"/>
      <w:r w:rsidRPr="002D0219">
        <w:t>AmountPayableType</w:t>
      </w:r>
      <w:bookmarkEnd w:id="6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B9409E" w14:paraId="5F2D9D92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AFB10AB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3CBB5413" w14:textId="77777777" w:rsidR="000C5D8A" w:rsidRPr="00B9409E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799542BA" w14:textId="77777777" w:rsidR="000C5D8A" w:rsidRPr="00B9409E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6E2DD400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F2AFCB5" w14:textId="77777777" w:rsidR="000C5D8A" w:rsidRPr="00B9409E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B9409E" w14:paraId="34D4A129" w14:textId="77777777" w:rsidTr="005D6B30">
        <w:trPr>
          <w:trHeight w:val="213"/>
        </w:trPr>
        <w:tc>
          <w:tcPr>
            <w:tcW w:w="1788" w:type="dxa"/>
          </w:tcPr>
          <w:p w14:paraId="7402C094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amountPog5a"/>
            <w:r w:rsidRPr="006E250B">
              <w:rPr>
                <w:rStyle w:val="pole"/>
                <w:rFonts w:ascii="Lato" w:hAnsi="Lato"/>
                <w:sz w:val="20"/>
                <w:szCs w:val="20"/>
              </w:rPr>
              <w:t>amountPog5a</w:t>
            </w:r>
            <w:bookmarkEnd w:id="68"/>
          </w:p>
        </w:tc>
        <w:tc>
          <w:tcPr>
            <w:tcW w:w="3481" w:type="dxa"/>
          </w:tcPr>
          <w:p w14:paraId="28A2E61A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Kwota podatku od gier stanowiąca przeniesienie z pola 42 formularza POG-5/A lub stanowiąca sumę z tych pól jeśli złożono więcej formularzy POG-5/A.</w:t>
            </w:r>
          </w:p>
        </w:tc>
        <w:tc>
          <w:tcPr>
            <w:tcW w:w="839" w:type="dxa"/>
          </w:tcPr>
          <w:p w14:paraId="0C624280" w14:textId="77777777" w:rsidR="000C5D8A" w:rsidRPr="006E250B" w:rsidRDefault="007006B4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1975" w:type="dxa"/>
          </w:tcPr>
          <w:p w14:paraId="309DCDD1" w14:textId="77777777" w:rsidR="00180F0B" w:rsidRPr="006E250B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30ED8FF0" w14:textId="7A46382E" w:rsidR="000C5D8A" w:rsidRPr="006E250B" w:rsidRDefault="00187BA0" w:rsidP="00187BA0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R12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B7A8D4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B9409E" w14:paraId="06B81C4B" w14:textId="77777777" w:rsidTr="005D6B30">
        <w:trPr>
          <w:trHeight w:val="213"/>
        </w:trPr>
        <w:tc>
          <w:tcPr>
            <w:tcW w:w="1788" w:type="dxa"/>
          </w:tcPr>
          <w:p w14:paraId="5C377B0F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amountPog5c"/>
            <w:r w:rsidRPr="006E250B">
              <w:rPr>
                <w:rStyle w:val="pole"/>
                <w:rFonts w:ascii="Lato" w:hAnsi="Lato"/>
                <w:sz w:val="20"/>
                <w:szCs w:val="20"/>
              </w:rPr>
              <w:t>amountPog5c</w:t>
            </w:r>
            <w:bookmarkEnd w:id="69"/>
          </w:p>
        </w:tc>
        <w:tc>
          <w:tcPr>
            <w:tcW w:w="3481" w:type="dxa"/>
          </w:tcPr>
          <w:p w14:paraId="5778CE22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Kwota podatku od gier stanowiąca przeniesienie z pola 42 formularza POG-5/C lub stanowiąca sumę z tych pól jeśli złożono więcej formularzy POG-5/C.</w:t>
            </w:r>
          </w:p>
        </w:tc>
        <w:tc>
          <w:tcPr>
            <w:tcW w:w="839" w:type="dxa"/>
          </w:tcPr>
          <w:p w14:paraId="5088C677" w14:textId="77777777" w:rsidR="000C5D8A" w:rsidRPr="006E250B" w:rsidRDefault="007006B4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1975" w:type="dxa"/>
          </w:tcPr>
          <w:p w14:paraId="2A32B473" w14:textId="77777777" w:rsidR="000C5D8A" w:rsidRPr="006E250B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64164DC" w14:textId="72E63006" w:rsidR="000C5D8A" w:rsidRPr="006E250B" w:rsidRDefault="00187BA0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R13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C737E5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B9409E" w14:paraId="68D1F422" w14:textId="77777777" w:rsidTr="005D6B30">
        <w:trPr>
          <w:trHeight w:val="213"/>
        </w:trPr>
        <w:tc>
          <w:tcPr>
            <w:tcW w:w="1788" w:type="dxa"/>
          </w:tcPr>
          <w:p w14:paraId="60222364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Pog5d"/>
            <w:r w:rsidRPr="006E250B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amountPog5d</w:t>
            </w:r>
            <w:bookmarkEnd w:id="70"/>
          </w:p>
        </w:tc>
        <w:tc>
          <w:tcPr>
            <w:tcW w:w="3481" w:type="dxa"/>
          </w:tcPr>
          <w:p w14:paraId="18B48B5F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Kwota podatku od gier stanowiąca przeniesienie z pola 19 formularza POG-5/D lub stanowiąca sumę z tych pól jeśli złożono więcej formularzy POG-5/D.</w:t>
            </w:r>
          </w:p>
        </w:tc>
        <w:tc>
          <w:tcPr>
            <w:tcW w:w="839" w:type="dxa"/>
          </w:tcPr>
          <w:p w14:paraId="61537F65" w14:textId="77777777" w:rsidR="000C5D8A" w:rsidRPr="006E250B" w:rsidRDefault="007006B4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1975" w:type="dxa"/>
          </w:tcPr>
          <w:p w14:paraId="5B4B3542" w14:textId="77777777" w:rsidR="000C5D8A" w:rsidRPr="006E250B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F471092" w14:textId="03CD4501" w:rsidR="000C5D8A" w:rsidRPr="006E250B" w:rsidRDefault="00187BA0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R14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453AAF3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B9409E" w14:paraId="415BD252" w14:textId="77777777" w:rsidTr="005D6B30">
        <w:trPr>
          <w:trHeight w:val="213"/>
        </w:trPr>
        <w:tc>
          <w:tcPr>
            <w:tcW w:w="1788" w:type="dxa"/>
          </w:tcPr>
          <w:p w14:paraId="598F9D9B" w14:textId="77777777" w:rsidR="000C5D8A" w:rsidRPr="006E250B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totalExciseDuties"/>
            <w:r w:rsidRPr="006E250B">
              <w:rPr>
                <w:rStyle w:val="pole"/>
                <w:rFonts w:ascii="Lato" w:hAnsi="Lato"/>
                <w:sz w:val="20"/>
                <w:szCs w:val="20"/>
              </w:rPr>
              <w:t>totalExciseDuties</w:t>
            </w:r>
            <w:bookmarkEnd w:id="71"/>
          </w:p>
        </w:tc>
        <w:tc>
          <w:tcPr>
            <w:tcW w:w="3481" w:type="dxa"/>
          </w:tcPr>
          <w:p w14:paraId="759E3AAB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Suma kwot podatku od gier z wszystkich załączników (POG-5/A, POG-5/C i POG-5/D)</w:t>
            </w:r>
          </w:p>
        </w:tc>
        <w:tc>
          <w:tcPr>
            <w:tcW w:w="839" w:type="dxa"/>
          </w:tcPr>
          <w:p w14:paraId="523D9985" w14:textId="77777777" w:rsidR="000C5D8A" w:rsidRPr="006E250B" w:rsidRDefault="007006B4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1975" w:type="dxa"/>
          </w:tcPr>
          <w:p w14:paraId="203776A2" w14:textId="77777777" w:rsidR="000C5D8A" w:rsidRPr="006E250B" w:rsidRDefault="0046217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0ACEED3C" w14:textId="74DCDD59" w:rsidR="000C5D8A" w:rsidRPr="006E250B" w:rsidRDefault="00187BA0" w:rsidP="00187BA0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R8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R8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6FDC1B" w14:textId="77777777" w:rsidR="000C5D8A" w:rsidRPr="006E250B" w:rsidRDefault="000C5D8A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D71B0" w:rsidRPr="00B9409E" w14:paraId="23F92D25" w14:textId="77777777" w:rsidTr="005D6B30">
        <w:trPr>
          <w:trHeight w:val="213"/>
        </w:trPr>
        <w:tc>
          <w:tcPr>
            <w:tcW w:w="1788" w:type="dxa"/>
          </w:tcPr>
          <w:p w14:paraId="7AA07DCF" w14:textId="77777777" w:rsidR="00DD71B0" w:rsidRPr="006E250B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excessContributSettlementOfPrevDecl</w:t>
            </w:r>
          </w:p>
        </w:tc>
        <w:tc>
          <w:tcPr>
            <w:tcW w:w="3481" w:type="dxa"/>
          </w:tcPr>
          <w:p w14:paraId="7A076F39" w14:textId="77777777" w:rsidR="00DD71B0" w:rsidRPr="006E250B" w:rsidRDefault="00ED2E93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Nadpłata wpłat </w:t>
            </w:r>
            <w:r w:rsidR="00DD71B0" w:rsidRPr="006E250B">
              <w:rPr>
                <w:rFonts w:cs="Arial"/>
                <w:sz w:val="20"/>
                <w:szCs w:val="20"/>
              </w:rPr>
              <w:t>dziennych z ostatnio złożonej deklaracji.</w:t>
            </w:r>
          </w:p>
        </w:tc>
        <w:tc>
          <w:tcPr>
            <w:tcW w:w="839" w:type="dxa"/>
          </w:tcPr>
          <w:p w14:paraId="0A42D5D2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975" w:type="dxa"/>
          </w:tcPr>
          <w:p w14:paraId="4111935C" w14:textId="77777777" w:rsidR="00DD71B0" w:rsidRPr="006E250B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6E250B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5A4F017E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B9409E" w14:paraId="7CD75A9E" w14:textId="77777777" w:rsidTr="005D6B30">
        <w:trPr>
          <w:trHeight w:val="213"/>
        </w:trPr>
        <w:tc>
          <w:tcPr>
            <w:tcW w:w="1788" w:type="dxa"/>
          </w:tcPr>
          <w:p w14:paraId="2945AD46" w14:textId="77777777" w:rsidR="00DD71B0" w:rsidRPr="006E250B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amountOfPaymentsDaily"/>
            <w:r w:rsidRPr="006E250B">
              <w:rPr>
                <w:rStyle w:val="pole"/>
                <w:rFonts w:ascii="Lato" w:hAnsi="Lato"/>
                <w:sz w:val="20"/>
                <w:szCs w:val="20"/>
              </w:rPr>
              <w:t>amountOfPaymentsDaily</w:t>
            </w:r>
            <w:bookmarkEnd w:id="72"/>
          </w:p>
        </w:tc>
        <w:tc>
          <w:tcPr>
            <w:tcW w:w="3481" w:type="dxa"/>
          </w:tcPr>
          <w:p w14:paraId="71151F2F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Wpłaty dzienne</w:t>
            </w:r>
          </w:p>
        </w:tc>
        <w:tc>
          <w:tcPr>
            <w:tcW w:w="839" w:type="dxa"/>
          </w:tcPr>
          <w:p w14:paraId="525A3639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1975" w:type="dxa"/>
          </w:tcPr>
          <w:p w14:paraId="69DF1520" w14:textId="77777777" w:rsidR="00DD71B0" w:rsidRPr="006E250B" w:rsidRDefault="00462170" w:rsidP="006B06C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E3A6676" w14:textId="5824A30E" w:rsidR="00DD71B0" w:rsidRPr="006E250B" w:rsidRDefault="00187BA0" w:rsidP="00187BA0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R9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R9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1797DAF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B9409E" w14:paraId="586B8E0E" w14:textId="77777777" w:rsidTr="005D6B30">
        <w:trPr>
          <w:trHeight w:val="213"/>
        </w:trPr>
        <w:tc>
          <w:tcPr>
            <w:tcW w:w="1788" w:type="dxa"/>
          </w:tcPr>
          <w:p w14:paraId="6CBC5A81" w14:textId="77777777" w:rsidR="00DD71B0" w:rsidRPr="006E250B" w:rsidRDefault="00DD71B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3" w:name="toPay"/>
            <w:r w:rsidRPr="006E250B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3"/>
          </w:p>
        </w:tc>
        <w:tc>
          <w:tcPr>
            <w:tcW w:w="3481" w:type="dxa"/>
          </w:tcPr>
          <w:p w14:paraId="10E8F17D" w14:textId="77777777" w:rsidR="00DD71B0" w:rsidRPr="006E250B" w:rsidRDefault="00DD71B0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Kwota do zapłaty</w:t>
            </w:r>
          </w:p>
        </w:tc>
        <w:tc>
          <w:tcPr>
            <w:tcW w:w="839" w:type="dxa"/>
          </w:tcPr>
          <w:p w14:paraId="53850E2B" w14:textId="77777777" w:rsidR="00DD71B0" w:rsidRPr="006E250B" w:rsidRDefault="00DD71B0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975" w:type="dxa"/>
          </w:tcPr>
          <w:p w14:paraId="327D6595" w14:textId="77777777" w:rsidR="00DD71B0" w:rsidRPr="006E250B" w:rsidRDefault="00462170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FAED66E" w14:textId="10903684" w:rsidR="00DD71B0" w:rsidRPr="006E250B" w:rsidRDefault="00187BA0" w:rsidP="00187BA0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R10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R10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164F082" w14:textId="77777777" w:rsidR="00DD71B0" w:rsidRPr="006E250B" w:rsidRDefault="00DD71B0" w:rsidP="005D7ED5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B9409E" w14:paraId="09FFE998" w14:textId="77777777" w:rsidTr="005D6B30">
        <w:trPr>
          <w:trHeight w:val="213"/>
        </w:trPr>
        <w:tc>
          <w:tcPr>
            <w:tcW w:w="1788" w:type="dxa"/>
          </w:tcPr>
          <w:p w14:paraId="31359F54" w14:textId="77777777" w:rsidR="00DD71B0" w:rsidRPr="006E250B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excess</w:t>
            </w:r>
            <w:r w:rsidR="00BD081A" w:rsidRPr="006E250B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6E250B">
              <w:rPr>
                <w:rStyle w:val="pole"/>
                <w:rFonts w:ascii="Lato" w:hAnsi="Lato"/>
                <w:sz w:val="20"/>
                <w:szCs w:val="20"/>
              </w:rPr>
              <w:t>Contribut</w:t>
            </w:r>
            <w:r w:rsidR="00BD081A" w:rsidRPr="006E250B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6E250B">
              <w:rPr>
                <w:rStyle w:val="pole"/>
                <w:rFonts w:ascii="Lato" w:hAnsi="Lato"/>
                <w:sz w:val="20"/>
                <w:szCs w:val="20"/>
              </w:rPr>
              <w:t>Settlement</w:t>
            </w:r>
          </w:p>
        </w:tc>
        <w:tc>
          <w:tcPr>
            <w:tcW w:w="3481" w:type="dxa"/>
          </w:tcPr>
          <w:p w14:paraId="712E3719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Nadpłata wpłat dziennych do rozliczenia</w:t>
            </w:r>
          </w:p>
        </w:tc>
        <w:tc>
          <w:tcPr>
            <w:tcW w:w="839" w:type="dxa"/>
          </w:tcPr>
          <w:p w14:paraId="1504B544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1975" w:type="dxa"/>
          </w:tcPr>
          <w:p w14:paraId="70AABCDB" w14:textId="77777777" w:rsidR="00DD71B0" w:rsidRPr="006E250B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E250B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6E250B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611BFE84" w14:textId="77777777" w:rsidR="00DD71B0" w:rsidRPr="006E250B" w:rsidRDefault="00DD71B0" w:rsidP="006B06C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0083ED3B" w14:textId="04D0E657" w:rsidR="006E250B" w:rsidRDefault="006E250B" w:rsidP="006E250B">
      <w:pPr>
        <w:pStyle w:val="Legenda"/>
        <w:keepNext/>
      </w:pPr>
      <w:bookmarkStart w:id="74" w:name="_Toc184025137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12</w:t>
      </w:r>
      <w:r w:rsidR="00866410">
        <w:rPr>
          <w:noProof/>
        </w:rPr>
        <w:fldChar w:fldCharType="end"/>
      </w:r>
      <w:r>
        <w:t xml:space="preserve">. </w:t>
      </w:r>
      <w:r w:rsidRPr="00DD39BB">
        <w:t xml:space="preserve">Struktura elementu </w:t>
      </w:r>
      <w:proofErr w:type="spellStart"/>
      <w:r w:rsidRPr="00DD39BB">
        <w:t>AttachmentType</w:t>
      </w:r>
      <w:bookmarkEnd w:id="7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B9409E" w14:paraId="4D43B673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E0EE5B1" w14:textId="77777777" w:rsidR="000C5D8A" w:rsidRPr="00B9409E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4C8E9EC7" w14:textId="77777777" w:rsidR="000C5D8A" w:rsidRPr="00B9409E" w:rsidRDefault="000C5D8A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166E0C4A" w14:textId="77777777" w:rsidR="000C5D8A" w:rsidRPr="00B9409E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16DA3E1D" w14:textId="77777777" w:rsidR="000C5D8A" w:rsidRPr="00B9409E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D8DA019" w14:textId="77777777" w:rsidR="000C5D8A" w:rsidRPr="00B9409E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B9409E" w14:paraId="2B89E24E" w14:textId="77777777" w:rsidTr="005D6B30">
        <w:trPr>
          <w:trHeight w:val="213"/>
        </w:trPr>
        <w:tc>
          <w:tcPr>
            <w:tcW w:w="1788" w:type="dxa"/>
          </w:tcPr>
          <w:p w14:paraId="39BB2BAD" w14:textId="77777777" w:rsidR="000C5D8A" w:rsidRPr="006E250B" w:rsidRDefault="000C5D8A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5" w:name="POG5A"/>
            <w:r w:rsidRPr="006E250B">
              <w:rPr>
                <w:rStyle w:val="pole"/>
                <w:rFonts w:ascii="Lato" w:hAnsi="Lato"/>
                <w:sz w:val="20"/>
                <w:szCs w:val="20"/>
              </w:rPr>
              <w:t>POG5A</w:t>
            </w:r>
            <w:bookmarkEnd w:id="75"/>
          </w:p>
        </w:tc>
        <w:tc>
          <w:tcPr>
            <w:tcW w:w="3481" w:type="dxa"/>
          </w:tcPr>
          <w:p w14:paraId="5C8753C7" w14:textId="77777777" w:rsidR="000C5D8A" w:rsidRPr="006E250B" w:rsidRDefault="000C5D8A" w:rsidP="00A0219E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Załączniki POG5A</w:t>
            </w:r>
          </w:p>
        </w:tc>
        <w:tc>
          <w:tcPr>
            <w:tcW w:w="839" w:type="dxa"/>
          </w:tcPr>
          <w:p w14:paraId="4EA5E185" w14:textId="77777777" w:rsidR="000C5D8A" w:rsidRPr="006E250B" w:rsidRDefault="00A85BF9" w:rsidP="000C5D8A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4CC97831" w14:textId="77777777" w:rsidR="000C5D8A" w:rsidRPr="006E250B" w:rsidRDefault="00C14435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POG5AType 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POG5AType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6814D793" w14:textId="0788250C" w:rsidR="00970A12" w:rsidRPr="006E250B" w:rsidRDefault="00C14435" w:rsidP="00325A32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R15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9F1233" w14:textId="77777777" w:rsidR="000C5D8A" w:rsidRPr="006E250B" w:rsidRDefault="000C5D8A" w:rsidP="00325A32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</w:t>
            </w:r>
            <w:r w:rsidR="00AE5091" w:rsidRPr="006E250B">
              <w:rPr>
                <w:rFonts w:cs="Arial"/>
                <w:sz w:val="20"/>
                <w:szCs w:val="20"/>
              </w:rPr>
              <w:t>99</w:t>
            </w:r>
          </w:p>
        </w:tc>
      </w:tr>
      <w:tr w:rsidR="00AE5091" w:rsidRPr="00B9409E" w14:paraId="215EF676" w14:textId="77777777" w:rsidTr="005D6B30">
        <w:trPr>
          <w:trHeight w:val="213"/>
        </w:trPr>
        <w:tc>
          <w:tcPr>
            <w:tcW w:w="1788" w:type="dxa"/>
          </w:tcPr>
          <w:p w14:paraId="63BB9185" w14:textId="77777777" w:rsidR="00AE5091" w:rsidRPr="006E250B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6" w:name="POG5C"/>
            <w:r w:rsidRPr="006E250B">
              <w:rPr>
                <w:rStyle w:val="pole"/>
                <w:rFonts w:ascii="Lato" w:hAnsi="Lato"/>
                <w:sz w:val="20"/>
                <w:szCs w:val="20"/>
              </w:rPr>
              <w:t>POG5C</w:t>
            </w:r>
            <w:bookmarkEnd w:id="76"/>
          </w:p>
        </w:tc>
        <w:tc>
          <w:tcPr>
            <w:tcW w:w="3481" w:type="dxa"/>
          </w:tcPr>
          <w:p w14:paraId="2DCA7B3A" w14:textId="77777777" w:rsidR="00AE5091" w:rsidRPr="006E250B" w:rsidRDefault="00AE5091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Załączniki POG5C</w:t>
            </w:r>
          </w:p>
        </w:tc>
        <w:tc>
          <w:tcPr>
            <w:tcW w:w="839" w:type="dxa"/>
          </w:tcPr>
          <w:p w14:paraId="4BE626BA" w14:textId="77777777" w:rsidR="00AE5091" w:rsidRPr="006E250B" w:rsidRDefault="00AE5091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768926C" w14:textId="77777777" w:rsidR="00C14435" w:rsidRPr="006E250B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POG5CType\h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POG5CType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61C625CE" w14:textId="0D01EE97" w:rsidR="00AE5091" w:rsidRPr="006E250B" w:rsidRDefault="00C14435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R15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9A5313F" w14:textId="77777777" w:rsidR="00AE5091" w:rsidRPr="006E250B" w:rsidRDefault="00AE5091" w:rsidP="00AE5091">
            <w:pPr>
              <w:rPr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0..99</w:t>
            </w:r>
          </w:p>
        </w:tc>
      </w:tr>
      <w:tr w:rsidR="00AE5091" w:rsidRPr="00B9409E" w14:paraId="66DF9BCE" w14:textId="77777777" w:rsidTr="005D6B30">
        <w:trPr>
          <w:trHeight w:val="213"/>
        </w:trPr>
        <w:tc>
          <w:tcPr>
            <w:tcW w:w="1788" w:type="dxa"/>
          </w:tcPr>
          <w:p w14:paraId="5321C5A9" w14:textId="77777777" w:rsidR="00AE5091" w:rsidRPr="006E250B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7" w:name="POG5D"/>
            <w:r w:rsidRPr="006E250B">
              <w:rPr>
                <w:rStyle w:val="pole"/>
                <w:rFonts w:ascii="Lato" w:hAnsi="Lato"/>
                <w:sz w:val="20"/>
                <w:szCs w:val="20"/>
              </w:rPr>
              <w:t>POG5D</w:t>
            </w:r>
            <w:bookmarkEnd w:id="77"/>
          </w:p>
        </w:tc>
        <w:tc>
          <w:tcPr>
            <w:tcW w:w="3481" w:type="dxa"/>
          </w:tcPr>
          <w:p w14:paraId="51A8D875" w14:textId="77777777" w:rsidR="00AE5091" w:rsidRPr="006E250B" w:rsidRDefault="00AE5091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Załączniki POG5D</w:t>
            </w:r>
          </w:p>
        </w:tc>
        <w:tc>
          <w:tcPr>
            <w:tcW w:w="839" w:type="dxa"/>
          </w:tcPr>
          <w:p w14:paraId="5584E834" w14:textId="77777777" w:rsidR="00AE5091" w:rsidRPr="006E250B" w:rsidRDefault="00AE5091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66CCFBB7" w14:textId="77777777" w:rsidR="00AE5091" w:rsidRPr="006E250B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POG5DType\h  \* MERGEFORMAT </w:instrTex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E250B">
              <w:rPr>
                <w:rStyle w:val="poleodsylacz"/>
                <w:rFonts w:ascii="Lato" w:hAnsi="Lato"/>
                <w:sz w:val="20"/>
                <w:szCs w:val="20"/>
              </w:rPr>
              <w:t>POG5DType</w:t>
            </w:r>
            <w:r w:rsidRPr="006E250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60E179BD" w14:textId="1E2AD74C" w:rsidR="00AE5091" w:rsidRPr="006E250B" w:rsidRDefault="00C14435" w:rsidP="00AE5091">
            <w:pPr>
              <w:rPr>
                <w:rFonts w:cs="Arial"/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lastRenderedPageBreak/>
              <w:t xml:space="preserve">Patrz reguła </w:t>
            </w:r>
            <w:r w:rsidRPr="006E250B">
              <w:rPr>
                <w:rFonts w:cs="Arial"/>
                <w:sz w:val="20"/>
                <w:szCs w:val="20"/>
              </w:rPr>
              <w:fldChar w:fldCharType="begin"/>
            </w:r>
            <w:r w:rsidRPr="006E250B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B9409E" w:rsidRPr="006E250B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E250B">
              <w:rPr>
                <w:rFonts w:cs="Arial"/>
                <w:sz w:val="20"/>
                <w:szCs w:val="20"/>
              </w:rPr>
            </w:r>
            <w:r w:rsidRPr="006E250B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E250B">
              <w:rPr>
                <w:rFonts w:cs="Arial"/>
                <w:sz w:val="20"/>
                <w:szCs w:val="20"/>
              </w:rPr>
              <w:t>R15</w:t>
            </w:r>
            <w:r w:rsidRPr="006E250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0834D5" w14:textId="77777777" w:rsidR="00AE5091" w:rsidRPr="006E250B" w:rsidRDefault="00AE5091" w:rsidP="00AE5091">
            <w:pPr>
              <w:rPr>
                <w:sz w:val="20"/>
                <w:szCs w:val="20"/>
              </w:rPr>
            </w:pPr>
            <w:r w:rsidRPr="006E250B">
              <w:rPr>
                <w:rFonts w:cs="Arial"/>
                <w:sz w:val="20"/>
                <w:szCs w:val="20"/>
              </w:rPr>
              <w:lastRenderedPageBreak/>
              <w:t>0..99</w:t>
            </w:r>
          </w:p>
        </w:tc>
      </w:tr>
    </w:tbl>
    <w:p w14:paraId="78EAB769" w14:textId="77777777" w:rsidR="00D8469C" w:rsidRPr="005D6B30" w:rsidRDefault="002B76EE" w:rsidP="00B9409E">
      <w:pPr>
        <w:pStyle w:val="Nagwek2"/>
        <w:rPr>
          <w:lang w:val="pl-PL"/>
        </w:rPr>
      </w:pPr>
      <w:bookmarkStart w:id="78" w:name="_Toc184025166"/>
      <w:r w:rsidRPr="005D6B30">
        <w:rPr>
          <w:lang w:val="pl-PL"/>
        </w:rPr>
        <w:t>Reguły</w:t>
      </w:r>
      <w:bookmarkEnd w:id="78"/>
    </w:p>
    <w:p w14:paraId="5C67EA5F" w14:textId="21C1F428" w:rsidR="009A1F1B" w:rsidRDefault="009A1F1B" w:rsidP="009A1F1B">
      <w:pPr>
        <w:pStyle w:val="Legenda"/>
        <w:keepNext/>
      </w:pPr>
      <w:bookmarkStart w:id="79" w:name="_Toc184025138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13</w:t>
      </w:r>
      <w:r w:rsidR="00866410">
        <w:rPr>
          <w:noProof/>
        </w:rPr>
        <w:fldChar w:fldCharType="end"/>
      </w:r>
      <w:r>
        <w:t xml:space="preserve">. </w:t>
      </w:r>
      <w:r w:rsidRPr="00EF21BA">
        <w:t>Reguły dotyczące deklaracji POG-5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D8469C" w:rsidRPr="00B9409E" w14:paraId="7742D577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5F8B3566" w14:textId="77777777" w:rsidR="00D8469C" w:rsidRPr="00B9409E" w:rsidRDefault="00D8469C" w:rsidP="00BD081A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7A8C6670" w14:textId="77777777" w:rsidR="00D8469C" w:rsidRPr="00B9409E" w:rsidRDefault="00D8469C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8469C" w:rsidRPr="00B9409E" w14:paraId="71A27A12" w14:textId="77777777" w:rsidTr="005D6B30">
        <w:trPr>
          <w:trHeight w:val="213"/>
        </w:trPr>
        <w:tc>
          <w:tcPr>
            <w:tcW w:w="943" w:type="dxa"/>
          </w:tcPr>
          <w:p w14:paraId="5A041CF5" w14:textId="77777777" w:rsidR="00D8469C" w:rsidRPr="009A1F1B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0" w:name="R1"/>
            <w:r w:rsidRPr="009A1F1B">
              <w:rPr>
                <w:rFonts w:cs="Arial"/>
                <w:sz w:val="20"/>
                <w:szCs w:val="20"/>
              </w:rPr>
              <w:t>R</w:t>
            </w:r>
            <w:r w:rsidR="000105C2" w:rsidRPr="009A1F1B">
              <w:rPr>
                <w:rFonts w:cs="Arial"/>
                <w:sz w:val="20"/>
                <w:szCs w:val="20"/>
              </w:rPr>
              <w:t>1</w:t>
            </w:r>
            <w:bookmarkEnd w:id="80"/>
          </w:p>
        </w:tc>
        <w:tc>
          <w:tcPr>
            <w:tcW w:w="8111" w:type="dxa"/>
          </w:tcPr>
          <w:p w14:paraId="6AD7BE0A" w14:textId="77777777" w:rsidR="00D8469C" w:rsidRPr="009A1F1B" w:rsidRDefault="004333EA" w:rsidP="00325A32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>D</w:t>
            </w:r>
            <w:r w:rsidR="00BD081A" w:rsidRPr="009A1F1B">
              <w:rPr>
                <w:rFonts w:cs="Arial"/>
                <w:sz w:val="20"/>
                <w:szCs w:val="20"/>
              </w:rPr>
              <w:t xml:space="preserve">otyczy pola 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9A1F1B">
              <w:rPr>
                <w:rFonts w:cs="Arial"/>
                <w:sz w:val="20"/>
                <w:szCs w:val="20"/>
              </w:rPr>
              <w:t>: d</w:t>
            </w:r>
            <w:r w:rsidRPr="009A1F1B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576F2D" w:rsidRPr="009A1F1B">
              <w:rPr>
                <w:rFonts w:cs="Arial"/>
                <w:sz w:val="20"/>
                <w:szCs w:val="20"/>
              </w:rPr>
              <w:t>który się jeszcze nie zakończył</w:t>
            </w:r>
            <w:r w:rsidRPr="009A1F1B">
              <w:rPr>
                <w:rFonts w:cs="Arial"/>
                <w:sz w:val="20"/>
                <w:szCs w:val="20"/>
              </w:rPr>
              <w:t>.</w:t>
            </w:r>
          </w:p>
        </w:tc>
      </w:tr>
      <w:tr w:rsidR="00D8469C" w:rsidRPr="00B9409E" w14:paraId="350D8C9A" w14:textId="77777777" w:rsidTr="005D6B30">
        <w:trPr>
          <w:trHeight w:val="213"/>
        </w:trPr>
        <w:tc>
          <w:tcPr>
            <w:tcW w:w="943" w:type="dxa"/>
          </w:tcPr>
          <w:p w14:paraId="0131E8DF" w14:textId="77777777" w:rsidR="00D8469C" w:rsidRPr="009A1F1B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1" w:name="R2"/>
            <w:r w:rsidRPr="009A1F1B">
              <w:rPr>
                <w:rFonts w:cs="Arial"/>
                <w:sz w:val="20"/>
                <w:szCs w:val="20"/>
              </w:rPr>
              <w:t>R</w:t>
            </w:r>
            <w:r w:rsidR="000105C2" w:rsidRPr="009A1F1B">
              <w:rPr>
                <w:rFonts w:cs="Arial"/>
                <w:sz w:val="20"/>
                <w:szCs w:val="20"/>
              </w:rPr>
              <w:t>2</w:t>
            </w:r>
            <w:bookmarkEnd w:id="81"/>
          </w:p>
        </w:tc>
        <w:tc>
          <w:tcPr>
            <w:tcW w:w="8111" w:type="dxa"/>
          </w:tcPr>
          <w:p w14:paraId="72BF6EE0" w14:textId="6C923A2D" w:rsidR="00D8469C" w:rsidRPr="009A1F1B" w:rsidRDefault="00D8469C" w:rsidP="00BD081A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 xml:space="preserve">Pole tekstowe 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</w:instrText>
            </w:r>
            <w:r w:rsidR="00B9409E" w:rsidRPr="009E472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9A1F1B">
              <w:rPr>
                <w:rFonts w:cs="Arial"/>
                <w:sz w:val="20"/>
                <w:szCs w:val="20"/>
              </w:rPr>
              <w:t xml:space="preserve"> </w:t>
            </w:r>
            <w:r w:rsidRPr="009A1F1B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0105C2" w:rsidRPr="009E472C" w14:paraId="53AD323D" w14:textId="77777777" w:rsidTr="005D6B30">
        <w:trPr>
          <w:trHeight w:val="213"/>
        </w:trPr>
        <w:tc>
          <w:tcPr>
            <w:tcW w:w="943" w:type="dxa"/>
          </w:tcPr>
          <w:p w14:paraId="63D7AD4F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2" w:name="R3"/>
            <w:r w:rsidRPr="009A1F1B">
              <w:rPr>
                <w:rFonts w:cs="Arial"/>
                <w:sz w:val="20"/>
                <w:szCs w:val="20"/>
              </w:rPr>
              <w:t>R3</w:t>
            </w:r>
            <w:bookmarkEnd w:id="82"/>
          </w:p>
        </w:tc>
        <w:tc>
          <w:tcPr>
            <w:tcW w:w="8111" w:type="dxa"/>
          </w:tcPr>
          <w:p w14:paraId="6420A6D5" w14:textId="77777777" w:rsidR="000105C2" w:rsidRPr="009A1F1B" w:rsidRDefault="000105C2" w:rsidP="000105C2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9A1F1B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9A1F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F1B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9A1F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F1B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9A1F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F1B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Pr="009A1F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BD081A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9A1F1B">
              <w:rPr>
                <w:rFonts w:cs="Arial"/>
                <w:sz w:val="20"/>
                <w:szCs w:val="20"/>
                <w:lang w:val="en-US"/>
              </w:rPr>
              <w:t xml:space="preserve">: </w:t>
            </w:r>
            <w:r w:rsidRPr="009A1F1B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9A1F1B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0105C2" w:rsidRPr="00B9409E" w14:paraId="7C240FA3" w14:textId="77777777" w:rsidTr="005D6B30">
        <w:trPr>
          <w:trHeight w:val="213"/>
        </w:trPr>
        <w:tc>
          <w:tcPr>
            <w:tcW w:w="943" w:type="dxa"/>
          </w:tcPr>
          <w:p w14:paraId="366D277A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3" w:name="R8"/>
            <w:r w:rsidRPr="009A1F1B">
              <w:rPr>
                <w:rFonts w:cs="Arial"/>
                <w:sz w:val="20"/>
                <w:szCs w:val="20"/>
              </w:rPr>
              <w:t>R8</w:t>
            </w:r>
            <w:bookmarkEnd w:id="83"/>
          </w:p>
        </w:tc>
        <w:tc>
          <w:tcPr>
            <w:tcW w:w="8111" w:type="dxa"/>
          </w:tcPr>
          <w:p w14:paraId="14903A95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>Walidacja</w:t>
            </w:r>
            <w:r w:rsidR="009A41EC" w:rsidRPr="009A1F1B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totalExciseDuties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totalExciseDuties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cs="Arial"/>
                <w:sz w:val="20"/>
                <w:szCs w:val="20"/>
              </w:rPr>
              <w:t xml:space="preserve">: Jeśli jest którykolwiek załącznik, to porównanie wprowadzonej wartości z wartością sumy pól „POG-5/A”, „POG-5/C” i „POG-5/D”. </w:t>
            </w:r>
          </w:p>
        </w:tc>
      </w:tr>
      <w:tr w:rsidR="000105C2" w:rsidRPr="00B9409E" w14:paraId="1F010888" w14:textId="77777777" w:rsidTr="005D6B30">
        <w:trPr>
          <w:trHeight w:val="213"/>
        </w:trPr>
        <w:tc>
          <w:tcPr>
            <w:tcW w:w="943" w:type="dxa"/>
          </w:tcPr>
          <w:p w14:paraId="0E78D22F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4" w:name="R9"/>
            <w:r w:rsidRPr="009A1F1B">
              <w:rPr>
                <w:rFonts w:cs="Arial"/>
                <w:sz w:val="20"/>
                <w:szCs w:val="20"/>
              </w:rPr>
              <w:t>R9</w:t>
            </w:r>
            <w:bookmarkEnd w:id="84"/>
          </w:p>
        </w:tc>
        <w:tc>
          <w:tcPr>
            <w:tcW w:w="8111" w:type="dxa"/>
          </w:tcPr>
          <w:p w14:paraId="4C241330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>Walidacja</w:t>
            </w:r>
            <w:r w:rsidR="009A41EC" w:rsidRPr="009A1F1B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amountOfPaymentsDaily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amountOfPaymentsDaily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cs="Arial"/>
                <w:sz w:val="20"/>
                <w:szCs w:val="20"/>
              </w:rPr>
              <w:t>: kwota wprowadzona równa wartości w polu „Podatek wpłacony” w załączniku POG-5/C.</w:t>
            </w:r>
          </w:p>
        </w:tc>
      </w:tr>
      <w:tr w:rsidR="000105C2" w:rsidRPr="00B9409E" w14:paraId="06877B36" w14:textId="77777777" w:rsidTr="005D6B30">
        <w:trPr>
          <w:trHeight w:val="213"/>
        </w:trPr>
        <w:tc>
          <w:tcPr>
            <w:tcW w:w="943" w:type="dxa"/>
          </w:tcPr>
          <w:p w14:paraId="05B1190F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5" w:name="R10"/>
            <w:r w:rsidRPr="009A1F1B">
              <w:rPr>
                <w:rFonts w:cs="Arial"/>
                <w:sz w:val="20"/>
                <w:szCs w:val="20"/>
              </w:rPr>
              <w:t>R10</w:t>
            </w:r>
            <w:bookmarkEnd w:id="85"/>
          </w:p>
        </w:tc>
        <w:tc>
          <w:tcPr>
            <w:tcW w:w="8111" w:type="dxa"/>
          </w:tcPr>
          <w:p w14:paraId="761B0B25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>Walidacja</w:t>
            </w:r>
            <w:r w:rsidR="009A41EC" w:rsidRPr="009A1F1B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toPay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cs="Arial"/>
                <w:sz w:val="20"/>
                <w:szCs w:val="20"/>
              </w:rPr>
              <w:t>: porównanie wprowadzonej wartości z kwotą wyliczoną z wartości w polach wg wzoru: „Razem” – („Nadpłata wpłat dziennych” + „Wpłaty dzienne”). Jeśli wyliczona wartość jest ujemna, powinno być 0.</w:t>
            </w:r>
          </w:p>
        </w:tc>
      </w:tr>
      <w:tr w:rsidR="000105C2" w:rsidRPr="00B9409E" w14:paraId="2400B8F2" w14:textId="77777777" w:rsidTr="005D6B30">
        <w:trPr>
          <w:trHeight w:val="213"/>
        </w:trPr>
        <w:tc>
          <w:tcPr>
            <w:tcW w:w="943" w:type="dxa"/>
          </w:tcPr>
          <w:p w14:paraId="168E8855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6" w:name="R12"/>
            <w:r w:rsidRPr="009A1F1B">
              <w:rPr>
                <w:rFonts w:cs="Arial"/>
                <w:sz w:val="20"/>
                <w:szCs w:val="20"/>
              </w:rPr>
              <w:t>R12</w:t>
            </w:r>
            <w:bookmarkEnd w:id="86"/>
          </w:p>
        </w:tc>
        <w:tc>
          <w:tcPr>
            <w:tcW w:w="8111" w:type="dxa"/>
          </w:tcPr>
          <w:p w14:paraId="7510E3D1" w14:textId="77777777" w:rsidR="000105C2" w:rsidRPr="009A1F1B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/>
                <w:sz w:val="20"/>
                <w:szCs w:val="20"/>
              </w:rPr>
              <w:t>Walidacja</w:t>
            </w:r>
            <w:r w:rsidR="009A41EC" w:rsidRPr="009A1F1B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amountPog5a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amountPog5a</w:t>
            </w:r>
            <w:r w:rsidR="009A41EC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/>
                <w:sz w:val="20"/>
                <w:szCs w:val="20"/>
              </w:rPr>
              <w:t xml:space="preserve">: 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9A1F1B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9A1F1B">
              <w:rPr>
                <w:rFonts w:ascii="Lato" w:hAnsi="Lato"/>
                <w:sz w:val="20"/>
                <w:szCs w:val="20"/>
              </w:rPr>
              <w:t>/A”.</w:t>
            </w:r>
          </w:p>
        </w:tc>
      </w:tr>
      <w:tr w:rsidR="000105C2" w:rsidRPr="00B9409E" w14:paraId="1F68AF57" w14:textId="77777777" w:rsidTr="005D6B30">
        <w:trPr>
          <w:trHeight w:val="213"/>
        </w:trPr>
        <w:tc>
          <w:tcPr>
            <w:tcW w:w="943" w:type="dxa"/>
          </w:tcPr>
          <w:p w14:paraId="4AC3E4AB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7" w:name="R13"/>
            <w:r w:rsidRPr="009A1F1B">
              <w:rPr>
                <w:rFonts w:cs="Arial"/>
                <w:sz w:val="20"/>
                <w:szCs w:val="20"/>
              </w:rPr>
              <w:t>R13</w:t>
            </w:r>
            <w:bookmarkEnd w:id="87"/>
          </w:p>
        </w:tc>
        <w:tc>
          <w:tcPr>
            <w:tcW w:w="8111" w:type="dxa"/>
          </w:tcPr>
          <w:p w14:paraId="58285C45" w14:textId="40CEB9B2" w:rsidR="000105C2" w:rsidRPr="009A1F1B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9A1F1B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amountPog5c</w:instrTex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B9409E" w:rsidRPr="009E472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amountPog5c</w: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/>
                <w:sz w:val="20"/>
                <w:szCs w:val="20"/>
              </w:rPr>
              <w:t xml:space="preserve">: 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9A1F1B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9A1F1B">
              <w:rPr>
                <w:rFonts w:ascii="Lato" w:hAnsi="Lato"/>
                <w:sz w:val="20"/>
                <w:szCs w:val="20"/>
              </w:rPr>
              <w:t>/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>C</w:t>
            </w:r>
            <w:r w:rsidRPr="009A1F1B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B9409E" w14:paraId="0C5A9E04" w14:textId="77777777" w:rsidTr="005D6B30">
        <w:trPr>
          <w:trHeight w:val="213"/>
        </w:trPr>
        <w:tc>
          <w:tcPr>
            <w:tcW w:w="943" w:type="dxa"/>
          </w:tcPr>
          <w:p w14:paraId="0E1B6224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8" w:name="R14"/>
            <w:r w:rsidRPr="009A1F1B">
              <w:rPr>
                <w:rFonts w:cs="Arial"/>
                <w:sz w:val="20"/>
                <w:szCs w:val="20"/>
              </w:rPr>
              <w:t>R14</w:t>
            </w:r>
            <w:bookmarkEnd w:id="88"/>
          </w:p>
        </w:tc>
        <w:tc>
          <w:tcPr>
            <w:tcW w:w="8111" w:type="dxa"/>
          </w:tcPr>
          <w:p w14:paraId="4B90C822" w14:textId="55B6CA7D" w:rsidR="000105C2" w:rsidRPr="009A1F1B" w:rsidRDefault="000105C2" w:rsidP="00187BA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9A1F1B">
              <w:rPr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="00266C06" w:rsidRPr="009A1F1B">
              <w:rPr>
                <w:rFonts w:ascii="Lato" w:hAnsi="Lato" w:cs="Arial"/>
                <w:sz w:val="20"/>
                <w:szCs w:val="20"/>
              </w:rPr>
              <w:t xml:space="preserve">pola </w: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amountPog5d</w:instrTex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B9409E" w:rsidRPr="009E472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amountPog5d</w:t>
            </w:r>
            <w:r w:rsidR="00266C06"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/>
                <w:sz w:val="20"/>
                <w:szCs w:val="20"/>
              </w:rPr>
              <w:t xml:space="preserve">: 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9A1F1B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9A1F1B">
              <w:rPr>
                <w:rFonts w:ascii="Lato" w:hAnsi="Lato"/>
                <w:sz w:val="20"/>
                <w:szCs w:val="20"/>
                <w:lang w:val="pl-PL"/>
              </w:rPr>
              <w:t>5/D</w:t>
            </w:r>
            <w:r w:rsidRPr="009A1F1B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B9409E" w14:paraId="7300CF85" w14:textId="77777777" w:rsidTr="005D6B30">
        <w:trPr>
          <w:trHeight w:val="213"/>
        </w:trPr>
        <w:tc>
          <w:tcPr>
            <w:tcW w:w="943" w:type="dxa"/>
          </w:tcPr>
          <w:p w14:paraId="0B6CB4E1" w14:textId="77777777" w:rsidR="000105C2" w:rsidRPr="009A1F1B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9" w:name="R15"/>
            <w:r w:rsidRPr="009A1F1B">
              <w:rPr>
                <w:rFonts w:cs="Arial"/>
                <w:sz w:val="20"/>
                <w:szCs w:val="20"/>
              </w:rPr>
              <w:t>R15</w:t>
            </w:r>
            <w:bookmarkEnd w:id="89"/>
          </w:p>
        </w:tc>
        <w:tc>
          <w:tcPr>
            <w:tcW w:w="8111" w:type="dxa"/>
          </w:tcPr>
          <w:p w14:paraId="6463E2C5" w14:textId="1BFDBC4B" w:rsidR="00187BA0" w:rsidRPr="009A1F1B" w:rsidRDefault="00187BA0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 w:cs="Arial"/>
                <w:sz w:val="20"/>
                <w:szCs w:val="20"/>
                <w:lang w:val="pl-PL"/>
              </w:rPr>
              <w:t xml:space="preserve">Dotyczy pól: 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POG5A \h  \* MERGEFORMAT </w:instrTex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POG5A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POG5C \h </w:instrText>
            </w:r>
            <w:r w:rsidR="00B9409E" w:rsidRPr="009E472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POG5C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9A1F1B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POG5D \h </w:instrText>
            </w:r>
            <w:r w:rsidR="00B9409E" w:rsidRPr="009E472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9A1F1B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POG5D</w:t>
            </w:r>
            <w:r w:rsidRPr="009A1F1B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9A1F1B">
              <w:rPr>
                <w:rFonts w:ascii="Lato" w:hAnsi="Lato" w:cs="Arial"/>
                <w:sz w:val="20"/>
                <w:szCs w:val="20"/>
                <w:lang w:val="pl-PL"/>
              </w:rPr>
              <w:t>.</w:t>
            </w:r>
          </w:p>
          <w:p w14:paraId="66FF80E5" w14:textId="77777777" w:rsidR="000105C2" w:rsidRPr="009A1F1B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 w:cs="Arial"/>
                <w:sz w:val="20"/>
                <w:szCs w:val="20"/>
                <w:lang w:val="pl-PL"/>
              </w:rPr>
              <w:t>Wymagane jest dołączenie przynajmniej jednego z załączników A / C / D.</w:t>
            </w:r>
          </w:p>
        </w:tc>
      </w:tr>
      <w:tr w:rsidR="00AB1B78" w:rsidRPr="00B9409E" w14:paraId="38964560" w14:textId="77777777" w:rsidTr="005D6B30">
        <w:trPr>
          <w:trHeight w:val="213"/>
        </w:trPr>
        <w:tc>
          <w:tcPr>
            <w:tcW w:w="943" w:type="dxa"/>
          </w:tcPr>
          <w:p w14:paraId="0126049A" w14:textId="77777777" w:rsidR="00AB1B78" w:rsidRPr="009A1F1B" w:rsidRDefault="00AB1B78" w:rsidP="00E11AE4">
            <w:pPr>
              <w:rPr>
                <w:rFonts w:cs="Arial"/>
                <w:sz w:val="20"/>
                <w:szCs w:val="20"/>
              </w:rPr>
            </w:pPr>
            <w:r w:rsidRPr="009A1F1B">
              <w:rPr>
                <w:rFonts w:cs="Arial"/>
                <w:sz w:val="20"/>
                <w:szCs w:val="20"/>
              </w:rPr>
              <w:t>R16</w:t>
            </w:r>
          </w:p>
        </w:tc>
        <w:tc>
          <w:tcPr>
            <w:tcW w:w="8111" w:type="dxa"/>
          </w:tcPr>
          <w:p w14:paraId="2A8B2EFC" w14:textId="77777777" w:rsidR="00AB1B78" w:rsidRPr="009A1F1B" w:rsidRDefault="00655409" w:rsidP="00E11AE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9A1F1B">
              <w:rPr>
                <w:rFonts w:ascii="Lato" w:hAnsi="Lato" w:cs="Arial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5992FF3C" w14:textId="77777777" w:rsidR="007957B0" w:rsidRPr="005D6B30" w:rsidRDefault="007957B0" w:rsidP="00B9409E">
      <w:pPr>
        <w:pStyle w:val="Nagwek2"/>
        <w:rPr>
          <w:lang w:val="pl-PL"/>
        </w:rPr>
      </w:pPr>
      <w:bookmarkStart w:id="90" w:name="_Toc361145818"/>
      <w:bookmarkStart w:id="91" w:name="_Toc349568563"/>
      <w:bookmarkStart w:id="92" w:name="_Toc341696655"/>
      <w:bookmarkStart w:id="93" w:name="_Toc341696656"/>
      <w:bookmarkStart w:id="94" w:name="_Toc349568564"/>
      <w:bookmarkStart w:id="95" w:name="_Toc348954635"/>
      <w:bookmarkStart w:id="96" w:name="_Toc184025167"/>
      <w:r w:rsidRPr="005D6B30">
        <w:rPr>
          <w:lang w:val="pl-PL"/>
        </w:rPr>
        <w:lastRenderedPageBreak/>
        <w:t>Załącznik POG-5/A do deklaracji POG5</w:t>
      </w:r>
      <w:bookmarkEnd w:id="96"/>
    </w:p>
    <w:p w14:paraId="77568CEA" w14:textId="77777777" w:rsidR="007957B0" w:rsidRPr="005D6B30" w:rsidRDefault="006D2DC0" w:rsidP="00B9409E">
      <w:pPr>
        <w:pStyle w:val="Nagwek3"/>
      </w:pPr>
      <w:bookmarkStart w:id="97" w:name="_Toc184025168"/>
      <w:r w:rsidRPr="005D6B30">
        <w:t>Komunikat POG5A</w:t>
      </w:r>
      <w:bookmarkEnd w:id="97"/>
    </w:p>
    <w:p w14:paraId="2AFF1B54" w14:textId="77777777" w:rsidR="00FA1F39" w:rsidRPr="005D6B30" w:rsidRDefault="00FA1F39" w:rsidP="005D6B30">
      <w:r w:rsidRPr="005D6B30">
        <w:t>ZAŁĄCZNIK DO DEKLARACJI POG-5 DLA PODATKU OD GIER</w:t>
      </w:r>
    </w:p>
    <w:p w14:paraId="75001C96" w14:textId="77777777" w:rsidR="00FA1F39" w:rsidRPr="005D6B30" w:rsidRDefault="00FA1F39" w:rsidP="005D6B30">
      <w:r w:rsidRPr="005D6B30">
        <w:t xml:space="preserve">Formularz przeznaczony jest dla podatników podatku od gier: - prowadzących kasyna gry i salony gry bingo pieniężne oraz urządzających zakłady wzajemne, loterie pieniężne, grę </w:t>
      </w:r>
      <w:proofErr w:type="spellStart"/>
      <w:r w:rsidRPr="005D6B30">
        <w:t>telebingo</w:t>
      </w:r>
      <w:proofErr w:type="spellEnd"/>
      <w:r w:rsidRPr="005D6B30">
        <w:t xml:space="preserve"> i loterie </w:t>
      </w:r>
      <w:proofErr w:type="spellStart"/>
      <w:r w:rsidRPr="005D6B30">
        <w:t>audioteksowe</w:t>
      </w:r>
      <w:proofErr w:type="spellEnd"/>
      <w:r w:rsidRPr="005D6B30">
        <w:t>, - urządzających gry liczbowe, - urządzających grę bingo fantowe i loterię fantową.</w:t>
      </w:r>
    </w:p>
    <w:p w14:paraId="2055977C" w14:textId="77777777" w:rsidR="00782FA7" w:rsidRPr="005D6B30" w:rsidRDefault="00782FA7" w:rsidP="00B9409E">
      <w:pPr>
        <w:pStyle w:val="Nagwek3"/>
      </w:pPr>
      <w:bookmarkStart w:id="98" w:name="_Toc184025169"/>
      <w:r w:rsidRPr="005D6B30">
        <w:t>Specyfikacja POG5A</w:t>
      </w:r>
      <w:bookmarkEnd w:id="98"/>
    </w:p>
    <w:p w14:paraId="5C1DE0D3" w14:textId="533AAA7E" w:rsidR="000C7DC5" w:rsidRPr="005D6B30" w:rsidRDefault="000C7DC5" w:rsidP="000C7DC5">
      <w:r w:rsidRPr="005D6B30">
        <w:t xml:space="preserve">Struktury typu </w:t>
      </w:r>
      <w:proofErr w:type="spellStart"/>
      <w:r w:rsidRPr="005D6B30">
        <w:rPr>
          <w:rFonts w:eastAsia="Times New Roman"/>
        </w:rPr>
        <w:t>ConcessionType</w:t>
      </w:r>
      <w:proofErr w:type="spellEnd"/>
      <w:r w:rsidRPr="005D6B30">
        <w:rPr>
          <w:rFonts w:eastAsia="Times New Roman"/>
        </w:rPr>
        <w:t>,</w:t>
      </w:r>
      <w:r w:rsidRPr="005D6B30">
        <w:t xml:space="preserve"> </w:t>
      </w:r>
      <w:proofErr w:type="spellStart"/>
      <w:r w:rsidRPr="005D6B30">
        <w:t>ZStateMonopoly</w:t>
      </w:r>
      <w:proofErr w:type="spellEnd"/>
      <w:r w:rsidRPr="005D6B30">
        <w:t xml:space="preserve">, </w:t>
      </w:r>
      <w:proofErr w:type="spellStart"/>
      <w:r w:rsidRPr="005D6B30">
        <w:rPr>
          <w:rFonts w:eastAsia="Times New Roman"/>
          <w:color w:val="000000"/>
        </w:rPr>
        <w:t>ZCalculationOfTaxOnGame</w:t>
      </w:r>
      <w:proofErr w:type="spellEnd"/>
      <w:r w:rsidRPr="005D6B30">
        <w:t xml:space="preserve"> zostały zdefiniowane w dokumencie </w:t>
      </w:r>
      <w:r w:rsidRPr="005D6B30">
        <w:fldChar w:fldCharType="begin"/>
      </w:r>
      <w:r w:rsidRPr="005D6B30">
        <w:instrText xml:space="preserve"> REF _Ref361653747 \r \h  \* MERGEFORMAT </w:instrText>
      </w:r>
      <w:r w:rsidRPr="005D6B30">
        <w:fldChar w:fldCharType="separate"/>
      </w:r>
      <w:r w:rsidR="00475C3D" w:rsidRPr="005D6B30">
        <w:t>A1</w:t>
      </w:r>
      <w:r w:rsidRPr="005D6B30">
        <w:fldChar w:fldCharType="end"/>
      </w:r>
      <w:r w:rsidRPr="005D6B30">
        <w:t xml:space="preserve"> i nie będą tutaj szczegółowo omawiane.</w:t>
      </w:r>
    </w:p>
    <w:p w14:paraId="5C89F199" w14:textId="06EE93AC" w:rsidR="00237854" w:rsidRDefault="00237854" w:rsidP="00237854">
      <w:pPr>
        <w:pStyle w:val="Legenda"/>
        <w:keepNext/>
      </w:pPr>
      <w:bookmarkStart w:id="99" w:name="_Toc184025139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14</w:t>
      </w:r>
      <w:r w:rsidR="00866410">
        <w:rPr>
          <w:noProof/>
        </w:rPr>
        <w:fldChar w:fldCharType="end"/>
      </w:r>
      <w:r>
        <w:t xml:space="preserve">. </w:t>
      </w:r>
      <w:r w:rsidRPr="0081757B">
        <w:t>Dane ogólne w ramach struktury załącznika POG5A</w:t>
      </w:r>
      <w:bookmarkEnd w:id="99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41416" w:rsidRPr="00B9409E" w14:paraId="46B2E4BA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48F6F1CA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4A69BC6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237854">
              <w:rPr>
                <w:sz w:val="20"/>
                <w:szCs w:val="20"/>
              </w:rPr>
              <w:t>.</w:t>
            </w:r>
          </w:p>
        </w:tc>
      </w:tr>
      <w:tr w:rsidR="00341416" w:rsidRPr="00B9409E" w14:paraId="46C306A3" w14:textId="77777777" w:rsidTr="005D6B30">
        <w:tc>
          <w:tcPr>
            <w:tcW w:w="2738" w:type="dxa"/>
          </w:tcPr>
          <w:p w14:paraId="57FD9FB1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7E42743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B9409E" w14:paraId="4EC6C062" w14:textId="77777777" w:rsidTr="005D6B30">
        <w:tc>
          <w:tcPr>
            <w:tcW w:w="2738" w:type="dxa"/>
          </w:tcPr>
          <w:p w14:paraId="42E27820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05274676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0.1</w:t>
            </w:r>
          </w:p>
        </w:tc>
      </w:tr>
      <w:tr w:rsidR="00341416" w:rsidRPr="00B9409E" w14:paraId="4CDD5221" w14:textId="77777777" w:rsidTr="005D6B30">
        <w:tc>
          <w:tcPr>
            <w:tcW w:w="2738" w:type="dxa"/>
          </w:tcPr>
          <w:p w14:paraId="39CF4D30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0D0FF41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B9409E" w14:paraId="5BF8FFF0" w14:textId="77777777" w:rsidTr="005D6B30">
        <w:tc>
          <w:tcPr>
            <w:tcW w:w="2738" w:type="dxa"/>
          </w:tcPr>
          <w:p w14:paraId="61A49CF2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325CB68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B9409E" w14:paraId="2C3FA6C1" w14:textId="77777777" w:rsidTr="005D6B30">
        <w:tc>
          <w:tcPr>
            <w:tcW w:w="2738" w:type="dxa"/>
          </w:tcPr>
          <w:p w14:paraId="7A7F8C01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A2AEFD6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B9409E" w14:paraId="7853BC07" w14:textId="77777777" w:rsidTr="005D6B30">
        <w:tc>
          <w:tcPr>
            <w:tcW w:w="2738" w:type="dxa"/>
          </w:tcPr>
          <w:p w14:paraId="20ED14EE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4248A7A2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B9409E" w14:paraId="6B26B3C4" w14:textId="77777777" w:rsidTr="005D6B30">
        <w:tc>
          <w:tcPr>
            <w:tcW w:w="2738" w:type="dxa"/>
          </w:tcPr>
          <w:p w14:paraId="3F615201" w14:textId="77777777" w:rsidR="00341416" w:rsidRPr="005D6B30" w:rsidRDefault="00341416" w:rsidP="00325A32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5D6B30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393B4C7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248AE38D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http://www.e-clo.pl</w:t>
            </w:r>
            <w:r w:rsidR="00B64ECA" w:rsidRPr="00237854">
              <w:rPr>
                <w:rFonts w:cs="Arial"/>
                <w:sz w:val="20"/>
                <w:szCs w:val="20"/>
              </w:rPr>
              <w:t>/ZEFIR2/eZefir2/xsd/</w:t>
            </w:r>
            <w:r w:rsidRPr="00237854">
              <w:rPr>
                <w:rFonts w:cs="Arial"/>
                <w:sz w:val="20"/>
                <w:szCs w:val="20"/>
              </w:rPr>
              <w:t>CustomsOfficeList.xsd</w:t>
            </w:r>
          </w:p>
          <w:p w14:paraId="7F4866F8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http://www.e-clo.pl</w:t>
            </w:r>
            <w:r w:rsidR="00B64ECA" w:rsidRPr="00237854">
              <w:rPr>
                <w:rFonts w:cs="Arial"/>
                <w:sz w:val="20"/>
                <w:szCs w:val="20"/>
              </w:rPr>
              <w:t>/ZEFIR2/eZefir2/xsd/</w:t>
            </w:r>
            <w:r w:rsidRPr="00237854">
              <w:rPr>
                <w:rFonts w:cs="Arial"/>
                <w:sz w:val="20"/>
                <w:szCs w:val="20"/>
              </w:rPr>
              <w:t>Types.xsd</w:t>
            </w:r>
          </w:p>
          <w:p w14:paraId="17A334A1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http://www.e-clo.pl</w:t>
            </w:r>
            <w:r w:rsidR="00B64ECA" w:rsidRPr="00237854">
              <w:rPr>
                <w:rFonts w:cs="Arial"/>
                <w:sz w:val="20"/>
                <w:szCs w:val="20"/>
              </w:rPr>
              <w:t>/ZEFIR2/eZefir2/xsd/</w:t>
            </w:r>
            <w:r w:rsidRPr="00237854">
              <w:rPr>
                <w:rFonts w:cs="Arial"/>
                <w:sz w:val="20"/>
                <w:szCs w:val="20"/>
              </w:rPr>
              <w:t>Trader.xsd</w:t>
            </w:r>
          </w:p>
        </w:tc>
      </w:tr>
      <w:tr w:rsidR="00341416" w:rsidRPr="00B9409E" w14:paraId="2990FFD0" w14:textId="77777777" w:rsidTr="005D6B30">
        <w:tc>
          <w:tcPr>
            <w:tcW w:w="2738" w:type="dxa"/>
          </w:tcPr>
          <w:p w14:paraId="46CB57A5" w14:textId="77777777" w:rsidR="00341416" w:rsidRPr="00237854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1EE2F16" w14:textId="77777777" w:rsidR="00341416" w:rsidRPr="00237854" w:rsidRDefault="00341416" w:rsidP="00325A32">
            <w:pPr>
              <w:rPr>
                <w:rFonts w:cs="Arial"/>
                <w:sz w:val="20"/>
                <w:szCs w:val="20"/>
              </w:rPr>
            </w:pPr>
            <w:r w:rsidRPr="00237854">
              <w:rPr>
                <w:rFonts w:cs="Arial"/>
                <w:sz w:val="20"/>
                <w:szCs w:val="20"/>
              </w:rPr>
              <w:t>pog_5a.xsd</w:t>
            </w:r>
          </w:p>
        </w:tc>
      </w:tr>
    </w:tbl>
    <w:p w14:paraId="0AAD7BF1" w14:textId="77777777" w:rsidR="00E77AB5" w:rsidRPr="00B9409E" w:rsidRDefault="00E77AB5" w:rsidP="005D6B30">
      <w:pPr>
        <w:pStyle w:val="Nagwek3"/>
      </w:pPr>
      <w:bookmarkStart w:id="100" w:name="_Toc184025170"/>
      <w:r w:rsidRPr="00B9409E">
        <w:lastRenderedPageBreak/>
        <w:t>Struktura</w:t>
      </w:r>
      <w:r w:rsidR="00E3654A" w:rsidRPr="00B9409E">
        <w:t xml:space="preserve"> POG5</w:t>
      </w:r>
      <w:r w:rsidR="00BA0725" w:rsidRPr="00B9409E">
        <w:t>A</w:t>
      </w:r>
      <w:bookmarkEnd w:id="100"/>
    </w:p>
    <w:p w14:paraId="176FA8AE" w14:textId="77777777" w:rsidR="005D6B30" w:rsidRPr="005D6B30" w:rsidRDefault="005D6B30" w:rsidP="00325A32">
      <w:pPr>
        <w:rPr>
          <w:rFonts w:ascii="Consolas" w:eastAsia="Times New Roman" w:hAnsi="Consolas" w:cs="Arial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Arial"/>
          <w:color w:val="000000"/>
          <w:sz w:val="20"/>
          <w:szCs w:val="18"/>
          <w:lang w:val="en-US"/>
        </w:rPr>
        <w:t>(POG5AType)</w:t>
      </w:r>
    </w:p>
    <w:p w14:paraId="31A6E491" w14:textId="77777777" w:rsidR="005D6B30" w:rsidRPr="005D6B30" w:rsidRDefault="005D6B30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6A9B61D8" w14:textId="77777777" w:rsidR="005D6B30" w:rsidRPr="005D6B30" w:rsidRDefault="005D6B30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(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ConcessionType</w:t>
      </w:r>
      <w:proofErr w:type="spellEnd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66058D22" w14:textId="77777777" w:rsidR="005D6B30" w:rsidRPr="005D6B30" w:rsidRDefault="005D6B30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- 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ZStateMonopoly</w:t>
      </w:r>
      <w:proofErr w:type="spellEnd"/>
    </w:p>
    <w:p w14:paraId="7E04403E" w14:textId="77777777" w:rsidR="005D6B30" w:rsidRPr="005D6B30" w:rsidRDefault="005D6B30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- 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ZCalculationOfTaxOnGame</w:t>
      </w:r>
      <w:proofErr w:type="spellEnd"/>
    </w:p>
    <w:p w14:paraId="24802F2D" w14:textId="6DB9273E" w:rsidR="006861EF" w:rsidRDefault="006861EF" w:rsidP="006861EF">
      <w:pPr>
        <w:pStyle w:val="Legenda"/>
        <w:keepNext/>
      </w:pPr>
      <w:bookmarkStart w:id="101" w:name="_Toc184025140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15</w:t>
      </w:r>
      <w:r w:rsidR="00866410">
        <w:rPr>
          <w:noProof/>
        </w:rPr>
        <w:fldChar w:fldCharType="end"/>
      </w:r>
      <w:r>
        <w:t xml:space="preserve">. </w:t>
      </w:r>
      <w:r w:rsidRPr="00996071">
        <w:t>Struktura elementu POG5AType</w:t>
      </w:r>
      <w:bookmarkEnd w:id="10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144985" w:rsidRPr="00B9409E" w14:paraId="44C810BE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1461A3F5" w14:textId="022AC1F1" w:rsidR="005D6B30" w:rsidRPr="00B9409E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0DBA05C" w14:textId="77777777" w:rsidR="00144985" w:rsidRPr="00B9409E" w:rsidRDefault="00144985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04A39F4D" w14:textId="77777777" w:rsidR="00144985" w:rsidRPr="00B9409E" w:rsidRDefault="00144985" w:rsidP="0014498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1422F118" w14:textId="77777777" w:rsidR="00144985" w:rsidRPr="00B9409E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B87D376" w14:textId="77777777" w:rsidR="00144985" w:rsidRPr="00B9409E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144985" w:rsidRPr="00B9409E" w14:paraId="320621D2" w14:textId="77777777" w:rsidTr="005D6B30">
        <w:trPr>
          <w:trHeight w:val="213"/>
        </w:trPr>
        <w:tc>
          <w:tcPr>
            <w:tcW w:w="1740" w:type="dxa"/>
          </w:tcPr>
          <w:p w14:paraId="4A3721E3" w14:textId="77777777" w:rsidR="00144985" w:rsidRPr="006861EF" w:rsidRDefault="00144985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401BEBA3" w14:textId="77777777" w:rsidR="00144985" w:rsidRPr="006861EF" w:rsidRDefault="00144985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0A2BB4D1" w14:textId="77777777" w:rsidR="00144985" w:rsidRPr="006861EF" w:rsidRDefault="0078235A" w:rsidP="00144985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49C47F48" w14:textId="77777777" w:rsidR="00144985" w:rsidRPr="006861EF" w:rsidRDefault="00AB01B6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HeaderType_a \h  \* MERGEFORMAT </w:instrTex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861EF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253C054" w14:textId="77777777" w:rsidR="00144985" w:rsidRPr="006861EF" w:rsidRDefault="001B5AA7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21CB85C1" w14:textId="2EA43870" w:rsidR="006861EF" w:rsidRDefault="006861EF" w:rsidP="006861EF">
      <w:pPr>
        <w:pStyle w:val="Legenda"/>
        <w:keepNext/>
      </w:pPr>
      <w:bookmarkStart w:id="102" w:name="_Toc184025141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16</w:t>
      </w:r>
      <w:r w:rsidR="00866410">
        <w:rPr>
          <w:noProof/>
        </w:rPr>
        <w:fldChar w:fldCharType="end"/>
      </w:r>
      <w:r>
        <w:t xml:space="preserve">. </w:t>
      </w:r>
      <w:r w:rsidRPr="00367EB3">
        <w:t xml:space="preserve">Struktura elementu </w:t>
      </w:r>
      <w:proofErr w:type="spellStart"/>
      <w:r w:rsidRPr="00367EB3">
        <w:t>HeaderType</w:t>
      </w:r>
      <w:bookmarkEnd w:id="10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811028" w:rsidRPr="00B9409E" w14:paraId="455B8E47" w14:textId="77777777" w:rsidTr="008B5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53FA9924" w14:textId="77777777" w:rsidR="00811028" w:rsidRPr="00B9409E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4FD1E6F3" w14:textId="77777777" w:rsidR="00811028" w:rsidRPr="00B9409E" w:rsidRDefault="00811028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4295CF32" w14:textId="77777777" w:rsidR="00811028" w:rsidRPr="00B9409E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083A7F9E" w14:textId="77777777" w:rsidR="00811028" w:rsidRPr="00B9409E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473E8AB1" w14:textId="77777777" w:rsidR="00811028" w:rsidRPr="00B9409E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3C76F2" w:rsidRPr="00B9409E" w14:paraId="57E26AB7" w14:textId="77777777" w:rsidTr="008B5983">
        <w:trPr>
          <w:trHeight w:val="213"/>
        </w:trPr>
        <w:tc>
          <w:tcPr>
            <w:tcW w:w="1886" w:type="dxa"/>
          </w:tcPr>
          <w:p w14:paraId="646E1BCC" w14:textId="77777777" w:rsidR="003C76F2" w:rsidRPr="006861EF" w:rsidRDefault="003C76F2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6F2D516D" w14:textId="77777777" w:rsidR="003C76F2" w:rsidRPr="006861EF" w:rsidRDefault="003C76F2" w:rsidP="003C76F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Kwota podatku</w:t>
            </w:r>
            <w:r w:rsidR="00C14435" w:rsidRPr="006861EF">
              <w:rPr>
                <w:rFonts w:cs="Arial"/>
                <w:sz w:val="20"/>
                <w:szCs w:val="20"/>
              </w:rPr>
              <w:t xml:space="preserve"> ogółem dla wszystkich zezwoleń </w:t>
            </w:r>
            <w:r w:rsidRPr="006861EF">
              <w:rPr>
                <w:rFonts w:cs="Arial"/>
                <w:sz w:val="20"/>
                <w:szCs w:val="20"/>
              </w:rPr>
              <w:t>koncesji.</w:t>
            </w:r>
          </w:p>
        </w:tc>
        <w:tc>
          <w:tcPr>
            <w:tcW w:w="802" w:type="dxa"/>
          </w:tcPr>
          <w:p w14:paraId="3899A727" w14:textId="77777777" w:rsidR="003C76F2" w:rsidRPr="006861EF" w:rsidRDefault="003C76F2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1919" w:type="dxa"/>
          </w:tcPr>
          <w:p w14:paraId="79AE5403" w14:textId="77777777" w:rsidR="003C76F2" w:rsidRPr="006861EF" w:rsidRDefault="003C76F2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2FD9F6EB" w14:textId="77777777" w:rsidR="003C76F2" w:rsidRPr="006861EF" w:rsidRDefault="002070E9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11028" w:rsidRPr="00B9409E" w14:paraId="192E2F32" w14:textId="77777777" w:rsidTr="008B5983">
        <w:trPr>
          <w:trHeight w:val="213"/>
        </w:trPr>
        <w:tc>
          <w:tcPr>
            <w:tcW w:w="1886" w:type="dxa"/>
          </w:tcPr>
          <w:p w14:paraId="2424C40D" w14:textId="77777777" w:rsidR="00811028" w:rsidRPr="006861EF" w:rsidRDefault="00811028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64" w:type="dxa"/>
          </w:tcPr>
          <w:p w14:paraId="3181EAD5" w14:textId="77777777" w:rsidR="00811028" w:rsidRPr="006861EF" w:rsidRDefault="00811028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Identyfikator podatnika (NIP lub PESEL lub EORI)</w:t>
            </w:r>
          </w:p>
        </w:tc>
        <w:tc>
          <w:tcPr>
            <w:tcW w:w="802" w:type="dxa"/>
          </w:tcPr>
          <w:p w14:paraId="601ACB7D" w14:textId="77777777" w:rsidR="00811028" w:rsidRPr="006861EF" w:rsidRDefault="003371D6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7EFD59A4" w14:textId="77777777" w:rsidR="00811028" w:rsidRPr="006861EF" w:rsidRDefault="00E25237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  <w:r w:rsidRPr="006861EF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83" w:type="dxa"/>
          </w:tcPr>
          <w:p w14:paraId="5864E39C" w14:textId="77777777" w:rsidR="00811028" w:rsidRPr="006861EF" w:rsidRDefault="00811028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  <w:p w14:paraId="317CBB67" w14:textId="77777777" w:rsidR="00811028" w:rsidRPr="006861EF" w:rsidRDefault="00811028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E82F61" w:rsidRPr="00B9409E" w14:paraId="54875413" w14:textId="77777777" w:rsidTr="008B5983">
        <w:trPr>
          <w:trHeight w:val="410"/>
        </w:trPr>
        <w:tc>
          <w:tcPr>
            <w:tcW w:w="1886" w:type="dxa"/>
          </w:tcPr>
          <w:p w14:paraId="1BD53D4D" w14:textId="77777777" w:rsidR="00E82F61" w:rsidRPr="006861EF" w:rsidRDefault="00727EB3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264" w:type="dxa"/>
          </w:tcPr>
          <w:p w14:paraId="5E9D65EC" w14:textId="77777777" w:rsidR="00E82F61" w:rsidRPr="006861EF" w:rsidRDefault="00727EB3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Numer formularza załącznika.</w:t>
            </w:r>
          </w:p>
        </w:tc>
        <w:tc>
          <w:tcPr>
            <w:tcW w:w="802" w:type="dxa"/>
          </w:tcPr>
          <w:p w14:paraId="575BFC5A" w14:textId="77777777" w:rsidR="00E82F61" w:rsidRPr="006861EF" w:rsidRDefault="00727EB3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7EECFEEE" w14:textId="77777777" w:rsidR="00E82F61" w:rsidRPr="006861EF" w:rsidRDefault="00727EB3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string(4)</w:t>
            </w:r>
          </w:p>
        </w:tc>
        <w:tc>
          <w:tcPr>
            <w:tcW w:w="1183" w:type="dxa"/>
          </w:tcPr>
          <w:p w14:paraId="64FCE26D" w14:textId="77777777" w:rsidR="00E82F61" w:rsidRPr="006861EF" w:rsidRDefault="002070E9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66EC7" w:rsidRPr="00B9409E" w14:paraId="5364AEC0" w14:textId="77777777" w:rsidTr="008B5983">
        <w:trPr>
          <w:trHeight w:val="213"/>
        </w:trPr>
        <w:tc>
          <w:tcPr>
            <w:tcW w:w="1886" w:type="dxa"/>
          </w:tcPr>
          <w:p w14:paraId="66B14CFE" w14:textId="77777777" w:rsidR="00766EC7" w:rsidRPr="006861EF" w:rsidRDefault="00766EC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03" w:name="period_a"/>
            <w:r w:rsidRPr="006861EF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03"/>
          </w:p>
        </w:tc>
        <w:tc>
          <w:tcPr>
            <w:tcW w:w="3264" w:type="dxa"/>
          </w:tcPr>
          <w:p w14:paraId="3AE3A249" w14:textId="77777777" w:rsidR="00766EC7" w:rsidRPr="006861EF" w:rsidRDefault="00155325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49D5A795" w14:textId="77777777" w:rsidR="00766EC7" w:rsidRPr="006861EF" w:rsidRDefault="00766EC7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248AC989" w14:textId="77777777" w:rsidR="00766EC7" w:rsidRPr="009E472C" w:rsidRDefault="00766EC7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E472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B624E67" w14:textId="702D55AC" w:rsidR="00C14435" w:rsidRPr="009E472C" w:rsidRDefault="00C14435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861EF">
              <w:rPr>
                <w:rFonts w:cs="Arial"/>
                <w:sz w:val="20"/>
                <w:szCs w:val="20"/>
              </w:rPr>
              <w:t xml:space="preserve">Patrz reguła </w:t>
            </w:r>
            <w:r w:rsidRPr="006861EF">
              <w:rPr>
                <w:rFonts w:cs="Arial"/>
                <w:sz w:val="20"/>
                <w:szCs w:val="20"/>
              </w:rPr>
              <w:fldChar w:fldCharType="begin"/>
            </w:r>
            <w:r w:rsidRPr="006861EF">
              <w:rPr>
                <w:rFonts w:cs="Arial"/>
                <w:sz w:val="20"/>
                <w:szCs w:val="20"/>
              </w:rPr>
              <w:instrText xml:space="preserve"> REF Ra3 \h </w:instrText>
            </w:r>
            <w:r w:rsidR="00B9409E" w:rsidRPr="006861E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861EF">
              <w:rPr>
                <w:rFonts w:cs="Arial"/>
                <w:sz w:val="20"/>
                <w:szCs w:val="20"/>
              </w:rPr>
            </w:r>
            <w:r w:rsidRPr="006861E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861EF">
              <w:rPr>
                <w:rFonts w:cs="Arial"/>
                <w:sz w:val="20"/>
                <w:szCs w:val="20"/>
              </w:rPr>
              <w:t>R3</w:t>
            </w:r>
            <w:r w:rsidRPr="006861EF">
              <w:rPr>
                <w:rFonts w:cs="Arial"/>
                <w:sz w:val="20"/>
                <w:szCs w:val="20"/>
              </w:rPr>
              <w:fldChar w:fldCharType="end"/>
            </w:r>
            <w:r w:rsidR="000335E4" w:rsidRPr="006861EF">
              <w:rPr>
                <w:rFonts w:cs="Arial"/>
                <w:sz w:val="20"/>
                <w:szCs w:val="20"/>
              </w:rPr>
              <w:t>,R4</w:t>
            </w:r>
          </w:p>
        </w:tc>
        <w:tc>
          <w:tcPr>
            <w:tcW w:w="1183" w:type="dxa"/>
          </w:tcPr>
          <w:p w14:paraId="0566CA1F" w14:textId="77777777" w:rsidR="00766EC7" w:rsidRPr="006861EF" w:rsidRDefault="00766EC7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B9409E" w14:paraId="5B9BBBFD" w14:textId="77777777" w:rsidTr="008B5983">
        <w:trPr>
          <w:trHeight w:val="213"/>
        </w:trPr>
        <w:tc>
          <w:tcPr>
            <w:tcW w:w="1886" w:type="dxa"/>
          </w:tcPr>
          <w:p w14:paraId="5890CB06" w14:textId="77777777" w:rsidR="00490857" w:rsidRPr="006861EF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45C985C3" w14:textId="77777777" w:rsidR="00490857" w:rsidRPr="006861EF" w:rsidRDefault="00490857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5F1D68D9" w14:textId="77777777" w:rsidR="00490857" w:rsidRPr="006861EF" w:rsidRDefault="00490857" w:rsidP="00811028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064C32F7" w14:textId="77777777" w:rsidR="00490857" w:rsidRPr="006861EF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string(24)</w:t>
            </w:r>
          </w:p>
        </w:tc>
        <w:tc>
          <w:tcPr>
            <w:tcW w:w="1183" w:type="dxa"/>
          </w:tcPr>
          <w:p w14:paraId="344BD0F3" w14:textId="77777777" w:rsidR="00490857" w:rsidRPr="006861EF" w:rsidRDefault="00490857" w:rsidP="00325A32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B9409E" w14:paraId="5C3E0079" w14:textId="77777777" w:rsidTr="008B5983">
        <w:trPr>
          <w:trHeight w:val="213"/>
        </w:trPr>
        <w:tc>
          <w:tcPr>
            <w:tcW w:w="1886" w:type="dxa"/>
          </w:tcPr>
          <w:p w14:paraId="0087BE38" w14:textId="77777777" w:rsidR="00490857" w:rsidRPr="006861EF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72990DA2" w14:textId="77777777" w:rsidR="00490857" w:rsidRPr="006861EF" w:rsidRDefault="0049085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74ACEEE5" w14:textId="77777777" w:rsidR="00490857" w:rsidRPr="006861EF" w:rsidRDefault="00490857" w:rsidP="00811028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2955B3EA" w14:textId="77777777" w:rsidR="00490857" w:rsidRPr="006861EF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57E3E110" w14:textId="77777777" w:rsidR="00490857" w:rsidRPr="006861EF" w:rsidRDefault="0049085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B9409E" w14:paraId="670DAC6E" w14:textId="77777777" w:rsidTr="008B5983">
        <w:trPr>
          <w:trHeight w:val="213"/>
        </w:trPr>
        <w:tc>
          <w:tcPr>
            <w:tcW w:w="1886" w:type="dxa"/>
          </w:tcPr>
          <w:p w14:paraId="51A4FDBE" w14:textId="77777777" w:rsidR="00490857" w:rsidRPr="006861EF" w:rsidRDefault="00490857" w:rsidP="003C76F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41A74F6B" w14:textId="77777777" w:rsidR="00490857" w:rsidRPr="006861EF" w:rsidRDefault="0049085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4A9E9D34" w14:textId="77777777" w:rsidR="00490857" w:rsidRPr="006861EF" w:rsidRDefault="00490857" w:rsidP="00811028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B, C, D</w:t>
            </w:r>
          </w:p>
        </w:tc>
        <w:tc>
          <w:tcPr>
            <w:tcW w:w="1919" w:type="dxa"/>
          </w:tcPr>
          <w:p w14:paraId="4201ABDB" w14:textId="77777777" w:rsidR="00490857" w:rsidRPr="006861EF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 \h  \* MERGEFORMAT </w:instrTex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861EF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552AD3D6" w14:textId="77777777" w:rsidR="00490857" w:rsidRPr="006861EF" w:rsidRDefault="0049085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3D6643FD" w14:textId="26B28343" w:rsidR="006861EF" w:rsidRDefault="006861EF" w:rsidP="006861EF">
      <w:pPr>
        <w:pStyle w:val="Legenda"/>
        <w:keepNext/>
      </w:pPr>
      <w:bookmarkStart w:id="104" w:name="_Toc184025142"/>
      <w:r>
        <w:lastRenderedPageBreak/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17</w:t>
      </w:r>
      <w:r w:rsidR="00866410">
        <w:rPr>
          <w:noProof/>
        </w:rPr>
        <w:fldChar w:fldCharType="end"/>
      </w:r>
      <w:r>
        <w:t xml:space="preserve">. </w:t>
      </w:r>
      <w:r w:rsidRPr="009C6E1C">
        <w:t xml:space="preserve">Struktura elementu </w:t>
      </w:r>
      <w:proofErr w:type="spellStart"/>
      <w:r w:rsidRPr="009C6E1C">
        <w:t>ConcessionType</w:t>
      </w:r>
      <w:bookmarkEnd w:id="10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811028" w:rsidRPr="00B9409E" w14:paraId="6302CC11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4A83FAB" w14:textId="77777777" w:rsidR="00811028" w:rsidRPr="00B9409E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059F5E17" w14:textId="77777777" w:rsidR="00811028" w:rsidRPr="00B9409E" w:rsidRDefault="00811028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DE93919" w14:textId="77777777" w:rsidR="00811028" w:rsidRPr="00B9409E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07405C63" w14:textId="77777777" w:rsidR="00811028" w:rsidRPr="00B9409E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B24EF72" w14:textId="77777777" w:rsidR="00811028" w:rsidRPr="00B9409E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11028" w:rsidRPr="00B9409E" w14:paraId="485024E7" w14:textId="77777777" w:rsidTr="005D6B30">
        <w:trPr>
          <w:trHeight w:val="213"/>
        </w:trPr>
        <w:tc>
          <w:tcPr>
            <w:tcW w:w="1788" w:type="dxa"/>
          </w:tcPr>
          <w:p w14:paraId="7D5B9857" w14:textId="77777777" w:rsidR="00811028" w:rsidRPr="006861EF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Monopoly</w:t>
            </w:r>
          </w:p>
        </w:tc>
        <w:tc>
          <w:tcPr>
            <w:tcW w:w="3481" w:type="dxa"/>
          </w:tcPr>
          <w:p w14:paraId="3DF03E96" w14:textId="77777777" w:rsidR="00811028" w:rsidRPr="006861EF" w:rsidRDefault="00811028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Dane o realizacji monopolu państwa</w:t>
            </w:r>
          </w:p>
        </w:tc>
        <w:tc>
          <w:tcPr>
            <w:tcW w:w="839" w:type="dxa"/>
          </w:tcPr>
          <w:p w14:paraId="449DD96F" w14:textId="77777777" w:rsidR="00811028" w:rsidRPr="006861EF" w:rsidRDefault="006D3C0E" w:rsidP="00811028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76AB421A" w14:textId="77777777" w:rsidR="00811028" w:rsidRPr="006861EF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ZStateMonopoly</w:t>
            </w:r>
          </w:p>
        </w:tc>
        <w:tc>
          <w:tcPr>
            <w:tcW w:w="1197" w:type="dxa"/>
          </w:tcPr>
          <w:p w14:paraId="2313C3ED" w14:textId="77777777" w:rsidR="00811028" w:rsidRPr="006861EF" w:rsidRDefault="00AF17F4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0</w:t>
            </w:r>
            <w:r w:rsidR="00811028" w:rsidRPr="006861EF">
              <w:rPr>
                <w:rFonts w:cs="Arial"/>
                <w:sz w:val="20"/>
                <w:szCs w:val="20"/>
              </w:rPr>
              <w:t>..1</w:t>
            </w:r>
          </w:p>
        </w:tc>
      </w:tr>
      <w:tr w:rsidR="00811028" w:rsidRPr="00B9409E" w14:paraId="440292A1" w14:textId="77777777" w:rsidTr="005D6B30">
        <w:trPr>
          <w:trHeight w:val="213"/>
        </w:trPr>
        <w:tc>
          <w:tcPr>
            <w:tcW w:w="1788" w:type="dxa"/>
          </w:tcPr>
          <w:p w14:paraId="45A48889" w14:textId="77777777" w:rsidR="00811028" w:rsidRPr="006861EF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5416C8B5" w14:textId="77777777" w:rsidR="00811028" w:rsidRPr="006861EF" w:rsidRDefault="00811028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091EB8E6" w14:textId="77777777" w:rsidR="00811028" w:rsidRPr="006861EF" w:rsidRDefault="006D3C0E" w:rsidP="00811028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1975" w:type="dxa"/>
          </w:tcPr>
          <w:p w14:paraId="7AA80DAB" w14:textId="77777777" w:rsidR="00811028" w:rsidRPr="006861EF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ZCalculationOfTaxOnGame</w:t>
            </w:r>
          </w:p>
        </w:tc>
        <w:tc>
          <w:tcPr>
            <w:tcW w:w="1197" w:type="dxa"/>
          </w:tcPr>
          <w:p w14:paraId="1C214937" w14:textId="77777777" w:rsidR="00811028" w:rsidRPr="006861EF" w:rsidRDefault="00811028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</w:t>
            </w:r>
            <w:r w:rsidR="00823810" w:rsidRPr="006861EF">
              <w:rPr>
                <w:rFonts w:cs="Arial"/>
                <w:sz w:val="20"/>
                <w:szCs w:val="20"/>
              </w:rPr>
              <w:t>99</w:t>
            </w:r>
          </w:p>
        </w:tc>
      </w:tr>
    </w:tbl>
    <w:p w14:paraId="2EEE76A1" w14:textId="77777777" w:rsidR="00353DF0" w:rsidRPr="00B9409E" w:rsidRDefault="00353DF0" w:rsidP="00B9409E">
      <w:pPr>
        <w:pStyle w:val="Nagwek3"/>
      </w:pPr>
      <w:bookmarkStart w:id="105" w:name="_Toc184025171"/>
      <w:r w:rsidRPr="00B9409E">
        <w:t>Reguły</w:t>
      </w:r>
      <w:r w:rsidR="00E46EE4" w:rsidRPr="00B9409E">
        <w:t xml:space="preserve"> POG5A</w:t>
      </w:r>
      <w:bookmarkEnd w:id="105"/>
    </w:p>
    <w:p w14:paraId="2ED65324" w14:textId="537CB4B2" w:rsidR="006861EF" w:rsidRDefault="006861EF" w:rsidP="006861EF">
      <w:pPr>
        <w:pStyle w:val="Legenda"/>
        <w:keepNext/>
      </w:pPr>
      <w:bookmarkStart w:id="106" w:name="_Toc184025143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18</w:t>
      </w:r>
      <w:r w:rsidR="00866410">
        <w:rPr>
          <w:noProof/>
        </w:rPr>
        <w:fldChar w:fldCharType="end"/>
      </w:r>
      <w:r>
        <w:t xml:space="preserve">. </w:t>
      </w:r>
      <w:r w:rsidRPr="00E678ED">
        <w:t>Reguły dotyczące załącznika POG5A</w:t>
      </w:r>
      <w:bookmarkEnd w:id="10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DB2407" w:rsidRPr="00B9409E" w14:paraId="3159D025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0D49C021" w14:textId="77777777" w:rsidR="00DB2407" w:rsidRPr="00B9409E" w:rsidRDefault="00DB240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615C69F5" w14:textId="77777777" w:rsidR="00DB2407" w:rsidRPr="00B9409E" w:rsidRDefault="00DB240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B2407" w:rsidRPr="00B9409E" w14:paraId="69A87FFD" w14:textId="77777777" w:rsidTr="005D6B30">
        <w:trPr>
          <w:trHeight w:val="213"/>
        </w:trPr>
        <w:tc>
          <w:tcPr>
            <w:tcW w:w="944" w:type="dxa"/>
          </w:tcPr>
          <w:p w14:paraId="5D92E3BF" w14:textId="77777777" w:rsidR="00DB2407" w:rsidRPr="00B9409E" w:rsidRDefault="00DB2407" w:rsidP="00897EC0">
            <w:pPr>
              <w:rPr>
                <w:rFonts w:cs="Arial"/>
                <w:sz w:val="18"/>
                <w:szCs w:val="18"/>
              </w:rPr>
            </w:pPr>
            <w:bookmarkStart w:id="107" w:name="Ra3"/>
            <w:r w:rsidRPr="00B9409E">
              <w:rPr>
                <w:rFonts w:cs="Arial"/>
                <w:sz w:val="18"/>
                <w:szCs w:val="18"/>
              </w:rPr>
              <w:t>R3</w:t>
            </w:r>
            <w:bookmarkEnd w:id="107"/>
          </w:p>
        </w:tc>
        <w:tc>
          <w:tcPr>
            <w:tcW w:w="8110" w:type="dxa"/>
          </w:tcPr>
          <w:p w14:paraId="6737FB17" w14:textId="77777777" w:rsidR="00DB2407" w:rsidRPr="00B9409E" w:rsidRDefault="00BC08FD" w:rsidP="009F0F43">
            <w:pPr>
              <w:rPr>
                <w:rFonts w:cs="Arial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D</w:t>
            </w:r>
            <w:r w:rsidR="00C14435" w:rsidRPr="00B9409E">
              <w:rPr>
                <w:rFonts w:cs="Arial"/>
                <w:sz w:val="18"/>
                <w:szCs w:val="18"/>
              </w:rPr>
              <w:t xml:space="preserve">otyczy pola </w:t>
            </w:r>
            <w:r w:rsidR="00C14435" w:rsidRPr="00B9409E">
              <w:rPr>
                <w:rStyle w:val="poleodsylacz"/>
                <w:rFonts w:ascii="Lato" w:hAnsi="Lato"/>
              </w:rPr>
              <w:fldChar w:fldCharType="begin"/>
            </w:r>
            <w:r w:rsidR="00C14435" w:rsidRPr="00B9409E">
              <w:rPr>
                <w:rStyle w:val="poleodsylacz"/>
                <w:rFonts w:ascii="Lato" w:hAnsi="Lato"/>
                <w:lang w:val="pl-PL"/>
              </w:rPr>
              <w:instrText xml:space="preserve"> REF period_a \h  \* MERGEFORMAT </w:instrText>
            </w:r>
            <w:r w:rsidR="00C14435" w:rsidRPr="00B9409E">
              <w:rPr>
                <w:rStyle w:val="poleodsylacz"/>
                <w:rFonts w:ascii="Lato" w:hAnsi="Lato"/>
              </w:rPr>
            </w:r>
            <w:r w:rsidR="00C14435" w:rsidRPr="00B9409E">
              <w:rPr>
                <w:rStyle w:val="poleodsylacz"/>
                <w:rFonts w:ascii="Lato" w:hAnsi="Lato"/>
              </w:rPr>
              <w:fldChar w:fldCharType="separate"/>
            </w:r>
            <w:r w:rsidR="00475C3D" w:rsidRPr="00B9409E">
              <w:rPr>
                <w:rStyle w:val="poleodsylacz"/>
                <w:rFonts w:ascii="Lato" w:hAnsi="Lato"/>
                <w:lang w:val="pl-PL"/>
              </w:rPr>
              <w:t>period</w:t>
            </w:r>
            <w:r w:rsidR="00C14435" w:rsidRPr="00B9409E">
              <w:rPr>
                <w:rStyle w:val="poleodsylacz"/>
                <w:rFonts w:ascii="Lato" w:hAnsi="Lato"/>
              </w:rPr>
              <w:fldChar w:fldCharType="end"/>
            </w:r>
            <w:r w:rsidR="00C14435" w:rsidRPr="00B9409E">
              <w:rPr>
                <w:rFonts w:cs="Arial"/>
                <w:sz w:val="18"/>
                <w:szCs w:val="18"/>
              </w:rPr>
              <w:t>: d</w:t>
            </w:r>
            <w:r w:rsidRPr="00B9409E">
              <w:rPr>
                <w:rFonts w:cs="Arial"/>
                <w:sz w:val="18"/>
                <w:szCs w:val="18"/>
              </w:rPr>
              <w:t xml:space="preserve">eklaracja nie może być złożona za okres </w:t>
            </w:r>
            <w:r w:rsidR="00696599" w:rsidRPr="00B9409E">
              <w:rPr>
                <w:rFonts w:cs="Arial"/>
                <w:sz w:val="18"/>
                <w:szCs w:val="18"/>
              </w:rPr>
              <w:t>który się jeszcze nie zakończył</w:t>
            </w:r>
            <w:r w:rsidRPr="00B9409E">
              <w:rPr>
                <w:rFonts w:cs="Arial"/>
                <w:sz w:val="18"/>
                <w:szCs w:val="18"/>
              </w:rPr>
              <w:t>.</w:t>
            </w:r>
          </w:p>
        </w:tc>
      </w:tr>
      <w:tr w:rsidR="000335E4" w:rsidRPr="00B9409E" w14:paraId="3C00C08E" w14:textId="77777777" w:rsidTr="005D6B30">
        <w:trPr>
          <w:trHeight w:val="213"/>
        </w:trPr>
        <w:tc>
          <w:tcPr>
            <w:tcW w:w="944" w:type="dxa"/>
          </w:tcPr>
          <w:p w14:paraId="0042F690" w14:textId="77777777" w:rsidR="000335E4" w:rsidRPr="00B9409E" w:rsidRDefault="000335E4" w:rsidP="008F5930">
            <w:pPr>
              <w:rPr>
                <w:rFonts w:cs="Arial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R4</w:t>
            </w:r>
          </w:p>
        </w:tc>
        <w:tc>
          <w:tcPr>
            <w:tcW w:w="8110" w:type="dxa"/>
          </w:tcPr>
          <w:p w14:paraId="23F9AA23" w14:textId="77777777" w:rsidR="000335E4" w:rsidRPr="00B9409E" w:rsidRDefault="00655409" w:rsidP="008F5930">
            <w:pPr>
              <w:rPr>
                <w:rFonts w:cs="Arial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72835B79" w14:textId="77777777" w:rsidR="00682A09" w:rsidRPr="005D6B30" w:rsidRDefault="00682A09" w:rsidP="00B9409E">
      <w:pPr>
        <w:pStyle w:val="Nagwek2"/>
        <w:rPr>
          <w:lang w:val="pl-PL"/>
        </w:rPr>
      </w:pPr>
      <w:bookmarkStart w:id="108" w:name="_Toc184025172"/>
      <w:r w:rsidRPr="005D6B30">
        <w:rPr>
          <w:lang w:val="pl-PL"/>
        </w:rPr>
        <w:t>Załącznik POG-5/C do deklaracji POG5</w:t>
      </w:r>
      <w:bookmarkEnd w:id="108"/>
    </w:p>
    <w:p w14:paraId="34592506" w14:textId="77777777" w:rsidR="00D96FFB" w:rsidRPr="005D6B30" w:rsidRDefault="000521B1" w:rsidP="00B9409E">
      <w:pPr>
        <w:pStyle w:val="Nagwek3"/>
      </w:pPr>
      <w:bookmarkStart w:id="109" w:name="_Toc184025173"/>
      <w:r w:rsidRPr="005D6B30">
        <w:t>Komunikat POG5C</w:t>
      </w:r>
      <w:bookmarkEnd w:id="109"/>
    </w:p>
    <w:p w14:paraId="7B3248A5" w14:textId="77777777" w:rsidR="00057E4A" w:rsidRPr="005D6B30" w:rsidRDefault="00057E4A" w:rsidP="005D6B30">
      <w:r w:rsidRPr="005D6B30">
        <w:t>ZAŁĄCZNIK DO DEKLARACJI POG-5 DLA PODATKU OD GIER</w:t>
      </w:r>
    </w:p>
    <w:p w14:paraId="6EE36509" w14:textId="77777777" w:rsidR="005D6B30" w:rsidRDefault="00057E4A" w:rsidP="005D6B30">
      <w:r w:rsidRPr="005D6B30">
        <w:t xml:space="preserve">Formularz przeznaczony jest dla podatników podatku od gier: </w:t>
      </w:r>
    </w:p>
    <w:p w14:paraId="3A08F39B" w14:textId="77777777" w:rsidR="005D6B30" w:rsidRDefault="00057E4A" w:rsidP="005D6B30">
      <w:pPr>
        <w:pStyle w:val="Akapitzlist"/>
        <w:numPr>
          <w:ilvl w:val="0"/>
          <w:numId w:val="34"/>
        </w:numPr>
      </w:pPr>
      <w:r w:rsidRPr="005D6B30">
        <w:t xml:space="preserve">prowadzących kasyna gry i salony gry bingo pieniężne oraz urządzających zakłady wzajemne, loterie pieniężne, grę </w:t>
      </w:r>
      <w:proofErr w:type="spellStart"/>
      <w:r w:rsidRPr="005D6B30">
        <w:t>telebingo</w:t>
      </w:r>
      <w:proofErr w:type="spellEnd"/>
      <w:r w:rsidRPr="005D6B30">
        <w:t xml:space="preserve"> i loterie audioteks</w:t>
      </w:r>
      <w:r w:rsidR="00C14435" w:rsidRPr="005D6B30">
        <w:t>t</w:t>
      </w:r>
      <w:r w:rsidRPr="005D6B30">
        <w:t>owe,</w:t>
      </w:r>
    </w:p>
    <w:p w14:paraId="4DEC0A87" w14:textId="77777777" w:rsidR="005D6B30" w:rsidRDefault="00057E4A" w:rsidP="005D6B30">
      <w:pPr>
        <w:pStyle w:val="Akapitzlist"/>
        <w:numPr>
          <w:ilvl w:val="0"/>
          <w:numId w:val="34"/>
        </w:numPr>
      </w:pPr>
      <w:r w:rsidRPr="005D6B30">
        <w:t>urządzających gry liczbowe,</w:t>
      </w:r>
    </w:p>
    <w:p w14:paraId="2310F6AC" w14:textId="7EE90EDC" w:rsidR="00057E4A" w:rsidRPr="005D6B30" w:rsidRDefault="00057E4A" w:rsidP="005D6B30">
      <w:pPr>
        <w:pStyle w:val="Akapitzlist"/>
        <w:numPr>
          <w:ilvl w:val="0"/>
          <w:numId w:val="34"/>
        </w:numPr>
      </w:pPr>
      <w:r w:rsidRPr="005D6B30">
        <w:t>urządzających grę bingo fantowe i loterię fantową.</w:t>
      </w:r>
    </w:p>
    <w:p w14:paraId="4A523906" w14:textId="77777777" w:rsidR="00F9050C" w:rsidRPr="005D6B30" w:rsidRDefault="00F9050C" w:rsidP="00B9409E">
      <w:pPr>
        <w:pStyle w:val="Nagwek3"/>
      </w:pPr>
      <w:bookmarkStart w:id="110" w:name="_Toc184025174"/>
      <w:r w:rsidRPr="005D6B30">
        <w:t>Specyfikacja POG5C</w:t>
      </w:r>
      <w:bookmarkEnd w:id="110"/>
    </w:p>
    <w:p w14:paraId="4F627F95" w14:textId="77777777" w:rsidR="00637877" w:rsidRPr="005D6B30" w:rsidRDefault="0039422B" w:rsidP="00F71A47">
      <w:pPr>
        <w:jc w:val="both"/>
      </w:pPr>
      <w:r w:rsidRPr="005D6B30">
        <w:t>Struktura</w:t>
      </w:r>
      <w:r w:rsidR="00637877" w:rsidRPr="005D6B30">
        <w:t xml:space="preserve"> typu </w:t>
      </w:r>
      <w:proofErr w:type="spellStart"/>
      <w:r w:rsidR="00637877" w:rsidRPr="005D6B30">
        <w:t>ZStateMonopoly</w:t>
      </w:r>
      <w:proofErr w:type="spellEnd"/>
      <w:r w:rsidR="00637877" w:rsidRPr="005D6B30">
        <w:t xml:space="preserve">, </w:t>
      </w:r>
      <w:r w:rsidRPr="005D6B30">
        <w:t>została zdefiniowana</w:t>
      </w:r>
      <w:r w:rsidR="00637877" w:rsidRPr="005D6B30">
        <w:t xml:space="preserve"> w dokumencie </w:t>
      </w:r>
      <w:r w:rsidR="00637877" w:rsidRPr="005D6B30">
        <w:fldChar w:fldCharType="begin"/>
      </w:r>
      <w:r w:rsidR="00637877" w:rsidRPr="005D6B30">
        <w:instrText xml:space="preserve"> REF _Ref361653747 \r \h  \* MERGEFORMAT </w:instrText>
      </w:r>
      <w:r w:rsidR="00637877" w:rsidRPr="005D6B30">
        <w:fldChar w:fldCharType="separate"/>
      </w:r>
      <w:r w:rsidR="00475C3D" w:rsidRPr="005D6B30">
        <w:t>A1</w:t>
      </w:r>
      <w:r w:rsidR="00637877" w:rsidRPr="005D6B30">
        <w:fldChar w:fldCharType="end"/>
      </w:r>
      <w:r w:rsidRPr="005D6B30">
        <w:t xml:space="preserve"> i nie będzie tutaj szczegółowo omawiana</w:t>
      </w:r>
      <w:r w:rsidR="00637877" w:rsidRPr="005D6B30">
        <w:t>.</w:t>
      </w:r>
    </w:p>
    <w:p w14:paraId="6B63DD51" w14:textId="30920AAA" w:rsidR="006861EF" w:rsidRDefault="006861EF" w:rsidP="006861EF">
      <w:pPr>
        <w:pStyle w:val="Legenda"/>
        <w:keepNext/>
      </w:pPr>
      <w:bookmarkStart w:id="111" w:name="_Toc184025144"/>
      <w:r>
        <w:lastRenderedPageBreak/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19</w:t>
      </w:r>
      <w:r w:rsidR="00866410">
        <w:rPr>
          <w:noProof/>
        </w:rPr>
        <w:fldChar w:fldCharType="end"/>
      </w:r>
      <w:r>
        <w:t xml:space="preserve">. </w:t>
      </w:r>
      <w:r w:rsidRPr="009E46BE">
        <w:t>Dane ogólne w ramach struktury załącznika POG5C</w:t>
      </w:r>
      <w:bookmarkEnd w:id="11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274B21" w:rsidRPr="00B9409E" w14:paraId="6BD1C567" w14:textId="77777777" w:rsidTr="005D6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4E8179E2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82DB050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6861EF">
              <w:rPr>
                <w:sz w:val="20"/>
                <w:szCs w:val="20"/>
              </w:rPr>
              <w:t>.</w:t>
            </w:r>
          </w:p>
        </w:tc>
      </w:tr>
      <w:tr w:rsidR="00274B21" w:rsidRPr="00B9409E" w14:paraId="571F11CC" w14:textId="77777777" w:rsidTr="005D6B30">
        <w:tc>
          <w:tcPr>
            <w:tcW w:w="2738" w:type="dxa"/>
          </w:tcPr>
          <w:p w14:paraId="698EE02D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93AFD95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B9409E" w14:paraId="7E90D073" w14:textId="77777777" w:rsidTr="005D6B30">
        <w:tc>
          <w:tcPr>
            <w:tcW w:w="2738" w:type="dxa"/>
          </w:tcPr>
          <w:p w14:paraId="5DFAA2B0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3402322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0.1</w:t>
            </w:r>
          </w:p>
        </w:tc>
      </w:tr>
      <w:tr w:rsidR="00274B21" w:rsidRPr="00B9409E" w14:paraId="410F4592" w14:textId="77777777" w:rsidTr="005D6B30">
        <w:tc>
          <w:tcPr>
            <w:tcW w:w="2738" w:type="dxa"/>
          </w:tcPr>
          <w:p w14:paraId="1499CAC9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B052FFF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B9409E" w14:paraId="1DED9D07" w14:textId="77777777" w:rsidTr="005D6B30">
        <w:tc>
          <w:tcPr>
            <w:tcW w:w="2738" w:type="dxa"/>
          </w:tcPr>
          <w:p w14:paraId="01ECB64E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11A6DA7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B9409E" w14:paraId="0AA1A7B0" w14:textId="77777777" w:rsidTr="005D6B30">
        <w:tc>
          <w:tcPr>
            <w:tcW w:w="2738" w:type="dxa"/>
          </w:tcPr>
          <w:p w14:paraId="3FADDB9A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BCE766B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B9409E" w14:paraId="7A558B81" w14:textId="77777777" w:rsidTr="005D6B30">
        <w:tc>
          <w:tcPr>
            <w:tcW w:w="2738" w:type="dxa"/>
          </w:tcPr>
          <w:p w14:paraId="76AAC2FB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007124B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B9409E" w14:paraId="7F6925A5" w14:textId="77777777" w:rsidTr="005D6B30">
        <w:tc>
          <w:tcPr>
            <w:tcW w:w="2738" w:type="dxa"/>
          </w:tcPr>
          <w:p w14:paraId="3ED5BFE9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6861EF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293024CA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37001660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http://www.e-clo.pl</w:t>
            </w:r>
            <w:r w:rsidR="00B64ECA" w:rsidRPr="006861EF">
              <w:rPr>
                <w:rFonts w:cs="Arial"/>
                <w:sz w:val="20"/>
                <w:szCs w:val="20"/>
              </w:rPr>
              <w:t>/ZEFIR2/eZefir2/xsd/</w:t>
            </w:r>
            <w:r w:rsidRPr="006861EF">
              <w:rPr>
                <w:rFonts w:cs="Arial"/>
                <w:sz w:val="20"/>
                <w:szCs w:val="20"/>
              </w:rPr>
              <w:t>CustomsOfficeList.xsd</w:t>
            </w:r>
          </w:p>
          <w:p w14:paraId="1967352C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http://www.e-clo.pl</w:t>
            </w:r>
            <w:r w:rsidR="00B64ECA" w:rsidRPr="006861EF">
              <w:rPr>
                <w:rFonts w:cs="Arial"/>
                <w:sz w:val="20"/>
                <w:szCs w:val="20"/>
              </w:rPr>
              <w:t>/ZEFIR2/eZefir2/xsd/</w:t>
            </w:r>
            <w:r w:rsidRPr="006861EF">
              <w:rPr>
                <w:rFonts w:cs="Arial"/>
                <w:sz w:val="20"/>
                <w:szCs w:val="20"/>
              </w:rPr>
              <w:t>Types.xsd</w:t>
            </w:r>
          </w:p>
          <w:p w14:paraId="276F99B9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http://www.e-clo.pl</w:t>
            </w:r>
            <w:r w:rsidR="00B64ECA" w:rsidRPr="006861EF">
              <w:rPr>
                <w:rFonts w:cs="Arial"/>
                <w:sz w:val="20"/>
                <w:szCs w:val="20"/>
              </w:rPr>
              <w:t>/ZEFIR2/eZefir2/xsd/</w:t>
            </w:r>
            <w:r w:rsidRPr="006861EF">
              <w:rPr>
                <w:rFonts w:cs="Arial"/>
                <w:sz w:val="20"/>
                <w:szCs w:val="20"/>
              </w:rPr>
              <w:t>Trader.xsd</w:t>
            </w:r>
          </w:p>
        </w:tc>
      </w:tr>
      <w:tr w:rsidR="00274B21" w:rsidRPr="00B9409E" w14:paraId="22E41D2A" w14:textId="77777777" w:rsidTr="005D6B30">
        <w:tc>
          <w:tcPr>
            <w:tcW w:w="2738" w:type="dxa"/>
          </w:tcPr>
          <w:p w14:paraId="7FD62A2B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61C9DF1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pog_5c.xsd</w:t>
            </w:r>
          </w:p>
        </w:tc>
      </w:tr>
      <w:tr w:rsidR="00274B21" w:rsidRPr="00B9409E" w14:paraId="205207B6" w14:textId="77777777" w:rsidTr="005D6B30">
        <w:tc>
          <w:tcPr>
            <w:tcW w:w="2738" w:type="dxa"/>
          </w:tcPr>
          <w:p w14:paraId="74AC9C0F" w14:textId="77777777" w:rsidR="00274B21" w:rsidRPr="006861EF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Polityka monitorowania</w:t>
            </w:r>
          </w:p>
        </w:tc>
        <w:tc>
          <w:tcPr>
            <w:tcW w:w="6584" w:type="dxa"/>
          </w:tcPr>
          <w:p w14:paraId="1CEBE237" w14:textId="77777777" w:rsidR="00274B21" w:rsidRPr="006861EF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AC46E30" w14:textId="77777777" w:rsidR="005D6B30" w:rsidRPr="005D6B30" w:rsidRDefault="005D6B30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(POG5CType)</w:t>
      </w:r>
    </w:p>
    <w:p w14:paraId="5CC421A5" w14:textId="77777777" w:rsidR="005D6B30" w:rsidRPr="005D6B30" w:rsidRDefault="005D6B30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6B4B9AAB" w14:textId="77777777" w:rsidR="005D6B30" w:rsidRPr="005D6B30" w:rsidRDefault="005D6B30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</w:t>
      </w:r>
      <w:proofErr w:type="spellStart"/>
      <w:r w:rsidRPr="005D6B30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ZStateMonopoly</w:t>
      </w:r>
      <w:proofErr w:type="spellEnd"/>
    </w:p>
    <w:p w14:paraId="1A61741F" w14:textId="6961BD7C" w:rsidR="006861EF" w:rsidRDefault="006861EF" w:rsidP="006861EF">
      <w:pPr>
        <w:pStyle w:val="Legenda"/>
        <w:keepNext/>
      </w:pPr>
      <w:bookmarkStart w:id="112" w:name="_Toc184025145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20</w:t>
      </w:r>
      <w:r w:rsidR="00866410">
        <w:rPr>
          <w:noProof/>
        </w:rPr>
        <w:fldChar w:fldCharType="end"/>
      </w:r>
      <w:r>
        <w:t xml:space="preserve">. </w:t>
      </w:r>
      <w:r w:rsidRPr="00216AD8">
        <w:t>Struktura elementu POG5CType</w:t>
      </w:r>
      <w:bookmarkEnd w:id="11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800B37" w:rsidRPr="00B9409E" w14:paraId="5196C3E9" w14:textId="77777777" w:rsidTr="0097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35D48632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52CEE54" w14:textId="77777777" w:rsidR="00800B37" w:rsidRPr="00B9409E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7BFCEE8" w14:textId="77777777" w:rsidR="00800B37" w:rsidRPr="00B9409E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34714B36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795F218B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B9409E" w14:paraId="03B0831C" w14:textId="77777777" w:rsidTr="0097515D">
        <w:trPr>
          <w:trHeight w:val="213"/>
        </w:trPr>
        <w:tc>
          <w:tcPr>
            <w:tcW w:w="1740" w:type="dxa"/>
          </w:tcPr>
          <w:p w14:paraId="1FE6A993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6F041D67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0BE8F0AE" w14:textId="77777777" w:rsidR="00800B37" w:rsidRPr="006861EF" w:rsidRDefault="00EC529C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02660B39" w14:textId="77777777" w:rsidR="00800B37" w:rsidRPr="006861EF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HeaderType_c \h  \* MERGEFORMAT </w:instrTex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861EF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FC92C2D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31417BBF" w14:textId="37129E8A" w:rsidR="006861EF" w:rsidRDefault="006861EF" w:rsidP="006861EF">
      <w:pPr>
        <w:pStyle w:val="Legenda"/>
        <w:keepNext/>
      </w:pPr>
      <w:bookmarkStart w:id="113" w:name="_Toc184025146"/>
      <w:r>
        <w:lastRenderedPageBreak/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21</w:t>
      </w:r>
      <w:r w:rsidR="00866410">
        <w:rPr>
          <w:noProof/>
        </w:rPr>
        <w:fldChar w:fldCharType="end"/>
      </w:r>
      <w:r>
        <w:t xml:space="preserve">. </w:t>
      </w:r>
      <w:r w:rsidRPr="00FD0E47">
        <w:t xml:space="preserve">Struktura elementu </w:t>
      </w:r>
      <w:proofErr w:type="spellStart"/>
      <w:r w:rsidRPr="00FD0E47">
        <w:t>HeaderType</w:t>
      </w:r>
      <w:bookmarkEnd w:id="113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28"/>
        <w:gridCol w:w="3118"/>
        <w:gridCol w:w="792"/>
        <w:gridCol w:w="1927"/>
        <w:gridCol w:w="1189"/>
      </w:tblGrid>
      <w:tr w:rsidR="00800B37" w:rsidRPr="00B9409E" w14:paraId="4E5AFCF7" w14:textId="77777777" w:rsidTr="0097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028" w:type="dxa"/>
          </w:tcPr>
          <w:p w14:paraId="5517150E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118" w:type="dxa"/>
          </w:tcPr>
          <w:p w14:paraId="718F99FE" w14:textId="77777777" w:rsidR="00800B37" w:rsidRPr="00B9409E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2" w:type="dxa"/>
          </w:tcPr>
          <w:p w14:paraId="2D13924C" w14:textId="77777777" w:rsidR="00800B37" w:rsidRPr="00B9409E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7" w:type="dxa"/>
          </w:tcPr>
          <w:p w14:paraId="62E02C2C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9" w:type="dxa"/>
          </w:tcPr>
          <w:p w14:paraId="4D0B8786" w14:textId="77777777" w:rsidR="00800B37" w:rsidRPr="00B9409E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B9409E" w14:paraId="7947DD35" w14:textId="77777777" w:rsidTr="0097515D">
        <w:trPr>
          <w:trHeight w:val="213"/>
        </w:trPr>
        <w:tc>
          <w:tcPr>
            <w:tcW w:w="2028" w:type="dxa"/>
          </w:tcPr>
          <w:p w14:paraId="13A76F0B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118" w:type="dxa"/>
          </w:tcPr>
          <w:p w14:paraId="195BAE46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Identyfikator podatnika (NIP lub PESEL lub EORI)</w:t>
            </w:r>
          </w:p>
        </w:tc>
        <w:tc>
          <w:tcPr>
            <w:tcW w:w="792" w:type="dxa"/>
          </w:tcPr>
          <w:p w14:paraId="6D396C86" w14:textId="77777777" w:rsidR="00800B37" w:rsidRPr="006861EF" w:rsidRDefault="005D4E8A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27" w:type="dxa"/>
          </w:tcPr>
          <w:p w14:paraId="4F053A41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89" w:type="dxa"/>
          </w:tcPr>
          <w:p w14:paraId="1698A6E8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2D4CBFE8" w14:textId="77777777" w:rsidTr="0097515D">
        <w:trPr>
          <w:trHeight w:val="213"/>
        </w:trPr>
        <w:tc>
          <w:tcPr>
            <w:tcW w:w="2028" w:type="dxa"/>
          </w:tcPr>
          <w:p w14:paraId="54FE2CAB" w14:textId="77777777" w:rsidR="00800B37" w:rsidRPr="006861EF" w:rsidRDefault="00800B37" w:rsidP="006955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118" w:type="dxa"/>
          </w:tcPr>
          <w:p w14:paraId="3604840C" w14:textId="77777777" w:rsidR="00800B37" w:rsidRPr="006861EF" w:rsidRDefault="00800B37" w:rsidP="0069555D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792" w:type="dxa"/>
          </w:tcPr>
          <w:p w14:paraId="664A97B9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27" w:type="dxa"/>
          </w:tcPr>
          <w:p w14:paraId="56AB8C77" w14:textId="77777777" w:rsidR="00800B37" w:rsidRPr="006861EF" w:rsidRDefault="0080565D" w:rsidP="008056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89" w:type="dxa"/>
          </w:tcPr>
          <w:p w14:paraId="0E389F87" w14:textId="77777777" w:rsidR="00800B37" w:rsidRPr="006861EF" w:rsidRDefault="00800B37" w:rsidP="0069555D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1DE550EC" w14:textId="77777777" w:rsidTr="0097515D">
        <w:trPr>
          <w:trHeight w:val="213"/>
        </w:trPr>
        <w:tc>
          <w:tcPr>
            <w:tcW w:w="2028" w:type="dxa"/>
          </w:tcPr>
          <w:p w14:paraId="746AF428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4" w:name="period_c"/>
            <w:r w:rsidRPr="006861EF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14"/>
          </w:p>
        </w:tc>
        <w:tc>
          <w:tcPr>
            <w:tcW w:w="3118" w:type="dxa"/>
          </w:tcPr>
          <w:p w14:paraId="46258A4F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792" w:type="dxa"/>
          </w:tcPr>
          <w:p w14:paraId="2937C235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27" w:type="dxa"/>
          </w:tcPr>
          <w:p w14:paraId="5B2225FF" w14:textId="77777777" w:rsidR="00800B37" w:rsidRPr="009E472C" w:rsidRDefault="00800B37" w:rsidP="00897EC0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E472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48189110" w14:textId="163C8BD1" w:rsidR="00800B37" w:rsidRPr="006861EF" w:rsidRDefault="00C14435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 xml:space="preserve">Patrz reguła </w:t>
            </w:r>
            <w:r w:rsidRPr="006861EF">
              <w:rPr>
                <w:rFonts w:cs="Arial"/>
                <w:sz w:val="20"/>
                <w:szCs w:val="20"/>
              </w:rPr>
              <w:fldChar w:fldCharType="begin"/>
            </w:r>
            <w:r w:rsidRPr="006861EF">
              <w:rPr>
                <w:rFonts w:cs="Arial"/>
                <w:sz w:val="20"/>
                <w:szCs w:val="20"/>
              </w:rPr>
              <w:instrText xml:space="preserve"> REF Rc3 \h </w:instrText>
            </w:r>
            <w:r w:rsidR="00B9409E" w:rsidRPr="006861E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861EF">
              <w:rPr>
                <w:rFonts w:cs="Arial"/>
                <w:sz w:val="20"/>
                <w:szCs w:val="20"/>
              </w:rPr>
            </w:r>
            <w:r w:rsidRPr="006861E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861EF">
              <w:rPr>
                <w:rFonts w:cs="Arial"/>
                <w:sz w:val="20"/>
                <w:szCs w:val="20"/>
              </w:rPr>
              <w:t>R3</w:t>
            </w:r>
            <w:r w:rsidRPr="006861EF">
              <w:rPr>
                <w:rFonts w:cs="Arial"/>
                <w:sz w:val="20"/>
                <w:szCs w:val="20"/>
              </w:rPr>
              <w:fldChar w:fldCharType="end"/>
            </w:r>
            <w:r w:rsidR="000335E4" w:rsidRPr="006861EF">
              <w:rPr>
                <w:rFonts w:cs="Arial"/>
                <w:sz w:val="20"/>
                <w:szCs w:val="20"/>
              </w:rPr>
              <w:t>,R7</w:t>
            </w:r>
          </w:p>
        </w:tc>
        <w:tc>
          <w:tcPr>
            <w:tcW w:w="1189" w:type="dxa"/>
          </w:tcPr>
          <w:p w14:paraId="7181DC17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6F352949" w14:textId="77777777" w:rsidTr="0097515D">
        <w:trPr>
          <w:trHeight w:val="213"/>
        </w:trPr>
        <w:tc>
          <w:tcPr>
            <w:tcW w:w="2028" w:type="dxa"/>
          </w:tcPr>
          <w:p w14:paraId="015E3D3D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118" w:type="dxa"/>
          </w:tcPr>
          <w:p w14:paraId="175FF5ED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792" w:type="dxa"/>
          </w:tcPr>
          <w:p w14:paraId="576A3161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27" w:type="dxa"/>
          </w:tcPr>
          <w:p w14:paraId="1FF548FE" w14:textId="77777777" w:rsidR="00800B37" w:rsidRPr="006861EF" w:rsidRDefault="007156F3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00B37" w:rsidRPr="006861EF">
              <w:rPr>
                <w:rStyle w:val="pole"/>
                <w:rFonts w:ascii="Lato" w:hAnsi="Lato"/>
                <w:sz w:val="20"/>
                <w:szCs w:val="20"/>
              </w:rPr>
              <w:t>(24)</w:t>
            </w:r>
          </w:p>
        </w:tc>
        <w:tc>
          <w:tcPr>
            <w:tcW w:w="1189" w:type="dxa"/>
          </w:tcPr>
          <w:p w14:paraId="1FFE05E7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5725310F" w14:textId="77777777" w:rsidTr="0097515D">
        <w:trPr>
          <w:trHeight w:val="213"/>
        </w:trPr>
        <w:tc>
          <w:tcPr>
            <w:tcW w:w="2028" w:type="dxa"/>
          </w:tcPr>
          <w:p w14:paraId="657DC277" w14:textId="77777777" w:rsidR="00800B37" w:rsidRPr="006861EF" w:rsidRDefault="00A2218A" w:rsidP="00A2218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118" w:type="dxa"/>
          </w:tcPr>
          <w:p w14:paraId="249A2D44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792" w:type="dxa"/>
          </w:tcPr>
          <w:p w14:paraId="49C761F8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27" w:type="dxa"/>
          </w:tcPr>
          <w:p w14:paraId="01063FE3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9" w:type="dxa"/>
          </w:tcPr>
          <w:p w14:paraId="67CDA44E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4DE3AE40" w14:textId="77777777" w:rsidTr="0097515D">
        <w:trPr>
          <w:trHeight w:val="213"/>
        </w:trPr>
        <w:tc>
          <w:tcPr>
            <w:tcW w:w="2028" w:type="dxa"/>
          </w:tcPr>
          <w:p w14:paraId="48D7E0E5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 xml:space="preserve">tax </w:t>
            </w:r>
          </w:p>
        </w:tc>
        <w:tc>
          <w:tcPr>
            <w:tcW w:w="3118" w:type="dxa"/>
          </w:tcPr>
          <w:p w14:paraId="1CDB7FDE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792" w:type="dxa"/>
          </w:tcPr>
          <w:p w14:paraId="2BC536D9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927" w:type="dxa"/>
          </w:tcPr>
          <w:p w14:paraId="47D5FC72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89" w:type="dxa"/>
          </w:tcPr>
          <w:p w14:paraId="7742848B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B4C4B" w:rsidRPr="00B9409E" w14:paraId="1C51A118" w14:textId="77777777" w:rsidTr="0097515D">
        <w:trPr>
          <w:trHeight w:val="213"/>
        </w:trPr>
        <w:tc>
          <w:tcPr>
            <w:tcW w:w="2028" w:type="dxa"/>
          </w:tcPr>
          <w:p w14:paraId="32A09A81" w14:textId="77777777" w:rsidR="00AB4C4B" w:rsidRPr="006861EF" w:rsidRDefault="00AB4C4B" w:rsidP="00AB4C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118" w:type="dxa"/>
          </w:tcPr>
          <w:p w14:paraId="565404C1" w14:textId="77777777" w:rsidR="00AB4C4B" w:rsidRPr="006861EF" w:rsidRDefault="00AB4C4B" w:rsidP="00AB4C4B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792" w:type="dxa"/>
          </w:tcPr>
          <w:p w14:paraId="70473B4C" w14:textId="77777777" w:rsidR="00AB4C4B" w:rsidRPr="006861EF" w:rsidRDefault="00AB4C4B" w:rsidP="00AB4C4B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927" w:type="dxa"/>
          </w:tcPr>
          <w:p w14:paraId="77BAD4FB" w14:textId="77777777" w:rsidR="00AB4C4B" w:rsidRPr="006861EF" w:rsidRDefault="00AB4C4B" w:rsidP="00AB4C4B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6861EF">
              <w:rPr>
                <w:rStyle w:val="pole"/>
                <w:rFonts w:ascii="Lato" w:hAnsi="Lato" w:cs="Arial"/>
                <w:sz w:val="20"/>
                <w:szCs w:val="20"/>
              </w:rPr>
              <w:t>ZPercentage</w:t>
            </w:r>
          </w:p>
        </w:tc>
        <w:tc>
          <w:tcPr>
            <w:tcW w:w="1189" w:type="dxa"/>
          </w:tcPr>
          <w:p w14:paraId="5589A37C" w14:textId="77777777" w:rsidR="00AB4C4B" w:rsidRPr="006861EF" w:rsidRDefault="00AB4C4B" w:rsidP="00AB4C4B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410B07DA" w14:textId="77777777" w:rsidTr="0097515D">
        <w:trPr>
          <w:trHeight w:val="213"/>
        </w:trPr>
        <w:tc>
          <w:tcPr>
            <w:tcW w:w="2028" w:type="dxa"/>
          </w:tcPr>
          <w:p w14:paraId="029DCF6B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taxPaid</w:t>
            </w:r>
          </w:p>
        </w:tc>
        <w:tc>
          <w:tcPr>
            <w:tcW w:w="3118" w:type="dxa"/>
          </w:tcPr>
          <w:p w14:paraId="7B2AEA19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Podatek wpłacony</w:t>
            </w:r>
          </w:p>
        </w:tc>
        <w:tc>
          <w:tcPr>
            <w:tcW w:w="792" w:type="dxa"/>
          </w:tcPr>
          <w:p w14:paraId="3863C40F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</w:t>
            </w:r>
            <w:r w:rsidR="00D4417A" w:rsidRPr="006861E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27" w:type="dxa"/>
          </w:tcPr>
          <w:p w14:paraId="6665517B" w14:textId="77777777" w:rsidR="00800B37" w:rsidRPr="006861EF" w:rsidRDefault="00800B37" w:rsidP="00992A4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89" w:type="dxa"/>
          </w:tcPr>
          <w:p w14:paraId="57F3DA50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B9409E" w14:paraId="6F3BBC81" w14:textId="77777777" w:rsidTr="0097515D">
        <w:trPr>
          <w:trHeight w:val="213"/>
        </w:trPr>
        <w:tc>
          <w:tcPr>
            <w:tcW w:w="2028" w:type="dxa"/>
          </w:tcPr>
          <w:p w14:paraId="5F391966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5" w:name="totalAmountOfTax_c"/>
            <w:r w:rsidRPr="006861EF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  <w:bookmarkEnd w:id="115"/>
          </w:p>
        </w:tc>
        <w:tc>
          <w:tcPr>
            <w:tcW w:w="3118" w:type="dxa"/>
          </w:tcPr>
          <w:p w14:paraId="2C904AC7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Razem kwota podatku</w:t>
            </w:r>
          </w:p>
        </w:tc>
        <w:tc>
          <w:tcPr>
            <w:tcW w:w="792" w:type="dxa"/>
          </w:tcPr>
          <w:p w14:paraId="36917D46" w14:textId="77777777" w:rsidR="00800B37" w:rsidRPr="006861EF" w:rsidRDefault="00D4417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927" w:type="dxa"/>
          </w:tcPr>
          <w:p w14:paraId="067FBD20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6D872E2B" w14:textId="2BCC8CCC" w:rsidR="00800B37" w:rsidRPr="006861EF" w:rsidRDefault="00C14435" w:rsidP="00C14435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 xml:space="preserve">Patrz reguła </w:t>
            </w:r>
            <w:r w:rsidRPr="006861EF">
              <w:rPr>
                <w:rFonts w:cs="Arial"/>
                <w:sz w:val="20"/>
                <w:szCs w:val="20"/>
              </w:rPr>
              <w:fldChar w:fldCharType="begin"/>
            </w:r>
            <w:r w:rsidRPr="006861EF">
              <w:rPr>
                <w:rFonts w:cs="Arial"/>
                <w:sz w:val="20"/>
                <w:szCs w:val="20"/>
              </w:rPr>
              <w:instrText xml:space="preserve"> REF Rc6 \h </w:instrText>
            </w:r>
            <w:r w:rsidR="00B9409E" w:rsidRPr="006861E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6861EF">
              <w:rPr>
                <w:rFonts w:cs="Arial"/>
                <w:sz w:val="20"/>
                <w:szCs w:val="20"/>
              </w:rPr>
            </w:r>
            <w:r w:rsidRPr="006861EF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6861EF">
              <w:rPr>
                <w:rFonts w:cs="Arial"/>
                <w:sz w:val="20"/>
                <w:szCs w:val="20"/>
              </w:rPr>
              <w:t>R6</w:t>
            </w:r>
            <w:r w:rsidRPr="006861E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89" w:type="dxa"/>
          </w:tcPr>
          <w:p w14:paraId="760314A4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00B37" w:rsidRPr="00B9409E" w14:paraId="4CF8509C" w14:textId="77777777" w:rsidTr="0097515D">
        <w:trPr>
          <w:trHeight w:val="213"/>
        </w:trPr>
        <w:tc>
          <w:tcPr>
            <w:tcW w:w="2028" w:type="dxa"/>
          </w:tcPr>
          <w:p w14:paraId="61BB947A" w14:textId="77777777" w:rsidR="00800B37" w:rsidRPr="006861EF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Monopoly</w:t>
            </w:r>
          </w:p>
        </w:tc>
        <w:tc>
          <w:tcPr>
            <w:tcW w:w="3118" w:type="dxa"/>
          </w:tcPr>
          <w:p w14:paraId="743BF0A5" w14:textId="77777777" w:rsidR="00800B37" w:rsidRPr="006861EF" w:rsidRDefault="00800B37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Dane o realizacji monopolu państwa</w:t>
            </w:r>
          </w:p>
        </w:tc>
        <w:tc>
          <w:tcPr>
            <w:tcW w:w="792" w:type="dxa"/>
          </w:tcPr>
          <w:p w14:paraId="3A8BF276" w14:textId="77777777" w:rsidR="00800B37" w:rsidRPr="006861EF" w:rsidRDefault="005D4E8A" w:rsidP="00800B37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27" w:type="dxa"/>
          </w:tcPr>
          <w:p w14:paraId="25E170E9" w14:textId="77777777" w:rsidR="00800B37" w:rsidRPr="006861EF" w:rsidRDefault="00800B37" w:rsidP="00C1443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861EF">
              <w:rPr>
                <w:rStyle w:val="pole"/>
                <w:rFonts w:ascii="Lato" w:hAnsi="Lato"/>
                <w:sz w:val="20"/>
                <w:szCs w:val="20"/>
              </w:rPr>
              <w:t>ZStateMonopoly</w:t>
            </w:r>
          </w:p>
        </w:tc>
        <w:tc>
          <w:tcPr>
            <w:tcW w:w="1189" w:type="dxa"/>
          </w:tcPr>
          <w:p w14:paraId="54B55E87" w14:textId="77777777" w:rsidR="00800B37" w:rsidRPr="006861EF" w:rsidRDefault="00AF17F4" w:rsidP="00897EC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0</w:t>
            </w:r>
            <w:r w:rsidR="00800B37" w:rsidRPr="006861EF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4C95969C" w14:textId="77777777" w:rsidR="002C6386" w:rsidRPr="00B9409E" w:rsidRDefault="00283F17" w:rsidP="00B9409E">
      <w:pPr>
        <w:pStyle w:val="Nagwek3"/>
      </w:pPr>
      <w:bookmarkStart w:id="116" w:name="_Toc184025175"/>
      <w:r w:rsidRPr="00B9409E">
        <w:lastRenderedPageBreak/>
        <w:t>Reguły</w:t>
      </w:r>
      <w:r w:rsidR="00245271" w:rsidRPr="00B9409E">
        <w:t xml:space="preserve"> POG5C</w:t>
      </w:r>
      <w:bookmarkEnd w:id="116"/>
    </w:p>
    <w:p w14:paraId="52D76E78" w14:textId="7FB9C27E" w:rsidR="006861EF" w:rsidRDefault="006861EF" w:rsidP="006861EF">
      <w:pPr>
        <w:pStyle w:val="Legenda"/>
        <w:keepNext/>
      </w:pPr>
      <w:bookmarkStart w:id="117" w:name="_Toc184025147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 w:rsidR="00D30C73">
        <w:rPr>
          <w:noProof/>
        </w:rPr>
        <w:t>22</w:t>
      </w:r>
      <w:r w:rsidR="00866410">
        <w:rPr>
          <w:noProof/>
        </w:rPr>
        <w:fldChar w:fldCharType="end"/>
      </w:r>
      <w:r>
        <w:t xml:space="preserve">. </w:t>
      </w:r>
      <w:r w:rsidRPr="008E4216">
        <w:t>Reguły dotyczące załącznika POG5C</w:t>
      </w:r>
      <w:bookmarkEnd w:id="11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37940" w:rsidRPr="00B9409E" w14:paraId="4422A4FD" w14:textId="77777777" w:rsidTr="0097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21BFCCE5" w14:textId="77777777" w:rsidR="00437940" w:rsidRPr="00B9409E" w:rsidRDefault="00437940" w:rsidP="00C14435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6242816" w14:textId="77777777" w:rsidR="00437940" w:rsidRPr="00B9409E" w:rsidRDefault="00437940" w:rsidP="00A447E9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37940" w:rsidRPr="00B9409E" w14:paraId="000B10D7" w14:textId="77777777" w:rsidTr="0097515D">
        <w:trPr>
          <w:trHeight w:val="213"/>
        </w:trPr>
        <w:tc>
          <w:tcPr>
            <w:tcW w:w="943" w:type="dxa"/>
          </w:tcPr>
          <w:p w14:paraId="00206551" w14:textId="77777777" w:rsidR="00437940" w:rsidRPr="006861EF" w:rsidRDefault="00437940" w:rsidP="00A447E9">
            <w:pPr>
              <w:rPr>
                <w:rFonts w:cs="Arial"/>
                <w:sz w:val="20"/>
                <w:szCs w:val="20"/>
              </w:rPr>
            </w:pPr>
            <w:bookmarkStart w:id="118" w:name="Rc3"/>
            <w:r w:rsidRPr="006861EF">
              <w:rPr>
                <w:rFonts w:cs="Arial"/>
                <w:sz w:val="20"/>
                <w:szCs w:val="20"/>
              </w:rPr>
              <w:t>R3</w:t>
            </w:r>
            <w:bookmarkEnd w:id="118"/>
          </w:p>
        </w:tc>
        <w:tc>
          <w:tcPr>
            <w:tcW w:w="8111" w:type="dxa"/>
          </w:tcPr>
          <w:p w14:paraId="75DB7B03" w14:textId="77777777" w:rsidR="00437940" w:rsidRPr="006861EF" w:rsidRDefault="00AE7D2B" w:rsidP="009F0F43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</w:t>
            </w:r>
            <w:r w:rsidR="00C14435" w:rsidRPr="006861EF">
              <w:rPr>
                <w:rFonts w:cs="Arial"/>
                <w:sz w:val="20"/>
                <w:szCs w:val="20"/>
              </w:rPr>
              <w:t xml:space="preserve">otyczy pola </w: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period_c \h  \* MERGEFORMAT </w:instrTex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861E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C14435" w:rsidRPr="006861EF">
              <w:rPr>
                <w:rFonts w:cs="Arial"/>
                <w:sz w:val="20"/>
                <w:szCs w:val="20"/>
              </w:rPr>
              <w:t>: d</w:t>
            </w:r>
            <w:r w:rsidRPr="006861EF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7156F3" w:rsidRPr="006861EF">
              <w:rPr>
                <w:rFonts w:cs="Arial"/>
                <w:sz w:val="20"/>
                <w:szCs w:val="20"/>
              </w:rPr>
              <w:t>który się jeszcze nie zakończył</w:t>
            </w:r>
            <w:r w:rsidRPr="006861EF">
              <w:rPr>
                <w:rFonts w:cs="Arial"/>
                <w:sz w:val="20"/>
                <w:szCs w:val="20"/>
              </w:rPr>
              <w:t>.</w:t>
            </w:r>
          </w:p>
        </w:tc>
      </w:tr>
      <w:tr w:rsidR="00234FB5" w:rsidRPr="00B9409E" w14:paraId="055AF878" w14:textId="77777777" w:rsidTr="0097515D">
        <w:trPr>
          <w:trHeight w:val="213"/>
        </w:trPr>
        <w:tc>
          <w:tcPr>
            <w:tcW w:w="943" w:type="dxa"/>
          </w:tcPr>
          <w:p w14:paraId="4391B570" w14:textId="77777777" w:rsidR="00234FB5" w:rsidRPr="006861EF" w:rsidRDefault="005F022F" w:rsidP="00A447E9">
            <w:pPr>
              <w:rPr>
                <w:rFonts w:cs="Arial"/>
                <w:sz w:val="20"/>
                <w:szCs w:val="20"/>
              </w:rPr>
            </w:pPr>
            <w:bookmarkStart w:id="119" w:name="Rc6"/>
            <w:r w:rsidRPr="006861EF">
              <w:rPr>
                <w:rFonts w:cs="Arial"/>
                <w:sz w:val="20"/>
                <w:szCs w:val="20"/>
              </w:rPr>
              <w:t>R6</w:t>
            </w:r>
            <w:bookmarkEnd w:id="119"/>
          </w:p>
        </w:tc>
        <w:tc>
          <w:tcPr>
            <w:tcW w:w="8111" w:type="dxa"/>
          </w:tcPr>
          <w:p w14:paraId="47EA5F68" w14:textId="77777777" w:rsidR="00234FB5" w:rsidRPr="006861EF" w:rsidRDefault="00745E62" w:rsidP="00A447E9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Walidacja</w:t>
            </w:r>
            <w:r w:rsidR="00C14435" w:rsidRPr="006861EF">
              <w:rPr>
                <w:rFonts w:cs="Arial"/>
                <w:sz w:val="20"/>
                <w:szCs w:val="20"/>
              </w:rPr>
              <w:t xml:space="preserve"> pola </w: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totalAmountOfTax_c\h  \* MERGEFORMAT </w:instrTex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6861E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totalAmountOfTax</w:t>
            </w:r>
            <w:r w:rsidR="00C14435" w:rsidRPr="006861E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6861EF">
              <w:rPr>
                <w:rFonts w:cs="Arial"/>
                <w:sz w:val="20"/>
                <w:szCs w:val="20"/>
              </w:rPr>
              <w:t>: wprowadzona wartość równa iloczynowi wartości w polach „Podstawa opodatkowania” i „Stawka podatkowa”.</w:t>
            </w:r>
          </w:p>
        </w:tc>
      </w:tr>
      <w:tr w:rsidR="000335E4" w:rsidRPr="00B9409E" w14:paraId="6CCDA085" w14:textId="77777777" w:rsidTr="0097515D">
        <w:trPr>
          <w:trHeight w:val="213"/>
        </w:trPr>
        <w:tc>
          <w:tcPr>
            <w:tcW w:w="943" w:type="dxa"/>
          </w:tcPr>
          <w:p w14:paraId="0DFAC559" w14:textId="77777777" w:rsidR="000335E4" w:rsidRPr="006861EF" w:rsidRDefault="000335E4" w:rsidP="000335E4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R7</w:t>
            </w:r>
          </w:p>
        </w:tc>
        <w:tc>
          <w:tcPr>
            <w:tcW w:w="8111" w:type="dxa"/>
          </w:tcPr>
          <w:p w14:paraId="6871B22F" w14:textId="77777777" w:rsidR="000335E4" w:rsidRPr="006861EF" w:rsidRDefault="00655409" w:rsidP="008F5930">
            <w:pPr>
              <w:rPr>
                <w:rFonts w:cs="Arial"/>
                <w:sz w:val="20"/>
                <w:szCs w:val="20"/>
              </w:rPr>
            </w:pPr>
            <w:r w:rsidRPr="006861EF">
              <w:rPr>
                <w:rFonts w:cs="Arial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72F5B8FA" w14:textId="77777777" w:rsidR="00437940" w:rsidRPr="00B9409E" w:rsidRDefault="005F71FF" w:rsidP="00B9409E">
      <w:pPr>
        <w:pStyle w:val="Nagwek2"/>
      </w:pPr>
      <w:bookmarkStart w:id="120" w:name="_Toc184025176"/>
      <w:r w:rsidRPr="00B9409E">
        <w:t>Załącznik POG-5/D do deklaracji POG5</w:t>
      </w:r>
      <w:bookmarkEnd w:id="120"/>
    </w:p>
    <w:p w14:paraId="57C655B1" w14:textId="77777777" w:rsidR="008239BE" w:rsidRPr="00B9409E" w:rsidRDefault="008239BE" w:rsidP="00B9409E">
      <w:pPr>
        <w:pStyle w:val="Nagwek3"/>
      </w:pPr>
      <w:bookmarkStart w:id="121" w:name="_Toc184025177"/>
      <w:r w:rsidRPr="00B9409E">
        <w:t>Komunik</w:t>
      </w:r>
      <w:r w:rsidR="00B92F00" w:rsidRPr="00B9409E">
        <w:t>a</w:t>
      </w:r>
      <w:r w:rsidRPr="00B9409E">
        <w:t>t POG5D</w:t>
      </w:r>
      <w:bookmarkEnd w:id="121"/>
    </w:p>
    <w:p w14:paraId="12D4D6DB" w14:textId="77777777" w:rsidR="00B92F00" w:rsidRPr="00B9409E" w:rsidRDefault="00B92F00" w:rsidP="00F71A47">
      <w:pPr>
        <w:pStyle w:val="Schema-Description"/>
        <w:spacing w:before="0" w:beforeAutospacing="0" w:after="0" w:afterAutospacing="0"/>
        <w:jc w:val="both"/>
        <w:rPr>
          <w:rFonts w:ascii="Lato" w:hAnsi="Lato"/>
          <w:sz w:val="24"/>
          <w:szCs w:val="24"/>
        </w:rPr>
      </w:pPr>
      <w:r w:rsidRPr="00B9409E">
        <w:rPr>
          <w:rFonts w:ascii="Lato" w:hAnsi="Lato"/>
          <w:sz w:val="24"/>
          <w:szCs w:val="24"/>
        </w:rPr>
        <w:t>ZAŁĄCZNIK DO DEKLARACJI POG-5 DLA PODATKU OD GIER</w:t>
      </w:r>
    </w:p>
    <w:p w14:paraId="18AA5C49" w14:textId="77777777" w:rsidR="0097515D" w:rsidRDefault="00B92F00" w:rsidP="0097515D">
      <w:r w:rsidRPr="00B9409E">
        <w:t xml:space="preserve">Formularz przeznaczony jest dla podatników podatku od gier: </w:t>
      </w:r>
    </w:p>
    <w:p w14:paraId="19C59DEF" w14:textId="77777777" w:rsidR="0097515D" w:rsidRDefault="00B92F00" w:rsidP="0097515D">
      <w:pPr>
        <w:pStyle w:val="Akapitzlist"/>
        <w:numPr>
          <w:ilvl w:val="0"/>
          <w:numId w:val="35"/>
        </w:numPr>
      </w:pPr>
      <w:r w:rsidRPr="00B9409E">
        <w:t xml:space="preserve">prowadzących kasyna gry i salony gry bingo pieniężne oraz urządzających zakłady wzajemne, loterie pieniężne, grę </w:t>
      </w:r>
      <w:proofErr w:type="spellStart"/>
      <w:r w:rsidRPr="00B9409E">
        <w:t>telebingo</w:t>
      </w:r>
      <w:proofErr w:type="spellEnd"/>
      <w:r w:rsidRPr="00B9409E">
        <w:t xml:space="preserve"> i loterie </w:t>
      </w:r>
      <w:proofErr w:type="spellStart"/>
      <w:r w:rsidRPr="00B9409E">
        <w:t>audioteksowe</w:t>
      </w:r>
      <w:proofErr w:type="spellEnd"/>
      <w:r w:rsidRPr="00B9409E">
        <w:t>,</w:t>
      </w:r>
    </w:p>
    <w:p w14:paraId="4A003C83" w14:textId="77777777" w:rsidR="0097515D" w:rsidRDefault="00B92F00" w:rsidP="0097515D">
      <w:pPr>
        <w:pStyle w:val="Akapitzlist"/>
        <w:numPr>
          <w:ilvl w:val="0"/>
          <w:numId w:val="35"/>
        </w:numPr>
      </w:pPr>
      <w:r w:rsidRPr="00B9409E">
        <w:t>urządzających gry liczbowe,</w:t>
      </w:r>
    </w:p>
    <w:p w14:paraId="06299C05" w14:textId="75EE1749" w:rsidR="00B92F00" w:rsidRPr="00B9409E" w:rsidRDefault="00B92F00" w:rsidP="0097515D">
      <w:pPr>
        <w:pStyle w:val="Akapitzlist"/>
        <w:numPr>
          <w:ilvl w:val="0"/>
          <w:numId w:val="35"/>
        </w:numPr>
      </w:pPr>
      <w:r w:rsidRPr="00B9409E">
        <w:t>urządzających grę bingo fantowe i loterię fantową.</w:t>
      </w:r>
    </w:p>
    <w:p w14:paraId="05530DFD" w14:textId="77777777" w:rsidR="00B92F00" w:rsidRPr="00B9409E" w:rsidRDefault="00B92F00" w:rsidP="00B9409E">
      <w:pPr>
        <w:pStyle w:val="Nagwek3"/>
      </w:pPr>
      <w:bookmarkStart w:id="122" w:name="_Toc184025178"/>
      <w:r w:rsidRPr="00B9409E">
        <w:t xml:space="preserve">Specyfikacja </w:t>
      </w:r>
      <w:r w:rsidR="004355F4" w:rsidRPr="00B9409E">
        <w:t>POG5D</w:t>
      </w:r>
      <w:bookmarkEnd w:id="122"/>
    </w:p>
    <w:p w14:paraId="309DF105" w14:textId="00F1D8E1" w:rsidR="001E0E9C" w:rsidRPr="00B9409E" w:rsidRDefault="001E4F55" w:rsidP="001E0E9C">
      <w:r w:rsidRPr="00B9409E">
        <w:t>Struktura</w:t>
      </w:r>
      <w:r w:rsidR="001E0E9C" w:rsidRPr="00B9409E">
        <w:t xml:space="preserve"> typu </w:t>
      </w:r>
      <w:proofErr w:type="spellStart"/>
      <w:r w:rsidR="001E0E9C" w:rsidRPr="00B9409E">
        <w:rPr>
          <w:rFonts w:eastAsia="Times New Roman"/>
        </w:rPr>
        <w:t>ConcessionType</w:t>
      </w:r>
      <w:proofErr w:type="spellEnd"/>
      <w:r w:rsidR="001E0E9C" w:rsidRPr="00B9409E">
        <w:rPr>
          <w:rFonts w:eastAsia="Times New Roman"/>
        </w:rPr>
        <w:t>,</w:t>
      </w:r>
      <w:r w:rsidR="001E0E9C" w:rsidRPr="00B9409E">
        <w:t xml:space="preserve"> </w:t>
      </w:r>
      <w:r w:rsidRPr="00B9409E">
        <w:t>została</w:t>
      </w:r>
      <w:r w:rsidR="00E22B23" w:rsidRPr="00B9409E">
        <w:t xml:space="preserve"> zdefiniowana</w:t>
      </w:r>
      <w:r w:rsidR="001E0E9C" w:rsidRPr="00B9409E">
        <w:t xml:space="preserve"> w dokumencie </w:t>
      </w:r>
      <w:r w:rsidR="001E0E9C" w:rsidRPr="00B9409E">
        <w:fldChar w:fldCharType="begin"/>
      </w:r>
      <w:r w:rsidR="001E0E9C" w:rsidRPr="00B9409E">
        <w:instrText xml:space="preserve"> REF _Ref361653747 \r \h  \* MERGEFORMAT </w:instrText>
      </w:r>
      <w:r w:rsidR="001E0E9C" w:rsidRPr="00B9409E">
        <w:fldChar w:fldCharType="separate"/>
      </w:r>
      <w:r w:rsidR="00475C3D" w:rsidRPr="00B9409E">
        <w:t>A1</w:t>
      </w:r>
      <w:r w:rsidR="001E0E9C" w:rsidRPr="00B9409E">
        <w:fldChar w:fldCharType="end"/>
      </w:r>
      <w:r w:rsidR="001E0E9C" w:rsidRPr="00B9409E">
        <w:t xml:space="preserve"> i nie</w:t>
      </w:r>
      <w:r w:rsidR="00E22B23" w:rsidRPr="00B9409E">
        <w:t xml:space="preserve"> będzie</w:t>
      </w:r>
      <w:r w:rsidRPr="00B9409E">
        <w:t xml:space="preserve"> tutaj szczegółowo omawiana</w:t>
      </w:r>
      <w:r w:rsidR="001E0E9C" w:rsidRPr="00B9409E">
        <w:t>.</w:t>
      </w:r>
    </w:p>
    <w:p w14:paraId="6EB3DCAE" w14:textId="5F0388A2" w:rsidR="00D30C73" w:rsidRDefault="00D30C73" w:rsidP="00D30C73">
      <w:pPr>
        <w:pStyle w:val="Legenda"/>
        <w:keepNext/>
      </w:pPr>
      <w:bookmarkStart w:id="123" w:name="_Toc184025148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23</w:t>
      </w:r>
      <w:r w:rsidR="00866410">
        <w:rPr>
          <w:noProof/>
        </w:rPr>
        <w:fldChar w:fldCharType="end"/>
      </w:r>
      <w:r>
        <w:t xml:space="preserve">. </w:t>
      </w:r>
      <w:r w:rsidRPr="00823639">
        <w:t>Dane ogólne w ramach struktury załącznika POG5D</w:t>
      </w:r>
      <w:bookmarkEnd w:id="12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25601" w:rsidRPr="00B9409E" w14:paraId="5DC4DA52" w14:textId="77777777" w:rsidTr="0063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51FEA20D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09BA2E4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D30C73">
              <w:rPr>
                <w:sz w:val="20"/>
                <w:szCs w:val="20"/>
              </w:rPr>
              <w:t>.</w:t>
            </w:r>
          </w:p>
        </w:tc>
      </w:tr>
      <w:tr w:rsidR="00425601" w:rsidRPr="00B9409E" w14:paraId="44A2012E" w14:textId="77777777" w:rsidTr="0063060A">
        <w:tc>
          <w:tcPr>
            <w:tcW w:w="2738" w:type="dxa"/>
          </w:tcPr>
          <w:p w14:paraId="63F85F4B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A6CA27A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B9409E" w14:paraId="591B2DFC" w14:textId="77777777" w:rsidTr="0063060A">
        <w:tc>
          <w:tcPr>
            <w:tcW w:w="2738" w:type="dxa"/>
          </w:tcPr>
          <w:p w14:paraId="161419E8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C3284BE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0.1</w:t>
            </w:r>
          </w:p>
        </w:tc>
      </w:tr>
      <w:tr w:rsidR="00425601" w:rsidRPr="00B9409E" w14:paraId="60414299" w14:textId="77777777" w:rsidTr="0063060A">
        <w:tc>
          <w:tcPr>
            <w:tcW w:w="2738" w:type="dxa"/>
          </w:tcPr>
          <w:p w14:paraId="02C008E6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1C2205B2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B9409E" w14:paraId="15694CFC" w14:textId="77777777" w:rsidTr="0063060A">
        <w:tc>
          <w:tcPr>
            <w:tcW w:w="2738" w:type="dxa"/>
          </w:tcPr>
          <w:p w14:paraId="42A4DC9F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9B08EF6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B9409E" w14:paraId="1A573508" w14:textId="77777777" w:rsidTr="0063060A">
        <w:tc>
          <w:tcPr>
            <w:tcW w:w="2738" w:type="dxa"/>
          </w:tcPr>
          <w:p w14:paraId="03BB1C51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C3A0ED1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B9409E" w14:paraId="392161F5" w14:textId="77777777" w:rsidTr="0063060A">
        <w:tc>
          <w:tcPr>
            <w:tcW w:w="2738" w:type="dxa"/>
          </w:tcPr>
          <w:p w14:paraId="1E9A23DD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A5E925B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B9409E" w14:paraId="543C088F" w14:textId="77777777" w:rsidTr="0063060A">
        <w:tc>
          <w:tcPr>
            <w:tcW w:w="2738" w:type="dxa"/>
          </w:tcPr>
          <w:p w14:paraId="50B7D6FC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D30C73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37BF595D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42D41A21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http://www.e-clo.pl</w:t>
            </w:r>
            <w:r w:rsidR="00B64ECA" w:rsidRPr="00D30C73">
              <w:rPr>
                <w:rFonts w:cs="Arial"/>
                <w:sz w:val="20"/>
                <w:szCs w:val="20"/>
              </w:rPr>
              <w:t>/ZEFIR2/eZefir2/xsd/</w:t>
            </w:r>
            <w:r w:rsidRPr="00D30C73">
              <w:rPr>
                <w:rFonts w:cs="Arial"/>
                <w:sz w:val="20"/>
                <w:szCs w:val="20"/>
              </w:rPr>
              <w:t>CustomsOfficeList.xsd</w:t>
            </w:r>
          </w:p>
          <w:p w14:paraId="5DFB398E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http://www.e-clo.pl</w:t>
            </w:r>
            <w:r w:rsidR="00B64ECA" w:rsidRPr="00D30C73">
              <w:rPr>
                <w:rFonts w:cs="Arial"/>
                <w:sz w:val="20"/>
                <w:szCs w:val="20"/>
              </w:rPr>
              <w:t>/ZEFIR2/eZefir2/xsd/</w:t>
            </w:r>
            <w:r w:rsidRPr="00D30C73">
              <w:rPr>
                <w:rFonts w:cs="Arial"/>
                <w:sz w:val="20"/>
                <w:szCs w:val="20"/>
              </w:rPr>
              <w:t>Types.xsd</w:t>
            </w:r>
          </w:p>
          <w:p w14:paraId="09DBE710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http://www.e-clo.pl</w:t>
            </w:r>
            <w:r w:rsidR="00B64ECA" w:rsidRPr="00D30C73">
              <w:rPr>
                <w:rFonts w:cs="Arial"/>
                <w:sz w:val="20"/>
                <w:szCs w:val="20"/>
              </w:rPr>
              <w:t>/ZEFIR2/eZefir2/xsd/</w:t>
            </w:r>
            <w:r w:rsidRPr="00D30C73">
              <w:rPr>
                <w:rFonts w:cs="Arial"/>
                <w:sz w:val="20"/>
                <w:szCs w:val="20"/>
              </w:rPr>
              <w:t>Trader.xsd</w:t>
            </w:r>
          </w:p>
        </w:tc>
      </w:tr>
      <w:tr w:rsidR="00425601" w:rsidRPr="00B9409E" w14:paraId="1BAEFC9B" w14:textId="77777777" w:rsidTr="0063060A">
        <w:tc>
          <w:tcPr>
            <w:tcW w:w="2738" w:type="dxa"/>
          </w:tcPr>
          <w:p w14:paraId="1E21352F" w14:textId="77777777" w:rsidR="00425601" w:rsidRPr="00D30C73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B0220BD" w14:textId="77777777" w:rsidR="00425601" w:rsidRPr="00D30C73" w:rsidRDefault="00425601" w:rsidP="00A447E9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pog_5d.xsd</w:t>
            </w:r>
          </w:p>
        </w:tc>
      </w:tr>
    </w:tbl>
    <w:p w14:paraId="276C0A3C" w14:textId="77777777" w:rsidR="0063060A" w:rsidRPr="0063060A" w:rsidRDefault="0063060A" w:rsidP="00A447E9">
      <w:pPr>
        <w:rPr>
          <w:rFonts w:ascii="Consolas" w:eastAsia="Times New Roman" w:hAnsi="Consolas" w:cs="Arial"/>
          <w:color w:val="000000"/>
          <w:sz w:val="20"/>
          <w:szCs w:val="18"/>
          <w:lang w:val="en-US"/>
        </w:rPr>
      </w:pPr>
      <w:r w:rsidRPr="0063060A">
        <w:rPr>
          <w:rFonts w:ascii="Consolas" w:eastAsia="Times New Roman" w:hAnsi="Consolas" w:cs="Arial"/>
          <w:color w:val="000000"/>
          <w:sz w:val="20"/>
          <w:szCs w:val="18"/>
          <w:lang w:val="en-US"/>
        </w:rPr>
        <w:t>(POG5DType)</w:t>
      </w:r>
    </w:p>
    <w:p w14:paraId="76D17A15" w14:textId="77777777" w:rsidR="0063060A" w:rsidRPr="0063060A" w:rsidRDefault="0063060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5D45731C" w14:textId="77777777" w:rsidR="0063060A" w:rsidRPr="0063060A" w:rsidRDefault="0063060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(</w:t>
      </w:r>
      <w:proofErr w:type="spellStart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ConcessionType</w:t>
      </w:r>
      <w:proofErr w:type="spellEnd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4C5DE033" w14:textId="77777777" w:rsidR="0063060A" w:rsidRPr="0063060A" w:rsidRDefault="0063060A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- (</w:t>
      </w:r>
      <w:proofErr w:type="spellStart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CalculationOfTaxOnGameType</w:t>
      </w:r>
      <w:proofErr w:type="spellEnd"/>
      <w:r w:rsidRPr="0063060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6ADBFF09" w14:textId="28693674" w:rsidR="00D30C73" w:rsidRDefault="00D30C73" w:rsidP="00D30C73">
      <w:pPr>
        <w:pStyle w:val="Legenda"/>
        <w:keepNext/>
      </w:pPr>
      <w:bookmarkStart w:id="124" w:name="_Toc184025149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24</w:t>
      </w:r>
      <w:r w:rsidR="00866410">
        <w:rPr>
          <w:noProof/>
        </w:rPr>
        <w:fldChar w:fldCharType="end"/>
      </w:r>
      <w:r>
        <w:t xml:space="preserve">. </w:t>
      </w:r>
      <w:r w:rsidRPr="00CB11B1">
        <w:t>Struktura elementu POG5DType</w:t>
      </w:r>
      <w:bookmarkEnd w:id="124"/>
    </w:p>
    <w:tbl>
      <w:tblPr>
        <w:tblStyle w:val="Tabela-Siatka"/>
        <w:tblW w:w="0" w:type="auto"/>
        <w:tblLook w:val="01E0" w:firstRow="1" w:lastRow="1" w:firstColumn="1" w:lastColumn="1" w:noHBand="0" w:noVBand="0"/>
        <w:tblDescription w:val="&#10;"/>
      </w:tblPr>
      <w:tblGrid>
        <w:gridCol w:w="1740"/>
        <w:gridCol w:w="3360"/>
        <w:gridCol w:w="825"/>
        <w:gridCol w:w="1937"/>
        <w:gridCol w:w="1192"/>
      </w:tblGrid>
      <w:tr w:rsidR="00C264CA" w:rsidRPr="00B9409E" w14:paraId="5C83A8E4" w14:textId="77777777" w:rsidTr="0063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11BE6894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0BEA20C" w14:textId="77777777" w:rsidR="00C264CA" w:rsidRPr="00B9409E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3C5B8D9C" w14:textId="77777777" w:rsidR="00C264CA" w:rsidRPr="00B9409E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1F547F0D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079AE659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B9409E" w14:paraId="110B2EAE" w14:textId="77777777" w:rsidTr="0063060A">
        <w:trPr>
          <w:trHeight w:val="213"/>
        </w:trPr>
        <w:tc>
          <w:tcPr>
            <w:tcW w:w="1740" w:type="dxa"/>
          </w:tcPr>
          <w:p w14:paraId="41F31463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2561E079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36ED58E0" w14:textId="77777777" w:rsidR="00C264CA" w:rsidRPr="00D30C73" w:rsidRDefault="002A19D0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4A7757D3" w14:textId="77777777" w:rsidR="00C264CA" w:rsidRPr="00D30C73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HeaderType_d \h   \* MERGEFORMAT </w:instrTex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D30C73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F711A4F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52FED150" w14:textId="1DEF24C9" w:rsidR="00D30C73" w:rsidRDefault="00D30C73" w:rsidP="00D30C73">
      <w:pPr>
        <w:pStyle w:val="Legenda"/>
        <w:keepNext/>
      </w:pPr>
      <w:bookmarkStart w:id="125" w:name="_Toc184025150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25</w:t>
      </w:r>
      <w:r w:rsidR="00866410">
        <w:rPr>
          <w:noProof/>
        </w:rPr>
        <w:fldChar w:fldCharType="end"/>
      </w:r>
      <w:r>
        <w:t xml:space="preserve">. </w:t>
      </w:r>
      <w:r w:rsidRPr="00545D16">
        <w:t xml:space="preserve">Struktura elementu </w:t>
      </w:r>
      <w:proofErr w:type="spellStart"/>
      <w:r w:rsidRPr="00545D16">
        <w:t>HeaderType</w:t>
      </w:r>
      <w:bookmarkEnd w:id="12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C264CA" w:rsidRPr="00B9409E" w14:paraId="2D7B736F" w14:textId="77777777" w:rsidTr="0063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14D10780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321970F3" w14:textId="77777777" w:rsidR="00C264CA" w:rsidRPr="00B9409E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150EDDA4" w14:textId="77777777" w:rsidR="00C264CA" w:rsidRPr="00B9409E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76599B5D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66AA473A" w14:textId="77777777" w:rsidR="00C264CA" w:rsidRPr="00B9409E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B9409E" w14:paraId="7A1E6BDE" w14:textId="77777777" w:rsidTr="0063060A">
        <w:trPr>
          <w:trHeight w:val="213"/>
        </w:trPr>
        <w:tc>
          <w:tcPr>
            <w:tcW w:w="1886" w:type="dxa"/>
          </w:tcPr>
          <w:p w14:paraId="74082A5C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64" w:type="dxa"/>
          </w:tcPr>
          <w:p w14:paraId="784DFEBC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 xml:space="preserve">Identyfikator podatnika (NIP lub PESEL </w:t>
            </w:r>
            <w:r w:rsidR="00D87F51" w:rsidRPr="00D30C73">
              <w:rPr>
                <w:rFonts w:cs="Arial"/>
                <w:sz w:val="20"/>
                <w:szCs w:val="20"/>
              </w:rPr>
              <w:t xml:space="preserve">lub </w:t>
            </w:r>
            <w:r w:rsidRPr="00D30C73">
              <w:rPr>
                <w:rFonts w:cs="Arial"/>
                <w:sz w:val="20"/>
                <w:szCs w:val="20"/>
              </w:rPr>
              <w:t>EORI)</w:t>
            </w:r>
          </w:p>
        </w:tc>
        <w:tc>
          <w:tcPr>
            <w:tcW w:w="802" w:type="dxa"/>
          </w:tcPr>
          <w:p w14:paraId="6332611D" w14:textId="77777777" w:rsidR="00C264CA" w:rsidRPr="00D30C73" w:rsidRDefault="001A6D03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1EC48841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83" w:type="dxa"/>
          </w:tcPr>
          <w:p w14:paraId="74ABDC9C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  <w:p w14:paraId="003B32F4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</w:p>
        </w:tc>
      </w:tr>
      <w:tr w:rsidR="00C264CA" w:rsidRPr="00B9409E" w14:paraId="011147CF" w14:textId="77777777" w:rsidTr="0063060A">
        <w:trPr>
          <w:trHeight w:val="213"/>
        </w:trPr>
        <w:tc>
          <w:tcPr>
            <w:tcW w:w="1886" w:type="dxa"/>
          </w:tcPr>
          <w:p w14:paraId="7C1D0A73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formNo</w:t>
            </w:r>
          </w:p>
        </w:tc>
        <w:tc>
          <w:tcPr>
            <w:tcW w:w="3264" w:type="dxa"/>
          </w:tcPr>
          <w:p w14:paraId="0126CE19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802" w:type="dxa"/>
          </w:tcPr>
          <w:p w14:paraId="48BD5359" w14:textId="77777777" w:rsidR="00C264CA" w:rsidRPr="00D30C73" w:rsidRDefault="001A6D03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22335500" w14:textId="77777777" w:rsidR="00C264CA" w:rsidRPr="00D30C73" w:rsidRDefault="009B33E2" w:rsidP="009B3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83" w:type="dxa"/>
          </w:tcPr>
          <w:p w14:paraId="2650B3DF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B9409E" w14:paraId="79098A86" w14:textId="77777777" w:rsidTr="0063060A">
        <w:trPr>
          <w:trHeight w:val="213"/>
        </w:trPr>
        <w:tc>
          <w:tcPr>
            <w:tcW w:w="1886" w:type="dxa"/>
          </w:tcPr>
          <w:p w14:paraId="0EFC82DB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6" w:name="period_d"/>
            <w:r w:rsidRPr="00D30C73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26"/>
          </w:p>
        </w:tc>
        <w:tc>
          <w:tcPr>
            <w:tcW w:w="3264" w:type="dxa"/>
          </w:tcPr>
          <w:p w14:paraId="0834B6F2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695B2768" w14:textId="77777777" w:rsidR="00C264CA" w:rsidRPr="00D30C73" w:rsidRDefault="001A6D03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6903BFE5" w14:textId="77777777" w:rsidR="00C264CA" w:rsidRPr="009E472C" w:rsidRDefault="00C264CA" w:rsidP="00E24B0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E472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4FE5A721" w14:textId="6142269B" w:rsidR="00C264CA" w:rsidRPr="00D30C73" w:rsidRDefault="00187BA0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 xml:space="preserve">Patrz reguła </w:t>
            </w:r>
            <w:r w:rsidRPr="00D30C73">
              <w:rPr>
                <w:rFonts w:cs="Arial"/>
                <w:sz w:val="20"/>
                <w:szCs w:val="20"/>
              </w:rPr>
              <w:fldChar w:fldCharType="begin"/>
            </w:r>
            <w:r w:rsidRPr="00D30C73">
              <w:rPr>
                <w:rFonts w:cs="Arial"/>
                <w:sz w:val="20"/>
                <w:szCs w:val="20"/>
              </w:rPr>
              <w:instrText xml:space="preserve"> REF Rd1 \h </w:instrText>
            </w:r>
            <w:r w:rsidR="00B9409E" w:rsidRPr="00D30C7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D30C73">
              <w:rPr>
                <w:rFonts w:cs="Arial"/>
                <w:sz w:val="20"/>
                <w:szCs w:val="20"/>
              </w:rPr>
            </w:r>
            <w:r w:rsidRPr="00D30C73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D30C73">
              <w:rPr>
                <w:rFonts w:cs="Arial"/>
                <w:sz w:val="20"/>
                <w:szCs w:val="20"/>
              </w:rPr>
              <w:t>R1</w:t>
            </w:r>
            <w:r w:rsidRPr="00D30C73">
              <w:rPr>
                <w:rFonts w:cs="Arial"/>
                <w:sz w:val="20"/>
                <w:szCs w:val="20"/>
              </w:rPr>
              <w:fldChar w:fldCharType="end"/>
            </w:r>
            <w:r w:rsidR="000335E4" w:rsidRPr="00D30C73">
              <w:rPr>
                <w:rFonts w:cs="Arial"/>
                <w:sz w:val="20"/>
                <w:szCs w:val="20"/>
              </w:rPr>
              <w:t>,R3</w:t>
            </w:r>
          </w:p>
        </w:tc>
        <w:tc>
          <w:tcPr>
            <w:tcW w:w="1183" w:type="dxa"/>
          </w:tcPr>
          <w:p w14:paraId="38498F41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B9409E" w14:paraId="2185B54D" w14:textId="77777777" w:rsidTr="0063060A">
        <w:trPr>
          <w:trHeight w:val="213"/>
        </w:trPr>
        <w:tc>
          <w:tcPr>
            <w:tcW w:w="1886" w:type="dxa"/>
          </w:tcPr>
          <w:p w14:paraId="7E1435AE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685C4FEA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3872C004" w14:textId="77777777" w:rsidR="00C264CA" w:rsidRPr="00D30C73" w:rsidRDefault="0073252E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253D2489" w14:textId="77777777" w:rsidR="00C264CA" w:rsidRPr="00D30C73" w:rsidRDefault="009B33E2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83" w:type="dxa"/>
          </w:tcPr>
          <w:p w14:paraId="35AF4F65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B9409E" w14:paraId="2765786C" w14:textId="77777777" w:rsidTr="0063060A">
        <w:trPr>
          <w:trHeight w:val="213"/>
        </w:trPr>
        <w:tc>
          <w:tcPr>
            <w:tcW w:w="1886" w:type="dxa"/>
          </w:tcPr>
          <w:p w14:paraId="21891C1F" w14:textId="77777777" w:rsidR="00C264CA" w:rsidRPr="00D30C73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2408A03D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79F808DE" w14:textId="77777777" w:rsidR="00C264CA" w:rsidRPr="00D30C73" w:rsidRDefault="0073252E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3B791C24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303975B5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B9409E" w14:paraId="57F5BC9C" w14:textId="77777777" w:rsidTr="0063060A">
        <w:trPr>
          <w:trHeight w:val="213"/>
        </w:trPr>
        <w:tc>
          <w:tcPr>
            <w:tcW w:w="1886" w:type="dxa"/>
          </w:tcPr>
          <w:p w14:paraId="7AC98EA3" w14:textId="77777777" w:rsidR="00C264CA" w:rsidRPr="00D30C73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p</w:t>
            </w:r>
            <w:r w:rsidR="00C264CA" w:rsidRPr="00D30C73">
              <w:rPr>
                <w:rStyle w:val="pole"/>
                <w:rFonts w:ascii="Lato" w:hAnsi="Lato"/>
                <w:sz w:val="20"/>
                <w:szCs w:val="20"/>
              </w:rPr>
              <w:t>esel</w:t>
            </w:r>
          </w:p>
        </w:tc>
        <w:tc>
          <w:tcPr>
            <w:tcW w:w="3264" w:type="dxa"/>
          </w:tcPr>
          <w:p w14:paraId="21720764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Numer pesel</w:t>
            </w:r>
          </w:p>
        </w:tc>
        <w:tc>
          <w:tcPr>
            <w:tcW w:w="802" w:type="dxa"/>
          </w:tcPr>
          <w:p w14:paraId="2E924AB1" w14:textId="77777777" w:rsidR="00C264CA" w:rsidRPr="00D30C73" w:rsidRDefault="0073252E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3D482717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ZPESEL</w:t>
            </w:r>
          </w:p>
        </w:tc>
        <w:tc>
          <w:tcPr>
            <w:tcW w:w="1183" w:type="dxa"/>
          </w:tcPr>
          <w:p w14:paraId="14107F71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95AC7" w:rsidRPr="00B9409E" w14:paraId="6FCEB00C" w14:textId="77777777" w:rsidTr="0063060A">
        <w:trPr>
          <w:trHeight w:val="213"/>
        </w:trPr>
        <w:tc>
          <w:tcPr>
            <w:tcW w:w="1886" w:type="dxa"/>
          </w:tcPr>
          <w:p w14:paraId="09518D1C" w14:textId="77777777" w:rsidR="00C95AC7" w:rsidRPr="00D30C73" w:rsidRDefault="00C95AC7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189F15E2" w14:textId="77777777" w:rsidR="00C95AC7" w:rsidRPr="00D30C73" w:rsidRDefault="00C95AC7" w:rsidP="00C95AC7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Kwota podatku ogółem dla wszystkich zezwoleń/koncesji.</w:t>
            </w:r>
          </w:p>
        </w:tc>
        <w:tc>
          <w:tcPr>
            <w:tcW w:w="802" w:type="dxa"/>
          </w:tcPr>
          <w:p w14:paraId="2A17471C" w14:textId="77777777" w:rsidR="00C95AC7" w:rsidRPr="00D30C73" w:rsidRDefault="00C95AC7" w:rsidP="006B06C1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</w:t>
            </w:r>
            <w:r w:rsidR="00D07E6E" w:rsidRPr="00D30C73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5A0FC600" w14:textId="77777777" w:rsidR="00C95AC7" w:rsidRPr="00D30C73" w:rsidRDefault="00A30E04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2A2BDD1F" w14:textId="77777777" w:rsidR="00C95AC7" w:rsidRPr="00D30C73" w:rsidRDefault="00C95AC7" w:rsidP="006B06C1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B9409E" w14:paraId="78B79892" w14:textId="77777777" w:rsidTr="0063060A">
        <w:trPr>
          <w:trHeight w:val="213"/>
        </w:trPr>
        <w:tc>
          <w:tcPr>
            <w:tcW w:w="1886" w:type="dxa"/>
          </w:tcPr>
          <w:p w14:paraId="6744A8A1" w14:textId="77777777" w:rsidR="00C264CA" w:rsidRPr="00D30C73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50061476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144BC2E5" w14:textId="77777777" w:rsidR="00C264CA" w:rsidRPr="00D30C73" w:rsidRDefault="005810AC" w:rsidP="00C264CA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B, C</w:t>
            </w:r>
          </w:p>
        </w:tc>
        <w:tc>
          <w:tcPr>
            <w:tcW w:w="1919" w:type="dxa"/>
          </w:tcPr>
          <w:p w14:paraId="39807E5E" w14:textId="77777777" w:rsidR="00C264CA" w:rsidRPr="00D30C73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ConcessionType_d \h  \* MERGEFORMAT </w:instrTex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D30C73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117CB850" w14:textId="77777777" w:rsidR="00C264CA" w:rsidRPr="00D30C73" w:rsidRDefault="00C264CA" w:rsidP="00E24B0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22F7E16D" w14:textId="31F62F8C" w:rsidR="00D30C73" w:rsidRDefault="00D30C73" w:rsidP="00D30C73">
      <w:pPr>
        <w:pStyle w:val="Legenda"/>
        <w:keepNext/>
      </w:pPr>
      <w:bookmarkStart w:id="127" w:name="_Toc184025151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26</w:t>
      </w:r>
      <w:r w:rsidR="00866410">
        <w:rPr>
          <w:noProof/>
        </w:rPr>
        <w:fldChar w:fldCharType="end"/>
      </w:r>
      <w:r>
        <w:t xml:space="preserve">. </w:t>
      </w:r>
      <w:r w:rsidRPr="00CF28D2">
        <w:t xml:space="preserve">Struktura elementu </w:t>
      </w:r>
      <w:proofErr w:type="spellStart"/>
      <w:r w:rsidRPr="00CF28D2">
        <w:t>ConcessionType</w:t>
      </w:r>
      <w:bookmarkEnd w:id="12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587DC0" w:rsidRPr="00B9409E" w14:paraId="1361C7C2" w14:textId="77777777" w:rsidTr="00125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4D2A2BE" w14:textId="77777777" w:rsidR="00587DC0" w:rsidRPr="00B9409E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5FBA1EC6" w14:textId="77777777" w:rsidR="00587DC0" w:rsidRPr="00B9409E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023B8446" w14:textId="77777777" w:rsidR="00587DC0" w:rsidRPr="00B9409E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404E2BF3" w14:textId="77777777" w:rsidR="00587DC0" w:rsidRPr="00B9409E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11F8DDCD" w14:textId="77777777" w:rsidR="00587DC0" w:rsidRPr="00B9409E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587DC0" w:rsidRPr="00B9409E" w14:paraId="46FA8ABF" w14:textId="77777777" w:rsidTr="00125A1D">
        <w:trPr>
          <w:trHeight w:val="213"/>
        </w:trPr>
        <w:tc>
          <w:tcPr>
            <w:tcW w:w="1788" w:type="dxa"/>
          </w:tcPr>
          <w:p w14:paraId="29391F7D" w14:textId="77777777" w:rsidR="00587DC0" w:rsidRPr="00D30C73" w:rsidRDefault="00587DC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0F79D93A" w14:textId="77777777" w:rsidR="00587DC0" w:rsidRPr="00D30C73" w:rsidRDefault="00587DC0" w:rsidP="006B06C1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508F3F3D" w14:textId="77777777" w:rsidR="00587DC0" w:rsidRPr="00D30C73" w:rsidRDefault="00587DC0" w:rsidP="006B06C1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2279F7B4" w14:textId="77777777" w:rsidR="00587DC0" w:rsidRPr="00D30C73" w:rsidRDefault="00AB01B6" w:rsidP="006B06C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CalculationOfTaxOnGameType_d\h  \* MERGEFORMAT </w:instrTex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D30C73">
              <w:rPr>
                <w:rStyle w:val="poleodsylacz"/>
                <w:rFonts w:ascii="Lato" w:hAnsi="Lato"/>
                <w:sz w:val="20"/>
                <w:szCs w:val="20"/>
              </w:rPr>
              <w:t>CalculationOfTaxOnGameType</w:t>
            </w:r>
            <w:r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20877D" w14:textId="77777777" w:rsidR="00587DC0" w:rsidRPr="00D30C73" w:rsidRDefault="00587DC0" w:rsidP="006B06C1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</w:t>
            </w:r>
            <w:r w:rsidR="00706D98" w:rsidRPr="00D30C73">
              <w:rPr>
                <w:rFonts w:cs="Arial"/>
                <w:sz w:val="20"/>
                <w:szCs w:val="20"/>
              </w:rPr>
              <w:t>99</w:t>
            </w:r>
          </w:p>
        </w:tc>
      </w:tr>
    </w:tbl>
    <w:p w14:paraId="2AAFDB06" w14:textId="10AFC0A2" w:rsidR="00D30C73" w:rsidRDefault="00D30C73" w:rsidP="00D30C73">
      <w:pPr>
        <w:pStyle w:val="Legenda"/>
        <w:keepNext/>
      </w:pPr>
      <w:bookmarkStart w:id="128" w:name="_Toc184025152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27</w:t>
      </w:r>
      <w:r w:rsidR="00866410">
        <w:rPr>
          <w:noProof/>
        </w:rPr>
        <w:fldChar w:fldCharType="end"/>
      </w:r>
      <w:r>
        <w:t xml:space="preserve">. </w:t>
      </w:r>
      <w:r w:rsidRPr="004C74A7">
        <w:t xml:space="preserve">Struktura elementu </w:t>
      </w:r>
      <w:proofErr w:type="spellStart"/>
      <w:r w:rsidRPr="004C74A7">
        <w:t>CalculationOfTaxOnGameType</w:t>
      </w:r>
      <w:bookmarkEnd w:id="12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CB01BE" w:rsidRPr="00B9409E" w14:paraId="44FA62F2" w14:textId="77777777" w:rsidTr="00125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319700C" w14:textId="77777777" w:rsidR="00CB01BE" w:rsidRPr="00B9409E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1EC4E1C" w14:textId="77777777" w:rsidR="00CB01BE" w:rsidRPr="00B9409E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017D422C" w14:textId="77777777" w:rsidR="00CB01BE" w:rsidRPr="00B9409E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3D6035BA" w14:textId="77777777" w:rsidR="00CB01BE" w:rsidRPr="00B9409E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EF9ECB3" w14:textId="77777777" w:rsidR="00CB01BE" w:rsidRPr="00B9409E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B01BE" w:rsidRPr="00B9409E" w14:paraId="1C00FA7B" w14:textId="77777777" w:rsidTr="00125A1D">
        <w:trPr>
          <w:trHeight w:val="213"/>
        </w:trPr>
        <w:tc>
          <w:tcPr>
            <w:tcW w:w="1788" w:type="dxa"/>
          </w:tcPr>
          <w:p w14:paraId="54B2C889" w14:textId="77777777" w:rsidR="00CB01BE" w:rsidRPr="00D30C73" w:rsidRDefault="00A919DD" w:rsidP="00A919DD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9" w:name="typeOfGame_d"/>
            <w:r w:rsidRPr="00D30C73">
              <w:rPr>
                <w:rStyle w:val="pole"/>
                <w:rFonts w:ascii="Lato" w:hAnsi="Lato"/>
                <w:sz w:val="20"/>
                <w:szCs w:val="20"/>
              </w:rPr>
              <w:t>typeOfGame</w:t>
            </w:r>
            <w:bookmarkEnd w:id="129"/>
          </w:p>
        </w:tc>
        <w:tc>
          <w:tcPr>
            <w:tcW w:w="3481" w:type="dxa"/>
          </w:tcPr>
          <w:p w14:paraId="69C41BD0" w14:textId="77777777" w:rsidR="00CB01BE" w:rsidRPr="00D30C73" w:rsidRDefault="00A919DD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Rodzaj gry.</w:t>
            </w:r>
          </w:p>
        </w:tc>
        <w:tc>
          <w:tcPr>
            <w:tcW w:w="839" w:type="dxa"/>
          </w:tcPr>
          <w:p w14:paraId="236BF7EB" w14:textId="77777777" w:rsidR="00CB01BE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0012C7CB" w14:textId="77777777" w:rsidR="00CB01BE" w:rsidRPr="00D30C73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6B876CEB" w14:textId="77777777" w:rsidR="00504ADD" w:rsidRPr="00D30C73" w:rsidRDefault="00187BA0" w:rsidP="00187BA0">
            <w:pPr>
              <w:rPr>
                <w:rFonts w:cs="Arial"/>
                <w:color w:val="000000"/>
                <w:sz w:val="20"/>
                <w:szCs w:val="20"/>
              </w:rPr>
            </w:pPr>
            <w:r w:rsidRPr="00D30C73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Pr="00D30C73">
              <w:rPr>
                <w:rFonts w:cs="Arial"/>
                <w:color w:val="000000"/>
                <w:sz w:val="20"/>
                <w:szCs w:val="20"/>
              </w:rPr>
              <w:fldChar w:fldCharType="begin"/>
            </w:r>
            <w:r w:rsidRPr="00D30C73">
              <w:rPr>
                <w:rFonts w:cs="Arial"/>
                <w:color w:val="000000"/>
                <w:sz w:val="20"/>
                <w:szCs w:val="20"/>
              </w:rPr>
              <w:instrText xml:space="preserve"> REF Rd2 \h  \* MERGEFORMAT </w:instrText>
            </w:r>
            <w:r w:rsidRPr="00D30C73">
              <w:rPr>
                <w:rFonts w:cs="Arial"/>
                <w:color w:val="000000"/>
                <w:sz w:val="20"/>
                <w:szCs w:val="20"/>
              </w:rPr>
            </w:r>
            <w:r w:rsidRPr="00D30C73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="00475C3D" w:rsidRPr="00D30C73">
              <w:rPr>
                <w:rFonts w:cs="Arial"/>
                <w:sz w:val="20"/>
                <w:szCs w:val="20"/>
              </w:rPr>
              <w:t>R2</w:t>
            </w:r>
            <w:r w:rsidRPr="00D30C73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6A59B9" w14:textId="77777777" w:rsidR="00CB01BE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B9409E" w14:paraId="0BEC679F" w14:textId="77777777" w:rsidTr="00125A1D">
        <w:trPr>
          <w:trHeight w:val="213"/>
        </w:trPr>
        <w:tc>
          <w:tcPr>
            <w:tcW w:w="1788" w:type="dxa"/>
          </w:tcPr>
          <w:p w14:paraId="6C960637" w14:textId="77777777" w:rsidR="00A919DD" w:rsidRPr="00D30C73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tax</w:t>
            </w:r>
          </w:p>
        </w:tc>
        <w:tc>
          <w:tcPr>
            <w:tcW w:w="3481" w:type="dxa"/>
          </w:tcPr>
          <w:p w14:paraId="52795B66" w14:textId="77777777" w:rsidR="00A919DD" w:rsidRPr="00D30C73" w:rsidRDefault="00A919DD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839" w:type="dxa"/>
          </w:tcPr>
          <w:p w14:paraId="14B435CB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13, 16</w:t>
            </w:r>
          </w:p>
        </w:tc>
        <w:tc>
          <w:tcPr>
            <w:tcW w:w="1975" w:type="dxa"/>
          </w:tcPr>
          <w:p w14:paraId="60806923" w14:textId="77777777" w:rsidR="00A919DD" w:rsidRPr="00D30C73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394E4CFD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B9409E" w14:paraId="1DF74936" w14:textId="77777777" w:rsidTr="00125A1D">
        <w:trPr>
          <w:trHeight w:val="213"/>
        </w:trPr>
        <w:tc>
          <w:tcPr>
            <w:tcW w:w="1788" w:type="dxa"/>
          </w:tcPr>
          <w:p w14:paraId="074FECD9" w14:textId="77777777" w:rsidR="00A919DD" w:rsidRPr="00D30C73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481" w:type="dxa"/>
          </w:tcPr>
          <w:p w14:paraId="203DE925" w14:textId="77777777" w:rsidR="00A919DD" w:rsidRPr="00D30C73" w:rsidRDefault="00AB4C4B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39" w:type="dxa"/>
          </w:tcPr>
          <w:p w14:paraId="0225FFA5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14, 17</w:t>
            </w:r>
          </w:p>
        </w:tc>
        <w:tc>
          <w:tcPr>
            <w:tcW w:w="1975" w:type="dxa"/>
          </w:tcPr>
          <w:p w14:paraId="06CD1032" w14:textId="77777777" w:rsidR="00A919DD" w:rsidRPr="00D30C73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03F30AF0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B9409E" w14:paraId="474CA0B8" w14:textId="77777777" w:rsidTr="00125A1D">
        <w:trPr>
          <w:trHeight w:val="213"/>
        </w:trPr>
        <w:tc>
          <w:tcPr>
            <w:tcW w:w="1788" w:type="dxa"/>
          </w:tcPr>
          <w:p w14:paraId="32C05165" w14:textId="77777777" w:rsidR="00A919DD" w:rsidRPr="00D30C73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amountOfTax</w:t>
            </w:r>
          </w:p>
        </w:tc>
        <w:tc>
          <w:tcPr>
            <w:tcW w:w="3481" w:type="dxa"/>
          </w:tcPr>
          <w:p w14:paraId="16FF6C28" w14:textId="77777777" w:rsidR="00A919DD" w:rsidRPr="00D30C73" w:rsidRDefault="00A919DD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Kwota podatku.</w:t>
            </w:r>
          </w:p>
        </w:tc>
        <w:tc>
          <w:tcPr>
            <w:tcW w:w="839" w:type="dxa"/>
          </w:tcPr>
          <w:p w14:paraId="5FE4F38D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15, 18</w:t>
            </w:r>
          </w:p>
        </w:tc>
        <w:tc>
          <w:tcPr>
            <w:tcW w:w="1975" w:type="dxa"/>
          </w:tcPr>
          <w:p w14:paraId="6D604AD3" w14:textId="77777777" w:rsidR="00A919DD" w:rsidRPr="00D30C73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30C73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223825B" w14:textId="77777777" w:rsidR="00A919DD" w:rsidRPr="00D30C73" w:rsidRDefault="007F43C0" w:rsidP="007B0EB8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64785D2" w14:textId="77777777" w:rsidR="0070795F" w:rsidRPr="00B9409E" w:rsidRDefault="00F629FF" w:rsidP="00B9409E">
      <w:pPr>
        <w:pStyle w:val="Nagwek3"/>
      </w:pPr>
      <w:bookmarkStart w:id="130" w:name="_Toc184025179"/>
      <w:r w:rsidRPr="00B9409E">
        <w:t>Reguły</w:t>
      </w:r>
      <w:r w:rsidR="007A6FC7" w:rsidRPr="00B9409E">
        <w:t xml:space="preserve"> POG5D</w:t>
      </w:r>
      <w:bookmarkEnd w:id="130"/>
    </w:p>
    <w:p w14:paraId="05BE9024" w14:textId="729AE7CF" w:rsidR="00D30C73" w:rsidRDefault="00D30C73" w:rsidP="00D30C73">
      <w:pPr>
        <w:pStyle w:val="Legenda"/>
        <w:keepNext/>
      </w:pPr>
      <w:bookmarkStart w:id="131" w:name="_Toc184025153"/>
      <w:r>
        <w:t xml:space="preserve">Tabela </w:t>
      </w:r>
      <w:r w:rsidR="00866410">
        <w:fldChar w:fldCharType="begin"/>
      </w:r>
      <w:r w:rsidR="00866410">
        <w:instrText xml:space="preserve"> SEQ Tabela \* ARABIC </w:instrText>
      </w:r>
      <w:r w:rsidR="00866410">
        <w:fldChar w:fldCharType="separate"/>
      </w:r>
      <w:r>
        <w:rPr>
          <w:noProof/>
        </w:rPr>
        <w:t>28</w:t>
      </w:r>
      <w:r w:rsidR="00866410">
        <w:rPr>
          <w:noProof/>
        </w:rPr>
        <w:fldChar w:fldCharType="end"/>
      </w:r>
      <w:r>
        <w:t xml:space="preserve">. </w:t>
      </w:r>
      <w:r w:rsidRPr="00974E0A">
        <w:t>Reguły dotyczące załącznika POG5D</w:t>
      </w:r>
      <w:bookmarkEnd w:id="13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4A62AF" w:rsidRPr="00B9409E" w14:paraId="35C8D3A1" w14:textId="77777777" w:rsidTr="00125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60E5C212" w14:textId="77777777" w:rsidR="004A62AF" w:rsidRPr="00B9409E" w:rsidRDefault="004A62AF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B9409E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6953253F" w14:textId="77777777" w:rsidR="004A62AF" w:rsidRPr="00B9409E" w:rsidRDefault="004A62AF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9409E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A62AF" w:rsidRPr="00B9409E" w14:paraId="442826EA" w14:textId="77777777" w:rsidTr="00125A1D">
        <w:trPr>
          <w:trHeight w:val="213"/>
        </w:trPr>
        <w:tc>
          <w:tcPr>
            <w:tcW w:w="944" w:type="dxa"/>
          </w:tcPr>
          <w:p w14:paraId="746B96FC" w14:textId="77777777" w:rsidR="004A62AF" w:rsidRPr="00D30C73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2" w:name="Rd1"/>
            <w:r w:rsidRPr="00D30C73">
              <w:rPr>
                <w:rFonts w:cs="Arial"/>
                <w:sz w:val="20"/>
                <w:szCs w:val="20"/>
              </w:rPr>
              <w:t>R1</w:t>
            </w:r>
            <w:bookmarkEnd w:id="132"/>
          </w:p>
        </w:tc>
        <w:tc>
          <w:tcPr>
            <w:tcW w:w="8110" w:type="dxa"/>
          </w:tcPr>
          <w:p w14:paraId="5E8C3708" w14:textId="77777777" w:rsidR="004A62AF" w:rsidRPr="00D30C73" w:rsidRDefault="00D03F40" w:rsidP="00187BA0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D</w:t>
            </w:r>
            <w:r w:rsidR="00187BA0" w:rsidRPr="00D30C73">
              <w:rPr>
                <w:rFonts w:cs="Arial"/>
                <w:sz w:val="20"/>
                <w:szCs w:val="20"/>
              </w:rPr>
              <w:t xml:space="preserve">otyczy pola </w: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period_d \h  \* MERGEFORMAT </w:instrTex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D30C7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187BA0" w:rsidRPr="00D30C73">
              <w:rPr>
                <w:rFonts w:cs="Arial"/>
                <w:sz w:val="20"/>
                <w:szCs w:val="20"/>
              </w:rPr>
              <w:t>: d</w:t>
            </w:r>
            <w:r w:rsidRPr="00D30C73">
              <w:rPr>
                <w:rFonts w:cs="Arial"/>
                <w:sz w:val="20"/>
                <w:szCs w:val="20"/>
              </w:rPr>
              <w:t>eklaracja nie może być złożona za okres k</w:t>
            </w:r>
            <w:r w:rsidR="00C9297C" w:rsidRPr="00D30C73">
              <w:rPr>
                <w:rFonts w:cs="Arial"/>
                <w:sz w:val="20"/>
                <w:szCs w:val="20"/>
              </w:rPr>
              <w:t>tóry się jeszcze nie zakończył</w:t>
            </w:r>
            <w:r w:rsidRPr="00D30C73">
              <w:rPr>
                <w:rFonts w:cs="Arial"/>
                <w:sz w:val="20"/>
                <w:szCs w:val="20"/>
              </w:rPr>
              <w:t>.</w:t>
            </w:r>
          </w:p>
        </w:tc>
      </w:tr>
      <w:tr w:rsidR="00504ADD" w:rsidRPr="00B9409E" w14:paraId="451A1DE9" w14:textId="77777777" w:rsidTr="00125A1D">
        <w:trPr>
          <w:trHeight w:val="213"/>
        </w:trPr>
        <w:tc>
          <w:tcPr>
            <w:tcW w:w="944" w:type="dxa"/>
          </w:tcPr>
          <w:p w14:paraId="5369C642" w14:textId="77777777" w:rsidR="00504ADD" w:rsidRPr="00D30C73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3" w:name="Rd2"/>
            <w:r w:rsidRPr="00D30C73">
              <w:rPr>
                <w:rFonts w:cs="Arial"/>
                <w:sz w:val="20"/>
                <w:szCs w:val="20"/>
              </w:rPr>
              <w:t>R2</w:t>
            </w:r>
            <w:bookmarkEnd w:id="133"/>
          </w:p>
        </w:tc>
        <w:tc>
          <w:tcPr>
            <w:tcW w:w="8110" w:type="dxa"/>
          </w:tcPr>
          <w:p w14:paraId="1BE7B75B" w14:textId="77777777" w:rsidR="00504ADD" w:rsidRPr="00D30C73" w:rsidRDefault="00504ADD" w:rsidP="00504ADD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Pole tekstowe</w:t>
            </w:r>
            <w:r w:rsidR="00187BA0" w:rsidRPr="00D30C73">
              <w:rPr>
                <w:rFonts w:cs="Arial"/>
                <w:sz w:val="20"/>
                <w:szCs w:val="20"/>
              </w:rPr>
              <w:t xml:space="preserve"> </w: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typeOfGame_d \h  \* MERGEFORMAT </w:instrTex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D30C7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typeOfGame</w:t>
            </w:r>
            <w:r w:rsidR="00187BA0" w:rsidRPr="00D30C7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30C73">
              <w:rPr>
                <w:rFonts w:cs="Arial"/>
                <w:sz w:val="20"/>
                <w:szCs w:val="20"/>
              </w:rPr>
              <w:t xml:space="preserve"> wypełnione wartościami:</w:t>
            </w:r>
          </w:p>
          <w:p w14:paraId="2371EEAF" w14:textId="77777777" w:rsidR="00504ADD" w:rsidRPr="00D30C73" w:rsidRDefault="00504ADD" w:rsidP="00504ADD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 xml:space="preserve">10 - Bingo fantowe, </w:t>
            </w:r>
          </w:p>
          <w:p w14:paraId="64DE7422" w14:textId="77777777" w:rsidR="00504ADD" w:rsidRPr="00D30C73" w:rsidRDefault="00504ADD" w:rsidP="00504ADD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11 - Loteria fantowa.</w:t>
            </w:r>
          </w:p>
        </w:tc>
      </w:tr>
      <w:tr w:rsidR="000335E4" w:rsidRPr="00B9409E" w14:paraId="7B1D3770" w14:textId="77777777" w:rsidTr="00125A1D">
        <w:trPr>
          <w:trHeight w:val="213"/>
        </w:trPr>
        <w:tc>
          <w:tcPr>
            <w:tcW w:w="944" w:type="dxa"/>
          </w:tcPr>
          <w:p w14:paraId="15FA3A28" w14:textId="77777777" w:rsidR="000335E4" w:rsidRPr="00D30C73" w:rsidRDefault="000335E4" w:rsidP="000335E4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3B95C116" w14:textId="77777777" w:rsidR="000335E4" w:rsidRPr="00D30C73" w:rsidRDefault="00655409" w:rsidP="008F5930">
            <w:pPr>
              <w:rPr>
                <w:rFonts w:cs="Arial"/>
                <w:sz w:val="20"/>
                <w:szCs w:val="20"/>
              </w:rPr>
            </w:pPr>
            <w:r w:rsidRPr="00D30C73">
              <w:rPr>
                <w:rFonts w:cs="Arial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1348854A" w14:textId="77777777" w:rsidR="00EF2230" w:rsidRPr="00B9409E" w:rsidRDefault="00EF2230" w:rsidP="00B9409E">
      <w:pPr>
        <w:pStyle w:val="Nagwek1"/>
      </w:pPr>
      <w:bookmarkStart w:id="134" w:name="_Toc184025180"/>
      <w:r w:rsidRPr="00B9409E">
        <w:lastRenderedPageBreak/>
        <w:t>Załączniki</w:t>
      </w:r>
      <w:bookmarkEnd w:id="90"/>
      <w:bookmarkEnd w:id="91"/>
      <w:bookmarkEnd w:id="92"/>
      <w:bookmarkEnd w:id="134"/>
    </w:p>
    <w:p w14:paraId="602E26D2" w14:textId="77777777" w:rsidR="00EF2230" w:rsidRPr="00B9409E" w:rsidRDefault="00EF2230" w:rsidP="00B9409E">
      <w:pPr>
        <w:pStyle w:val="Nagwek2"/>
      </w:pPr>
      <w:bookmarkStart w:id="135" w:name="_Toc348954634"/>
      <w:bookmarkStart w:id="136" w:name="_Toc361145819"/>
      <w:bookmarkStart w:id="137" w:name="_Toc184025181"/>
      <w:r w:rsidRPr="00B9409E">
        <w:t xml:space="preserve">Pliki deklaracji </w:t>
      </w:r>
      <w:bookmarkEnd w:id="135"/>
      <w:bookmarkEnd w:id="136"/>
      <w:r w:rsidR="00306E85" w:rsidRPr="00B9409E">
        <w:t>POG-</w:t>
      </w:r>
      <w:r w:rsidR="00B219E5" w:rsidRPr="00B9409E">
        <w:t>5</w:t>
      </w:r>
      <w:bookmarkEnd w:id="137"/>
    </w:p>
    <w:p w14:paraId="6594364E" w14:textId="77777777" w:rsidR="005C3EE5" w:rsidRPr="00B9409E" w:rsidRDefault="00EF2230" w:rsidP="00B9409E">
      <w:pPr>
        <w:pStyle w:val="Nagwek3"/>
      </w:pPr>
      <w:r w:rsidRPr="00B9409E">
        <w:t xml:space="preserve"> </w:t>
      </w:r>
      <w:bookmarkStart w:id="138" w:name="_Toc184025182"/>
      <w:r w:rsidR="008C0311" w:rsidRPr="00B9409E">
        <w:t xml:space="preserve">Plik </w:t>
      </w:r>
      <w:r w:rsidR="00306E85" w:rsidRPr="00B9409E">
        <w:t>pog_</w:t>
      </w:r>
      <w:r w:rsidR="00B219E5" w:rsidRPr="00B9409E">
        <w:t>5</w:t>
      </w:r>
      <w:r w:rsidR="005C3EE5" w:rsidRPr="00B9409E">
        <w:t>.xsd</w:t>
      </w:r>
      <w:bookmarkEnd w:id="93"/>
      <w:bookmarkEnd w:id="94"/>
      <w:bookmarkEnd w:id="95"/>
      <w:bookmarkEnd w:id="138"/>
    </w:p>
    <w:p w14:paraId="01F43D62" w14:textId="77777777" w:rsidR="00AB2492" w:rsidRPr="00B9409E" w:rsidRDefault="00AB2492" w:rsidP="00B219E5">
      <w:pPr>
        <w:ind w:left="414" w:firstLine="720"/>
      </w:pPr>
      <w:r w:rsidRPr="00B9409E">
        <w:t>Plik zawierający definicję struktury danych dla deklaracji.</w:t>
      </w:r>
    </w:p>
    <w:p w14:paraId="629B6044" w14:textId="77777777" w:rsidR="001E3952" w:rsidRPr="00B9409E" w:rsidRDefault="001E3952" w:rsidP="00B9409E">
      <w:pPr>
        <w:pStyle w:val="Nagwek2"/>
      </w:pPr>
      <w:bookmarkStart w:id="139" w:name="_Toc184025183"/>
      <w:r w:rsidRPr="00B9409E">
        <w:t>Plik załącznika POG5A do deklaracji POG5</w:t>
      </w:r>
      <w:bookmarkEnd w:id="139"/>
    </w:p>
    <w:p w14:paraId="7DC8ECDD" w14:textId="77777777" w:rsidR="00B219E5" w:rsidRPr="00B9409E" w:rsidRDefault="00B219E5" w:rsidP="00B9409E">
      <w:pPr>
        <w:pStyle w:val="Nagwek3"/>
      </w:pPr>
      <w:bookmarkStart w:id="140" w:name="_Toc184025184"/>
      <w:r w:rsidRPr="00B9409E">
        <w:t>Plik pog_5a.xsd</w:t>
      </w:r>
      <w:bookmarkEnd w:id="140"/>
    </w:p>
    <w:p w14:paraId="2033C429" w14:textId="77777777" w:rsidR="00B219E5" w:rsidRPr="00B9409E" w:rsidRDefault="00B219E5" w:rsidP="00B219E5">
      <w:pPr>
        <w:ind w:left="414" w:firstLine="720"/>
      </w:pPr>
      <w:r w:rsidRPr="00B9409E">
        <w:t>Plik zawierający definicję struktury danych dla załącznika deklaracji.</w:t>
      </w:r>
    </w:p>
    <w:p w14:paraId="7D27FE78" w14:textId="77777777" w:rsidR="00021836" w:rsidRPr="00B9409E" w:rsidRDefault="00021836" w:rsidP="00B9409E">
      <w:pPr>
        <w:pStyle w:val="Nagwek2"/>
      </w:pPr>
      <w:bookmarkStart w:id="141" w:name="_Toc184025185"/>
      <w:r w:rsidRPr="00B9409E">
        <w:t>Plik załącznika POG5C do deklaracji POG5</w:t>
      </w:r>
      <w:bookmarkEnd w:id="141"/>
    </w:p>
    <w:p w14:paraId="025A3583" w14:textId="77777777" w:rsidR="00B219E5" w:rsidRPr="00B9409E" w:rsidRDefault="00B219E5" w:rsidP="00B9409E">
      <w:pPr>
        <w:pStyle w:val="Nagwek3"/>
      </w:pPr>
      <w:bookmarkStart w:id="142" w:name="_Toc184025186"/>
      <w:r w:rsidRPr="00B9409E">
        <w:t>Plik pog_5c.xsd</w:t>
      </w:r>
      <w:bookmarkEnd w:id="142"/>
    </w:p>
    <w:p w14:paraId="59C39610" w14:textId="77777777" w:rsidR="00B219E5" w:rsidRPr="00B9409E" w:rsidRDefault="00B219E5" w:rsidP="00B219E5">
      <w:pPr>
        <w:ind w:left="414" w:firstLine="720"/>
      </w:pPr>
      <w:r w:rsidRPr="00B9409E">
        <w:t>Plik zawierający definicję struktury danych dla załącznika deklaracji.</w:t>
      </w:r>
    </w:p>
    <w:p w14:paraId="01DF043B" w14:textId="77777777" w:rsidR="00C95EE8" w:rsidRPr="00B9409E" w:rsidRDefault="00C95EE8" w:rsidP="00B9409E">
      <w:pPr>
        <w:pStyle w:val="Nagwek2"/>
      </w:pPr>
      <w:bookmarkStart w:id="143" w:name="_Toc184025187"/>
      <w:r w:rsidRPr="00B9409E">
        <w:t>Plik załącznika POG5D do deklaracji POG5</w:t>
      </w:r>
      <w:bookmarkEnd w:id="143"/>
    </w:p>
    <w:p w14:paraId="63B1EA3A" w14:textId="77777777" w:rsidR="00B219E5" w:rsidRPr="00B9409E" w:rsidRDefault="00B219E5" w:rsidP="00B9409E">
      <w:pPr>
        <w:pStyle w:val="Nagwek3"/>
      </w:pPr>
      <w:bookmarkStart w:id="144" w:name="_Toc184025188"/>
      <w:r w:rsidRPr="00B9409E">
        <w:t>Plik pog_5d.xsd</w:t>
      </w:r>
      <w:bookmarkEnd w:id="144"/>
    </w:p>
    <w:p w14:paraId="5EB4A3FE" w14:textId="7BF3BB69" w:rsidR="008C0311" w:rsidRPr="00B9409E" w:rsidRDefault="00B219E5" w:rsidP="00125A1D">
      <w:pPr>
        <w:ind w:left="414" w:firstLine="720"/>
        <w:rPr>
          <w:lang w:val="x-none"/>
        </w:rPr>
      </w:pPr>
      <w:r w:rsidRPr="00B9409E">
        <w:t>Plik zawierający definicję struktury danych dla załącznika deklaracji.</w:t>
      </w:r>
    </w:p>
    <w:sectPr w:rsidR="008C0311" w:rsidRPr="00B9409E" w:rsidSect="009D322D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9109F" w14:textId="77777777" w:rsidR="0065498A" w:rsidRDefault="0065498A" w:rsidP="007D0A84">
      <w:r>
        <w:separator/>
      </w:r>
    </w:p>
    <w:p w14:paraId="12FFA1B8" w14:textId="77777777" w:rsidR="0065498A" w:rsidRDefault="0065498A" w:rsidP="007D0A84"/>
  </w:endnote>
  <w:endnote w:type="continuationSeparator" w:id="0">
    <w:p w14:paraId="38A23C17" w14:textId="77777777" w:rsidR="0065498A" w:rsidRDefault="0065498A" w:rsidP="007D0A84">
      <w:r>
        <w:continuationSeparator/>
      </w:r>
    </w:p>
    <w:p w14:paraId="42E8016B" w14:textId="77777777" w:rsidR="0065498A" w:rsidRDefault="0065498A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3F2A" w14:textId="77777777" w:rsidR="000339FA" w:rsidRDefault="000339F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370DA4" w14:textId="77777777" w:rsidR="000339FA" w:rsidRDefault="000339F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F969" w14:textId="77777777" w:rsidR="000339FA" w:rsidRPr="00356C40" w:rsidRDefault="000339FA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356C40">
      <w:rPr>
        <w:rFonts w:cs="Arial"/>
        <w:sz w:val="20"/>
        <w:szCs w:val="20"/>
      </w:rPr>
      <w:t xml:space="preserve">Strona </w:t>
    </w:r>
    <w:r w:rsidRPr="00356C40">
      <w:rPr>
        <w:rFonts w:cs="Arial"/>
        <w:sz w:val="20"/>
        <w:szCs w:val="20"/>
      </w:rPr>
      <w:fldChar w:fldCharType="begin"/>
    </w:r>
    <w:r w:rsidRPr="00356C40">
      <w:rPr>
        <w:rFonts w:cs="Arial"/>
        <w:sz w:val="20"/>
        <w:szCs w:val="20"/>
      </w:rPr>
      <w:instrText xml:space="preserve"> PAGE </w:instrText>
    </w:r>
    <w:r w:rsidRPr="00356C40">
      <w:rPr>
        <w:rFonts w:cs="Arial"/>
        <w:sz w:val="20"/>
        <w:szCs w:val="20"/>
      </w:rPr>
      <w:fldChar w:fldCharType="separate"/>
    </w:r>
    <w:r w:rsidR="00AB4C4B" w:rsidRPr="00356C40">
      <w:rPr>
        <w:rFonts w:cs="Arial"/>
        <w:noProof/>
        <w:sz w:val="20"/>
        <w:szCs w:val="20"/>
      </w:rPr>
      <w:t>6</w:t>
    </w:r>
    <w:r w:rsidRPr="00356C40">
      <w:rPr>
        <w:rFonts w:cs="Arial"/>
        <w:sz w:val="20"/>
        <w:szCs w:val="20"/>
      </w:rPr>
      <w:fldChar w:fldCharType="end"/>
    </w:r>
    <w:r w:rsidRPr="00356C40">
      <w:rPr>
        <w:rFonts w:cs="Arial"/>
        <w:sz w:val="20"/>
        <w:szCs w:val="20"/>
      </w:rPr>
      <w:t xml:space="preserve"> z </w:t>
    </w:r>
    <w:r w:rsidRPr="00356C40">
      <w:rPr>
        <w:rFonts w:cs="Arial"/>
        <w:sz w:val="20"/>
        <w:szCs w:val="20"/>
      </w:rPr>
      <w:fldChar w:fldCharType="begin"/>
    </w:r>
    <w:r w:rsidRPr="00356C40">
      <w:rPr>
        <w:rFonts w:cs="Arial"/>
        <w:sz w:val="20"/>
        <w:szCs w:val="20"/>
      </w:rPr>
      <w:instrText xml:space="preserve"> NUMPAGES </w:instrText>
    </w:r>
    <w:r w:rsidRPr="00356C40">
      <w:rPr>
        <w:rFonts w:cs="Arial"/>
        <w:sz w:val="20"/>
        <w:szCs w:val="20"/>
      </w:rPr>
      <w:fldChar w:fldCharType="separate"/>
    </w:r>
    <w:r w:rsidR="00AB4C4B" w:rsidRPr="00356C40">
      <w:rPr>
        <w:rFonts w:cs="Arial"/>
        <w:noProof/>
        <w:sz w:val="20"/>
        <w:szCs w:val="20"/>
      </w:rPr>
      <w:t>19</w:t>
    </w:r>
    <w:r w:rsidRPr="00356C40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3E7C" w14:textId="77777777" w:rsidR="0065498A" w:rsidRDefault="0065498A" w:rsidP="007D0A84">
      <w:r>
        <w:separator/>
      </w:r>
    </w:p>
    <w:p w14:paraId="64DDF482" w14:textId="77777777" w:rsidR="0065498A" w:rsidRDefault="0065498A" w:rsidP="007D0A84"/>
  </w:footnote>
  <w:footnote w:type="continuationSeparator" w:id="0">
    <w:p w14:paraId="62E258A6" w14:textId="77777777" w:rsidR="0065498A" w:rsidRDefault="0065498A" w:rsidP="007D0A84">
      <w:r>
        <w:continuationSeparator/>
      </w:r>
    </w:p>
    <w:p w14:paraId="206FCB06" w14:textId="77777777" w:rsidR="0065498A" w:rsidRDefault="0065498A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128B" w14:textId="13F9FA64" w:rsidR="000339FA" w:rsidRPr="00356C40" w:rsidRDefault="00356C40" w:rsidP="00356C40">
    <w:pPr>
      <w:pStyle w:val="Nagwek"/>
    </w:pPr>
    <w:r>
      <w:rPr>
        <w:noProof/>
      </w:rPr>
      <w:drawing>
        <wp:inline distT="0" distB="0" distL="0" distR="0" wp14:anchorId="78079C40" wp14:editId="57023FDB">
          <wp:extent cx="3185795" cy="649605"/>
          <wp:effectExtent l="0" t="0" r="0" b="0"/>
          <wp:docPr id="55" name="Obraz 55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40A4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F5427F4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403"/>
        </w:tabs>
        <w:ind w:left="3403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CA355D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E3A97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0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1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2B91F88"/>
    <w:multiLevelType w:val="hybridMultilevel"/>
    <w:tmpl w:val="9C2A8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0083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8" w15:restartNumberingAfterBreak="0">
    <w:nsid w:val="735B4747"/>
    <w:multiLevelType w:val="hybridMultilevel"/>
    <w:tmpl w:val="7652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5"/>
  </w:num>
  <w:num w:numId="4">
    <w:abstractNumId w:val="1"/>
  </w:num>
  <w:num w:numId="5">
    <w:abstractNumId w:val="15"/>
  </w:num>
  <w:num w:numId="6">
    <w:abstractNumId w:val="6"/>
  </w:num>
  <w:num w:numId="7">
    <w:abstractNumId w:val="14"/>
  </w:num>
  <w:num w:numId="8">
    <w:abstractNumId w:val="21"/>
  </w:num>
  <w:num w:numId="9">
    <w:abstractNumId w:val="30"/>
  </w:num>
  <w:num w:numId="10">
    <w:abstractNumId w:val="5"/>
  </w:num>
  <w:num w:numId="11">
    <w:abstractNumId w:val="24"/>
  </w:num>
  <w:num w:numId="12">
    <w:abstractNumId w:val="0"/>
  </w:num>
  <w:num w:numId="13">
    <w:abstractNumId w:val="13"/>
  </w:num>
  <w:num w:numId="14">
    <w:abstractNumId w:val="31"/>
  </w:num>
  <w:num w:numId="15">
    <w:abstractNumId w:val="23"/>
  </w:num>
  <w:num w:numId="16">
    <w:abstractNumId w:val="22"/>
  </w:num>
  <w:num w:numId="17">
    <w:abstractNumId w:val="12"/>
  </w:num>
  <w:num w:numId="18">
    <w:abstractNumId w:val="2"/>
  </w:num>
  <w:num w:numId="19">
    <w:abstractNumId w:val="16"/>
  </w:num>
  <w:num w:numId="20">
    <w:abstractNumId w:val="8"/>
  </w:num>
  <w:num w:numId="21">
    <w:abstractNumId w:val="11"/>
  </w:num>
  <w:num w:numId="22">
    <w:abstractNumId w:val="4"/>
  </w:num>
  <w:num w:numId="23">
    <w:abstractNumId w:val="20"/>
  </w:num>
  <w:num w:numId="24">
    <w:abstractNumId w:val="19"/>
  </w:num>
  <w:num w:numId="25">
    <w:abstractNumId w:val="18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9"/>
  </w:num>
  <w:num w:numId="30">
    <w:abstractNumId w:val="27"/>
  </w:num>
  <w:num w:numId="31">
    <w:abstractNumId w:val="3"/>
  </w:num>
  <w:num w:numId="32">
    <w:abstractNumId w:val="7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0ED"/>
    <w:rsid w:val="0000679B"/>
    <w:rsid w:val="00006D0D"/>
    <w:rsid w:val="0000721C"/>
    <w:rsid w:val="00007E47"/>
    <w:rsid w:val="00010350"/>
    <w:rsid w:val="000105C2"/>
    <w:rsid w:val="00010FA9"/>
    <w:rsid w:val="00011D3A"/>
    <w:rsid w:val="000158A1"/>
    <w:rsid w:val="00016325"/>
    <w:rsid w:val="000164B0"/>
    <w:rsid w:val="00017454"/>
    <w:rsid w:val="000174FC"/>
    <w:rsid w:val="000177EC"/>
    <w:rsid w:val="00021836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63E7"/>
    <w:rsid w:val="00026784"/>
    <w:rsid w:val="000273F7"/>
    <w:rsid w:val="00027B41"/>
    <w:rsid w:val="00027DA7"/>
    <w:rsid w:val="00032028"/>
    <w:rsid w:val="0003228A"/>
    <w:rsid w:val="00032C04"/>
    <w:rsid w:val="00033522"/>
    <w:rsid w:val="000335E4"/>
    <w:rsid w:val="000339FA"/>
    <w:rsid w:val="00034C39"/>
    <w:rsid w:val="00035695"/>
    <w:rsid w:val="00035F37"/>
    <w:rsid w:val="0003638D"/>
    <w:rsid w:val="00037DF7"/>
    <w:rsid w:val="000405BA"/>
    <w:rsid w:val="00040CE8"/>
    <w:rsid w:val="000412BA"/>
    <w:rsid w:val="000427D6"/>
    <w:rsid w:val="00042AA7"/>
    <w:rsid w:val="00044402"/>
    <w:rsid w:val="00044568"/>
    <w:rsid w:val="00045101"/>
    <w:rsid w:val="00045783"/>
    <w:rsid w:val="00045788"/>
    <w:rsid w:val="000457E5"/>
    <w:rsid w:val="000459F6"/>
    <w:rsid w:val="000467B5"/>
    <w:rsid w:val="000500C2"/>
    <w:rsid w:val="00050718"/>
    <w:rsid w:val="00050E71"/>
    <w:rsid w:val="000521B1"/>
    <w:rsid w:val="00052947"/>
    <w:rsid w:val="000532A7"/>
    <w:rsid w:val="000548F3"/>
    <w:rsid w:val="00054FDC"/>
    <w:rsid w:val="00056119"/>
    <w:rsid w:val="00056781"/>
    <w:rsid w:val="00057635"/>
    <w:rsid w:val="00057E4A"/>
    <w:rsid w:val="00060B0C"/>
    <w:rsid w:val="0006110E"/>
    <w:rsid w:val="0006183D"/>
    <w:rsid w:val="0006207D"/>
    <w:rsid w:val="00063503"/>
    <w:rsid w:val="00063F52"/>
    <w:rsid w:val="00064EFD"/>
    <w:rsid w:val="00065494"/>
    <w:rsid w:val="00065988"/>
    <w:rsid w:val="000659FA"/>
    <w:rsid w:val="00066ADF"/>
    <w:rsid w:val="00066E9E"/>
    <w:rsid w:val="000671D2"/>
    <w:rsid w:val="00067FEA"/>
    <w:rsid w:val="000706FE"/>
    <w:rsid w:val="000707BB"/>
    <w:rsid w:val="00072327"/>
    <w:rsid w:val="000723E8"/>
    <w:rsid w:val="00072EBE"/>
    <w:rsid w:val="00073EF5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21EA"/>
    <w:rsid w:val="000830A0"/>
    <w:rsid w:val="00083205"/>
    <w:rsid w:val="00083542"/>
    <w:rsid w:val="00086C72"/>
    <w:rsid w:val="0008784C"/>
    <w:rsid w:val="00087BC8"/>
    <w:rsid w:val="00091144"/>
    <w:rsid w:val="00095ECF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0BD7"/>
    <w:rsid w:val="000B1B12"/>
    <w:rsid w:val="000B4414"/>
    <w:rsid w:val="000B4713"/>
    <w:rsid w:val="000B49F8"/>
    <w:rsid w:val="000B4AAB"/>
    <w:rsid w:val="000B5847"/>
    <w:rsid w:val="000B5A33"/>
    <w:rsid w:val="000B5FB9"/>
    <w:rsid w:val="000B668C"/>
    <w:rsid w:val="000C08EC"/>
    <w:rsid w:val="000C0B3E"/>
    <w:rsid w:val="000C0D2E"/>
    <w:rsid w:val="000C169E"/>
    <w:rsid w:val="000C185F"/>
    <w:rsid w:val="000C2AEB"/>
    <w:rsid w:val="000C3EC2"/>
    <w:rsid w:val="000C5D8A"/>
    <w:rsid w:val="000C7663"/>
    <w:rsid w:val="000C7DC5"/>
    <w:rsid w:val="000C7E36"/>
    <w:rsid w:val="000D05CD"/>
    <w:rsid w:val="000D083E"/>
    <w:rsid w:val="000D19AC"/>
    <w:rsid w:val="000D2059"/>
    <w:rsid w:val="000D2898"/>
    <w:rsid w:val="000D33C6"/>
    <w:rsid w:val="000D3AD4"/>
    <w:rsid w:val="000D4491"/>
    <w:rsid w:val="000D4699"/>
    <w:rsid w:val="000D46F2"/>
    <w:rsid w:val="000D4B4B"/>
    <w:rsid w:val="000D4C90"/>
    <w:rsid w:val="000D5C37"/>
    <w:rsid w:val="000D5EA2"/>
    <w:rsid w:val="000D7E14"/>
    <w:rsid w:val="000E0240"/>
    <w:rsid w:val="000E10D8"/>
    <w:rsid w:val="000E1F7E"/>
    <w:rsid w:val="000E2E61"/>
    <w:rsid w:val="000E4F6A"/>
    <w:rsid w:val="000E62C9"/>
    <w:rsid w:val="000E7072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8CB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30A"/>
    <w:rsid w:val="00103EBE"/>
    <w:rsid w:val="001041F5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367"/>
    <w:rsid w:val="00116F38"/>
    <w:rsid w:val="00117199"/>
    <w:rsid w:val="0011763B"/>
    <w:rsid w:val="00117850"/>
    <w:rsid w:val="001207D5"/>
    <w:rsid w:val="001214AF"/>
    <w:rsid w:val="0012162B"/>
    <w:rsid w:val="00122788"/>
    <w:rsid w:val="0012359E"/>
    <w:rsid w:val="00123D9D"/>
    <w:rsid w:val="0012590D"/>
    <w:rsid w:val="00125A1D"/>
    <w:rsid w:val="00125BDF"/>
    <w:rsid w:val="00125EDF"/>
    <w:rsid w:val="0012617A"/>
    <w:rsid w:val="00126C4D"/>
    <w:rsid w:val="00126EBA"/>
    <w:rsid w:val="00127D0D"/>
    <w:rsid w:val="001303B8"/>
    <w:rsid w:val="001320C1"/>
    <w:rsid w:val="00132651"/>
    <w:rsid w:val="00132A75"/>
    <w:rsid w:val="001335AD"/>
    <w:rsid w:val="00133744"/>
    <w:rsid w:val="00133782"/>
    <w:rsid w:val="001338C3"/>
    <w:rsid w:val="00133E3F"/>
    <w:rsid w:val="001347EE"/>
    <w:rsid w:val="00135581"/>
    <w:rsid w:val="00135F3D"/>
    <w:rsid w:val="00136C98"/>
    <w:rsid w:val="00136E0C"/>
    <w:rsid w:val="00140B47"/>
    <w:rsid w:val="00141D91"/>
    <w:rsid w:val="001427F4"/>
    <w:rsid w:val="00142B4C"/>
    <w:rsid w:val="00142EAB"/>
    <w:rsid w:val="001433D1"/>
    <w:rsid w:val="00144985"/>
    <w:rsid w:val="00144CD3"/>
    <w:rsid w:val="0014648C"/>
    <w:rsid w:val="00146E34"/>
    <w:rsid w:val="001519EF"/>
    <w:rsid w:val="00153066"/>
    <w:rsid w:val="00154223"/>
    <w:rsid w:val="0015444F"/>
    <w:rsid w:val="00155325"/>
    <w:rsid w:val="00155CE4"/>
    <w:rsid w:val="0015662F"/>
    <w:rsid w:val="00156E87"/>
    <w:rsid w:val="00156ECE"/>
    <w:rsid w:val="001572B7"/>
    <w:rsid w:val="001572F8"/>
    <w:rsid w:val="0015769C"/>
    <w:rsid w:val="0015791D"/>
    <w:rsid w:val="001613E1"/>
    <w:rsid w:val="001614AE"/>
    <w:rsid w:val="001615F7"/>
    <w:rsid w:val="001617C7"/>
    <w:rsid w:val="001621D0"/>
    <w:rsid w:val="0016423F"/>
    <w:rsid w:val="001643D6"/>
    <w:rsid w:val="001665AC"/>
    <w:rsid w:val="00167006"/>
    <w:rsid w:val="00167530"/>
    <w:rsid w:val="0016795E"/>
    <w:rsid w:val="001707F0"/>
    <w:rsid w:val="00172536"/>
    <w:rsid w:val="001736D4"/>
    <w:rsid w:val="00173D7D"/>
    <w:rsid w:val="001755CA"/>
    <w:rsid w:val="00175DDD"/>
    <w:rsid w:val="0017629B"/>
    <w:rsid w:val="001767A9"/>
    <w:rsid w:val="00176D0E"/>
    <w:rsid w:val="00180F0B"/>
    <w:rsid w:val="00181E37"/>
    <w:rsid w:val="00183201"/>
    <w:rsid w:val="00183692"/>
    <w:rsid w:val="00183E44"/>
    <w:rsid w:val="00184D98"/>
    <w:rsid w:val="00184E98"/>
    <w:rsid w:val="001853F5"/>
    <w:rsid w:val="0018576D"/>
    <w:rsid w:val="001858C8"/>
    <w:rsid w:val="0018612F"/>
    <w:rsid w:val="00187461"/>
    <w:rsid w:val="00187BA0"/>
    <w:rsid w:val="001910DD"/>
    <w:rsid w:val="00191898"/>
    <w:rsid w:val="00191A04"/>
    <w:rsid w:val="001920BE"/>
    <w:rsid w:val="0019440A"/>
    <w:rsid w:val="00194635"/>
    <w:rsid w:val="00194BF6"/>
    <w:rsid w:val="001952DE"/>
    <w:rsid w:val="001A095A"/>
    <w:rsid w:val="001A1306"/>
    <w:rsid w:val="001A19AF"/>
    <w:rsid w:val="001A1E5E"/>
    <w:rsid w:val="001A2A4F"/>
    <w:rsid w:val="001A2CA2"/>
    <w:rsid w:val="001A2D45"/>
    <w:rsid w:val="001A3CED"/>
    <w:rsid w:val="001A4B18"/>
    <w:rsid w:val="001A66D1"/>
    <w:rsid w:val="001A6D03"/>
    <w:rsid w:val="001A6D14"/>
    <w:rsid w:val="001A6D7E"/>
    <w:rsid w:val="001A7F9A"/>
    <w:rsid w:val="001B0A84"/>
    <w:rsid w:val="001B3845"/>
    <w:rsid w:val="001B3B84"/>
    <w:rsid w:val="001B481E"/>
    <w:rsid w:val="001B5AA7"/>
    <w:rsid w:val="001B5F9A"/>
    <w:rsid w:val="001B7589"/>
    <w:rsid w:val="001B7A73"/>
    <w:rsid w:val="001C0016"/>
    <w:rsid w:val="001C07B7"/>
    <w:rsid w:val="001C0BE0"/>
    <w:rsid w:val="001C0E6B"/>
    <w:rsid w:val="001C21DA"/>
    <w:rsid w:val="001C4E9D"/>
    <w:rsid w:val="001C5204"/>
    <w:rsid w:val="001C6732"/>
    <w:rsid w:val="001C680A"/>
    <w:rsid w:val="001D0940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695"/>
    <w:rsid w:val="001D67CF"/>
    <w:rsid w:val="001D6CF8"/>
    <w:rsid w:val="001D7BA3"/>
    <w:rsid w:val="001E013C"/>
    <w:rsid w:val="001E020F"/>
    <w:rsid w:val="001E0351"/>
    <w:rsid w:val="001E0E9C"/>
    <w:rsid w:val="001E1E66"/>
    <w:rsid w:val="001E290A"/>
    <w:rsid w:val="001E3952"/>
    <w:rsid w:val="001E4F55"/>
    <w:rsid w:val="001E509B"/>
    <w:rsid w:val="001E6DC5"/>
    <w:rsid w:val="001F0DD7"/>
    <w:rsid w:val="001F3994"/>
    <w:rsid w:val="001F4527"/>
    <w:rsid w:val="001F5F7F"/>
    <w:rsid w:val="001F613C"/>
    <w:rsid w:val="001F771E"/>
    <w:rsid w:val="001F77ED"/>
    <w:rsid w:val="00200432"/>
    <w:rsid w:val="00200503"/>
    <w:rsid w:val="00201B37"/>
    <w:rsid w:val="00201EF5"/>
    <w:rsid w:val="00202C00"/>
    <w:rsid w:val="00203AA1"/>
    <w:rsid w:val="0020545E"/>
    <w:rsid w:val="00205E66"/>
    <w:rsid w:val="002070E9"/>
    <w:rsid w:val="002100B6"/>
    <w:rsid w:val="00210AA5"/>
    <w:rsid w:val="00210F00"/>
    <w:rsid w:val="00211695"/>
    <w:rsid w:val="00213414"/>
    <w:rsid w:val="002138CE"/>
    <w:rsid w:val="0021450A"/>
    <w:rsid w:val="002146A0"/>
    <w:rsid w:val="00214EB1"/>
    <w:rsid w:val="00217B8F"/>
    <w:rsid w:val="002208C3"/>
    <w:rsid w:val="00221008"/>
    <w:rsid w:val="002222F8"/>
    <w:rsid w:val="00222C99"/>
    <w:rsid w:val="00222ED9"/>
    <w:rsid w:val="002230BB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4FB5"/>
    <w:rsid w:val="00235109"/>
    <w:rsid w:val="00235FFC"/>
    <w:rsid w:val="00237854"/>
    <w:rsid w:val="00237AB5"/>
    <w:rsid w:val="00237E2E"/>
    <w:rsid w:val="00240714"/>
    <w:rsid w:val="00240E9C"/>
    <w:rsid w:val="0024177B"/>
    <w:rsid w:val="00241903"/>
    <w:rsid w:val="00241C8C"/>
    <w:rsid w:val="00241F8F"/>
    <w:rsid w:val="002427A5"/>
    <w:rsid w:val="00242A35"/>
    <w:rsid w:val="0024396D"/>
    <w:rsid w:val="00245271"/>
    <w:rsid w:val="0024532B"/>
    <w:rsid w:val="00245B08"/>
    <w:rsid w:val="00245B69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6E31"/>
    <w:rsid w:val="00260CC4"/>
    <w:rsid w:val="002611C8"/>
    <w:rsid w:val="00261D79"/>
    <w:rsid w:val="00262452"/>
    <w:rsid w:val="0026369D"/>
    <w:rsid w:val="0026369E"/>
    <w:rsid w:val="002636E2"/>
    <w:rsid w:val="00263784"/>
    <w:rsid w:val="00263D62"/>
    <w:rsid w:val="0026475F"/>
    <w:rsid w:val="002667E4"/>
    <w:rsid w:val="00266C06"/>
    <w:rsid w:val="0026752D"/>
    <w:rsid w:val="0027093A"/>
    <w:rsid w:val="00270A59"/>
    <w:rsid w:val="00270DE0"/>
    <w:rsid w:val="0027147B"/>
    <w:rsid w:val="002724D4"/>
    <w:rsid w:val="00274B21"/>
    <w:rsid w:val="00274C69"/>
    <w:rsid w:val="00274CBC"/>
    <w:rsid w:val="002758EA"/>
    <w:rsid w:val="002766D1"/>
    <w:rsid w:val="00280E66"/>
    <w:rsid w:val="00280ED4"/>
    <w:rsid w:val="00281340"/>
    <w:rsid w:val="002813F4"/>
    <w:rsid w:val="00282B6F"/>
    <w:rsid w:val="00283F17"/>
    <w:rsid w:val="00285FE5"/>
    <w:rsid w:val="00286227"/>
    <w:rsid w:val="002868DC"/>
    <w:rsid w:val="00286C9D"/>
    <w:rsid w:val="00287D88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19D0"/>
    <w:rsid w:val="002A3D39"/>
    <w:rsid w:val="002A6A58"/>
    <w:rsid w:val="002B0700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6EE"/>
    <w:rsid w:val="002B7969"/>
    <w:rsid w:val="002C1F0E"/>
    <w:rsid w:val="002C3821"/>
    <w:rsid w:val="002C496A"/>
    <w:rsid w:val="002C57F1"/>
    <w:rsid w:val="002C5B53"/>
    <w:rsid w:val="002C6386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3D8F"/>
    <w:rsid w:val="002D4A1A"/>
    <w:rsid w:val="002D4F90"/>
    <w:rsid w:val="002D5AC9"/>
    <w:rsid w:val="002D5CDB"/>
    <w:rsid w:val="002D6FD0"/>
    <w:rsid w:val="002D7865"/>
    <w:rsid w:val="002D7DC3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E752B"/>
    <w:rsid w:val="002F03AA"/>
    <w:rsid w:val="002F0B6D"/>
    <w:rsid w:val="002F1551"/>
    <w:rsid w:val="002F1C1D"/>
    <w:rsid w:val="002F2134"/>
    <w:rsid w:val="002F2B6D"/>
    <w:rsid w:val="002F2EC1"/>
    <w:rsid w:val="002F2F94"/>
    <w:rsid w:val="002F33DD"/>
    <w:rsid w:val="002F39D3"/>
    <w:rsid w:val="002F44BD"/>
    <w:rsid w:val="002F45BF"/>
    <w:rsid w:val="002F4BC7"/>
    <w:rsid w:val="002F4CFF"/>
    <w:rsid w:val="002F5149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63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E85"/>
    <w:rsid w:val="00306F22"/>
    <w:rsid w:val="00307173"/>
    <w:rsid w:val="003111A0"/>
    <w:rsid w:val="00311BC3"/>
    <w:rsid w:val="00311BD7"/>
    <w:rsid w:val="00311FCE"/>
    <w:rsid w:val="003127DE"/>
    <w:rsid w:val="00313E56"/>
    <w:rsid w:val="00314E25"/>
    <w:rsid w:val="003159E5"/>
    <w:rsid w:val="00315A6B"/>
    <w:rsid w:val="00315ACD"/>
    <w:rsid w:val="00315DAC"/>
    <w:rsid w:val="003167F4"/>
    <w:rsid w:val="00316CC3"/>
    <w:rsid w:val="00316E85"/>
    <w:rsid w:val="003201D1"/>
    <w:rsid w:val="003204EF"/>
    <w:rsid w:val="00321A74"/>
    <w:rsid w:val="00322417"/>
    <w:rsid w:val="00322829"/>
    <w:rsid w:val="00322B8C"/>
    <w:rsid w:val="003235BF"/>
    <w:rsid w:val="003247C1"/>
    <w:rsid w:val="0032593C"/>
    <w:rsid w:val="00325A32"/>
    <w:rsid w:val="003268DE"/>
    <w:rsid w:val="00326BF4"/>
    <w:rsid w:val="00327B36"/>
    <w:rsid w:val="00327F13"/>
    <w:rsid w:val="00331B6B"/>
    <w:rsid w:val="00332FA4"/>
    <w:rsid w:val="00333E93"/>
    <w:rsid w:val="003348D8"/>
    <w:rsid w:val="003368A9"/>
    <w:rsid w:val="00336EDE"/>
    <w:rsid w:val="003371D6"/>
    <w:rsid w:val="00340725"/>
    <w:rsid w:val="00340818"/>
    <w:rsid w:val="003413CB"/>
    <w:rsid w:val="00341416"/>
    <w:rsid w:val="003422C1"/>
    <w:rsid w:val="00342A38"/>
    <w:rsid w:val="00342EDB"/>
    <w:rsid w:val="0034327C"/>
    <w:rsid w:val="00343DC8"/>
    <w:rsid w:val="003476DD"/>
    <w:rsid w:val="00347D15"/>
    <w:rsid w:val="00347DA6"/>
    <w:rsid w:val="003524CC"/>
    <w:rsid w:val="00352716"/>
    <w:rsid w:val="00352910"/>
    <w:rsid w:val="0035375C"/>
    <w:rsid w:val="00353DF0"/>
    <w:rsid w:val="00355571"/>
    <w:rsid w:val="0035634B"/>
    <w:rsid w:val="00356C40"/>
    <w:rsid w:val="00357F72"/>
    <w:rsid w:val="00360054"/>
    <w:rsid w:val="00360CF0"/>
    <w:rsid w:val="003615C3"/>
    <w:rsid w:val="003619FB"/>
    <w:rsid w:val="00362243"/>
    <w:rsid w:val="00363521"/>
    <w:rsid w:val="00363E74"/>
    <w:rsid w:val="003646BF"/>
    <w:rsid w:val="003658E2"/>
    <w:rsid w:val="00365E7F"/>
    <w:rsid w:val="00366238"/>
    <w:rsid w:val="00370A5D"/>
    <w:rsid w:val="00371B9E"/>
    <w:rsid w:val="00371C80"/>
    <w:rsid w:val="0037229F"/>
    <w:rsid w:val="0037344C"/>
    <w:rsid w:val="003742B3"/>
    <w:rsid w:val="00376567"/>
    <w:rsid w:val="00377196"/>
    <w:rsid w:val="00377A05"/>
    <w:rsid w:val="00380A9C"/>
    <w:rsid w:val="003827AA"/>
    <w:rsid w:val="003832C4"/>
    <w:rsid w:val="003842F4"/>
    <w:rsid w:val="0038445A"/>
    <w:rsid w:val="003845D5"/>
    <w:rsid w:val="0038491A"/>
    <w:rsid w:val="00384B69"/>
    <w:rsid w:val="0038562D"/>
    <w:rsid w:val="00386A34"/>
    <w:rsid w:val="0038701B"/>
    <w:rsid w:val="0038736A"/>
    <w:rsid w:val="00387663"/>
    <w:rsid w:val="003878B0"/>
    <w:rsid w:val="003909CA"/>
    <w:rsid w:val="003909E3"/>
    <w:rsid w:val="003915A1"/>
    <w:rsid w:val="00391A1B"/>
    <w:rsid w:val="00391C0E"/>
    <w:rsid w:val="00392854"/>
    <w:rsid w:val="00392911"/>
    <w:rsid w:val="00392B55"/>
    <w:rsid w:val="00392C48"/>
    <w:rsid w:val="00392CC0"/>
    <w:rsid w:val="00392CFB"/>
    <w:rsid w:val="00393408"/>
    <w:rsid w:val="0039422B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50DE"/>
    <w:rsid w:val="003A5160"/>
    <w:rsid w:val="003A5D27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6F2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6BE"/>
    <w:rsid w:val="003D7C51"/>
    <w:rsid w:val="003D7FEE"/>
    <w:rsid w:val="003E08DA"/>
    <w:rsid w:val="003E1088"/>
    <w:rsid w:val="003E1651"/>
    <w:rsid w:val="003E224C"/>
    <w:rsid w:val="003E269F"/>
    <w:rsid w:val="003E2FE3"/>
    <w:rsid w:val="003E59A3"/>
    <w:rsid w:val="003E5AEE"/>
    <w:rsid w:val="003E6C77"/>
    <w:rsid w:val="003E6D4B"/>
    <w:rsid w:val="003E76B1"/>
    <w:rsid w:val="003E7DD4"/>
    <w:rsid w:val="003F0176"/>
    <w:rsid w:val="003F030F"/>
    <w:rsid w:val="003F056B"/>
    <w:rsid w:val="003F05B3"/>
    <w:rsid w:val="003F06DF"/>
    <w:rsid w:val="003F21A8"/>
    <w:rsid w:val="003F28A6"/>
    <w:rsid w:val="003F3585"/>
    <w:rsid w:val="003F4466"/>
    <w:rsid w:val="003F4A3E"/>
    <w:rsid w:val="003F745A"/>
    <w:rsid w:val="003F7CC4"/>
    <w:rsid w:val="004009A2"/>
    <w:rsid w:val="00400CE0"/>
    <w:rsid w:val="004014B1"/>
    <w:rsid w:val="0040182D"/>
    <w:rsid w:val="00401BC3"/>
    <w:rsid w:val="0040260F"/>
    <w:rsid w:val="00404706"/>
    <w:rsid w:val="004064FA"/>
    <w:rsid w:val="0040700B"/>
    <w:rsid w:val="00407124"/>
    <w:rsid w:val="0040758B"/>
    <w:rsid w:val="00407960"/>
    <w:rsid w:val="00407BCA"/>
    <w:rsid w:val="0041075E"/>
    <w:rsid w:val="00410AF6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19C6"/>
    <w:rsid w:val="00422070"/>
    <w:rsid w:val="0042243E"/>
    <w:rsid w:val="00422B63"/>
    <w:rsid w:val="00422CE9"/>
    <w:rsid w:val="00425011"/>
    <w:rsid w:val="00425601"/>
    <w:rsid w:val="0042696D"/>
    <w:rsid w:val="00426EBF"/>
    <w:rsid w:val="00427509"/>
    <w:rsid w:val="00427AFA"/>
    <w:rsid w:val="00427E8B"/>
    <w:rsid w:val="00430B8A"/>
    <w:rsid w:val="00432D03"/>
    <w:rsid w:val="004333D7"/>
    <w:rsid w:val="004333EA"/>
    <w:rsid w:val="004335AE"/>
    <w:rsid w:val="004355F4"/>
    <w:rsid w:val="004363FC"/>
    <w:rsid w:val="00437081"/>
    <w:rsid w:val="00437940"/>
    <w:rsid w:val="00441835"/>
    <w:rsid w:val="00441B72"/>
    <w:rsid w:val="00441DDF"/>
    <w:rsid w:val="00442F57"/>
    <w:rsid w:val="00442F89"/>
    <w:rsid w:val="00442FC1"/>
    <w:rsid w:val="00443CA5"/>
    <w:rsid w:val="00443DB2"/>
    <w:rsid w:val="00445448"/>
    <w:rsid w:val="00445460"/>
    <w:rsid w:val="00445704"/>
    <w:rsid w:val="0044583B"/>
    <w:rsid w:val="00447F0F"/>
    <w:rsid w:val="00450B33"/>
    <w:rsid w:val="004516E7"/>
    <w:rsid w:val="00451BC4"/>
    <w:rsid w:val="004520B9"/>
    <w:rsid w:val="00453B4E"/>
    <w:rsid w:val="0045609A"/>
    <w:rsid w:val="004564FE"/>
    <w:rsid w:val="00457BD5"/>
    <w:rsid w:val="00460590"/>
    <w:rsid w:val="00462170"/>
    <w:rsid w:val="00462742"/>
    <w:rsid w:val="004633DF"/>
    <w:rsid w:val="004642F5"/>
    <w:rsid w:val="00465090"/>
    <w:rsid w:val="00466055"/>
    <w:rsid w:val="0046607A"/>
    <w:rsid w:val="0046608E"/>
    <w:rsid w:val="00466632"/>
    <w:rsid w:val="00466708"/>
    <w:rsid w:val="00466899"/>
    <w:rsid w:val="00467366"/>
    <w:rsid w:val="00467542"/>
    <w:rsid w:val="004704EC"/>
    <w:rsid w:val="00470BA5"/>
    <w:rsid w:val="00470BCA"/>
    <w:rsid w:val="00472699"/>
    <w:rsid w:val="0047369C"/>
    <w:rsid w:val="00473892"/>
    <w:rsid w:val="00473EAA"/>
    <w:rsid w:val="004743CA"/>
    <w:rsid w:val="0047480B"/>
    <w:rsid w:val="00475C3D"/>
    <w:rsid w:val="004763D5"/>
    <w:rsid w:val="00477D77"/>
    <w:rsid w:val="00480EA4"/>
    <w:rsid w:val="004811F6"/>
    <w:rsid w:val="0048311F"/>
    <w:rsid w:val="00484B96"/>
    <w:rsid w:val="00484C38"/>
    <w:rsid w:val="0048648A"/>
    <w:rsid w:val="00486DE1"/>
    <w:rsid w:val="00490857"/>
    <w:rsid w:val="004947FE"/>
    <w:rsid w:val="00495BFB"/>
    <w:rsid w:val="004975A6"/>
    <w:rsid w:val="0049797F"/>
    <w:rsid w:val="004A268D"/>
    <w:rsid w:val="004A2BF4"/>
    <w:rsid w:val="004A2C7E"/>
    <w:rsid w:val="004A30A3"/>
    <w:rsid w:val="004A3293"/>
    <w:rsid w:val="004A4183"/>
    <w:rsid w:val="004A49C5"/>
    <w:rsid w:val="004A5341"/>
    <w:rsid w:val="004A62AF"/>
    <w:rsid w:val="004A6908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6C7"/>
    <w:rsid w:val="004C473B"/>
    <w:rsid w:val="004C4DE4"/>
    <w:rsid w:val="004C51BE"/>
    <w:rsid w:val="004C51F6"/>
    <w:rsid w:val="004C5287"/>
    <w:rsid w:val="004C570C"/>
    <w:rsid w:val="004C5C0D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345D"/>
    <w:rsid w:val="004D34FF"/>
    <w:rsid w:val="004D47E6"/>
    <w:rsid w:val="004D67D0"/>
    <w:rsid w:val="004D79AB"/>
    <w:rsid w:val="004E0CFA"/>
    <w:rsid w:val="004E151B"/>
    <w:rsid w:val="004E1F53"/>
    <w:rsid w:val="004E23FA"/>
    <w:rsid w:val="004E2C82"/>
    <w:rsid w:val="004E3826"/>
    <w:rsid w:val="004E3E09"/>
    <w:rsid w:val="004E40F1"/>
    <w:rsid w:val="004E4572"/>
    <w:rsid w:val="004E5D30"/>
    <w:rsid w:val="004E5F2B"/>
    <w:rsid w:val="004E66F1"/>
    <w:rsid w:val="004E7845"/>
    <w:rsid w:val="004E7C62"/>
    <w:rsid w:val="004F20FF"/>
    <w:rsid w:val="004F24BC"/>
    <w:rsid w:val="004F280A"/>
    <w:rsid w:val="004F4AB5"/>
    <w:rsid w:val="004F4FF8"/>
    <w:rsid w:val="004F527C"/>
    <w:rsid w:val="004F5E1B"/>
    <w:rsid w:val="004F6595"/>
    <w:rsid w:val="004F720C"/>
    <w:rsid w:val="004F7C47"/>
    <w:rsid w:val="0050241C"/>
    <w:rsid w:val="0050315E"/>
    <w:rsid w:val="00503AA9"/>
    <w:rsid w:val="0050405A"/>
    <w:rsid w:val="00504ADD"/>
    <w:rsid w:val="00504FCE"/>
    <w:rsid w:val="00505D20"/>
    <w:rsid w:val="00506B95"/>
    <w:rsid w:val="00507A04"/>
    <w:rsid w:val="00507D4F"/>
    <w:rsid w:val="005103A9"/>
    <w:rsid w:val="00510936"/>
    <w:rsid w:val="00511DE9"/>
    <w:rsid w:val="005126F6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1616"/>
    <w:rsid w:val="00521A13"/>
    <w:rsid w:val="00522777"/>
    <w:rsid w:val="00522B44"/>
    <w:rsid w:val="00523FE1"/>
    <w:rsid w:val="00524529"/>
    <w:rsid w:val="005249E7"/>
    <w:rsid w:val="005252B7"/>
    <w:rsid w:val="0052587D"/>
    <w:rsid w:val="00526238"/>
    <w:rsid w:val="00527583"/>
    <w:rsid w:val="005277FA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568"/>
    <w:rsid w:val="00540A9C"/>
    <w:rsid w:val="0054118E"/>
    <w:rsid w:val="005420DA"/>
    <w:rsid w:val="00542F65"/>
    <w:rsid w:val="00543269"/>
    <w:rsid w:val="00543559"/>
    <w:rsid w:val="005437C4"/>
    <w:rsid w:val="00543A24"/>
    <w:rsid w:val="00544A89"/>
    <w:rsid w:val="00545B71"/>
    <w:rsid w:val="005462C6"/>
    <w:rsid w:val="005467EC"/>
    <w:rsid w:val="00546BF0"/>
    <w:rsid w:val="00547376"/>
    <w:rsid w:val="00547C9A"/>
    <w:rsid w:val="00547FEB"/>
    <w:rsid w:val="00550001"/>
    <w:rsid w:val="005503EE"/>
    <w:rsid w:val="00550D33"/>
    <w:rsid w:val="00550FEA"/>
    <w:rsid w:val="00551C48"/>
    <w:rsid w:val="00552930"/>
    <w:rsid w:val="00553466"/>
    <w:rsid w:val="00554B43"/>
    <w:rsid w:val="00554D6C"/>
    <w:rsid w:val="005554F3"/>
    <w:rsid w:val="005556EC"/>
    <w:rsid w:val="00555740"/>
    <w:rsid w:val="00556940"/>
    <w:rsid w:val="00556C65"/>
    <w:rsid w:val="00556D58"/>
    <w:rsid w:val="00556E8A"/>
    <w:rsid w:val="00556FE4"/>
    <w:rsid w:val="00557D76"/>
    <w:rsid w:val="00557E0C"/>
    <w:rsid w:val="00561FE8"/>
    <w:rsid w:val="00563AF2"/>
    <w:rsid w:val="00564604"/>
    <w:rsid w:val="00565852"/>
    <w:rsid w:val="00566F49"/>
    <w:rsid w:val="00570B18"/>
    <w:rsid w:val="00572D44"/>
    <w:rsid w:val="00573AC0"/>
    <w:rsid w:val="00575226"/>
    <w:rsid w:val="00575B85"/>
    <w:rsid w:val="00575EAE"/>
    <w:rsid w:val="00576F2D"/>
    <w:rsid w:val="005773FA"/>
    <w:rsid w:val="00580929"/>
    <w:rsid w:val="005810AC"/>
    <w:rsid w:val="005826A4"/>
    <w:rsid w:val="0058389C"/>
    <w:rsid w:val="005838FB"/>
    <w:rsid w:val="0058584D"/>
    <w:rsid w:val="005873E0"/>
    <w:rsid w:val="005876FF"/>
    <w:rsid w:val="0058798F"/>
    <w:rsid w:val="00587CCA"/>
    <w:rsid w:val="00587DC0"/>
    <w:rsid w:val="00590D33"/>
    <w:rsid w:val="005910E1"/>
    <w:rsid w:val="00591E6A"/>
    <w:rsid w:val="005930D8"/>
    <w:rsid w:val="00593397"/>
    <w:rsid w:val="0059348C"/>
    <w:rsid w:val="00594CFB"/>
    <w:rsid w:val="0059552D"/>
    <w:rsid w:val="00596B14"/>
    <w:rsid w:val="00597857"/>
    <w:rsid w:val="00597DB1"/>
    <w:rsid w:val="005A1764"/>
    <w:rsid w:val="005A4304"/>
    <w:rsid w:val="005A4844"/>
    <w:rsid w:val="005A4902"/>
    <w:rsid w:val="005A5693"/>
    <w:rsid w:val="005A5BEB"/>
    <w:rsid w:val="005A5C63"/>
    <w:rsid w:val="005A6563"/>
    <w:rsid w:val="005A7781"/>
    <w:rsid w:val="005A7CB5"/>
    <w:rsid w:val="005A7EBC"/>
    <w:rsid w:val="005B0804"/>
    <w:rsid w:val="005B0E84"/>
    <w:rsid w:val="005B204A"/>
    <w:rsid w:val="005B2364"/>
    <w:rsid w:val="005B2456"/>
    <w:rsid w:val="005B302E"/>
    <w:rsid w:val="005B424C"/>
    <w:rsid w:val="005B42AB"/>
    <w:rsid w:val="005B4CB8"/>
    <w:rsid w:val="005B4F6C"/>
    <w:rsid w:val="005B505B"/>
    <w:rsid w:val="005B6089"/>
    <w:rsid w:val="005B6326"/>
    <w:rsid w:val="005B635B"/>
    <w:rsid w:val="005B6A72"/>
    <w:rsid w:val="005B7C67"/>
    <w:rsid w:val="005C05CE"/>
    <w:rsid w:val="005C0804"/>
    <w:rsid w:val="005C12FE"/>
    <w:rsid w:val="005C3690"/>
    <w:rsid w:val="005C3EE5"/>
    <w:rsid w:val="005C450B"/>
    <w:rsid w:val="005C46FD"/>
    <w:rsid w:val="005C48CB"/>
    <w:rsid w:val="005C49E0"/>
    <w:rsid w:val="005C4B32"/>
    <w:rsid w:val="005C5D4A"/>
    <w:rsid w:val="005C61CD"/>
    <w:rsid w:val="005C66D8"/>
    <w:rsid w:val="005C6A85"/>
    <w:rsid w:val="005C6F30"/>
    <w:rsid w:val="005D0687"/>
    <w:rsid w:val="005D06CB"/>
    <w:rsid w:val="005D41D8"/>
    <w:rsid w:val="005D4E8A"/>
    <w:rsid w:val="005D5B79"/>
    <w:rsid w:val="005D6B30"/>
    <w:rsid w:val="005D70AE"/>
    <w:rsid w:val="005D71E4"/>
    <w:rsid w:val="005D7DE1"/>
    <w:rsid w:val="005D7ED5"/>
    <w:rsid w:val="005E05E4"/>
    <w:rsid w:val="005E16A7"/>
    <w:rsid w:val="005E284A"/>
    <w:rsid w:val="005E2934"/>
    <w:rsid w:val="005E29CB"/>
    <w:rsid w:val="005E2BBA"/>
    <w:rsid w:val="005E3938"/>
    <w:rsid w:val="005E41DE"/>
    <w:rsid w:val="005E46C6"/>
    <w:rsid w:val="005E4B73"/>
    <w:rsid w:val="005E6523"/>
    <w:rsid w:val="005E68F1"/>
    <w:rsid w:val="005E70A6"/>
    <w:rsid w:val="005E7BE0"/>
    <w:rsid w:val="005E7CD8"/>
    <w:rsid w:val="005F022F"/>
    <w:rsid w:val="005F13E6"/>
    <w:rsid w:val="005F153C"/>
    <w:rsid w:val="005F18DD"/>
    <w:rsid w:val="005F3E50"/>
    <w:rsid w:val="005F45FA"/>
    <w:rsid w:val="005F4D3A"/>
    <w:rsid w:val="005F5E30"/>
    <w:rsid w:val="005F71FF"/>
    <w:rsid w:val="005F7512"/>
    <w:rsid w:val="005F75CE"/>
    <w:rsid w:val="005F7E25"/>
    <w:rsid w:val="00600D4C"/>
    <w:rsid w:val="00601472"/>
    <w:rsid w:val="00601EF0"/>
    <w:rsid w:val="00602461"/>
    <w:rsid w:val="00602C5E"/>
    <w:rsid w:val="006030E9"/>
    <w:rsid w:val="006034C8"/>
    <w:rsid w:val="006043E3"/>
    <w:rsid w:val="00604B36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712"/>
    <w:rsid w:val="00622691"/>
    <w:rsid w:val="0062287E"/>
    <w:rsid w:val="00624204"/>
    <w:rsid w:val="00624358"/>
    <w:rsid w:val="00624E12"/>
    <w:rsid w:val="0062588C"/>
    <w:rsid w:val="00625F08"/>
    <w:rsid w:val="00626518"/>
    <w:rsid w:val="00626BC7"/>
    <w:rsid w:val="006278EC"/>
    <w:rsid w:val="0063060A"/>
    <w:rsid w:val="0063119B"/>
    <w:rsid w:val="0063200E"/>
    <w:rsid w:val="00632B7A"/>
    <w:rsid w:val="00634475"/>
    <w:rsid w:val="00635229"/>
    <w:rsid w:val="006368D2"/>
    <w:rsid w:val="0063712A"/>
    <w:rsid w:val="00637877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4F"/>
    <w:rsid w:val="006501CD"/>
    <w:rsid w:val="00650A91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98A"/>
    <w:rsid w:val="00655409"/>
    <w:rsid w:val="0065613D"/>
    <w:rsid w:val="006565E5"/>
    <w:rsid w:val="0065727E"/>
    <w:rsid w:val="006575C2"/>
    <w:rsid w:val="00661A71"/>
    <w:rsid w:val="00661A80"/>
    <w:rsid w:val="00662317"/>
    <w:rsid w:val="00662E2C"/>
    <w:rsid w:val="00663552"/>
    <w:rsid w:val="006635FF"/>
    <w:rsid w:val="00663D0B"/>
    <w:rsid w:val="006652B8"/>
    <w:rsid w:val="0066570B"/>
    <w:rsid w:val="00665B17"/>
    <w:rsid w:val="00665E9D"/>
    <w:rsid w:val="00666244"/>
    <w:rsid w:val="00666EDC"/>
    <w:rsid w:val="00667866"/>
    <w:rsid w:val="006679C2"/>
    <w:rsid w:val="0067111C"/>
    <w:rsid w:val="006717D0"/>
    <w:rsid w:val="00671937"/>
    <w:rsid w:val="00672DF2"/>
    <w:rsid w:val="00672E87"/>
    <w:rsid w:val="006731D5"/>
    <w:rsid w:val="0067368C"/>
    <w:rsid w:val="00674DAD"/>
    <w:rsid w:val="00675014"/>
    <w:rsid w:val="0067526E"/>
    <w:rsid w:val="00675305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1E"/>
    <w:rsid w:val="0068279D"/>
    <w:rsid w:val="006827C7"/>
    <w:rsid w:val="00682A09"/>
    <w:rsid w:val="00682BB9"/>
    <w:rsid w:val="00682D67"/>
    <w:rsid w:val="00683248"/>
    <w:rsid w:val="00683818"/>
    <w:rsid w:val="00685C27"/>
    <w:rsid w:val="006861EF"/>
    <w:rsid w:val="00686795"/>
    <w:rsid w:val="00686B48"/>
    <w:rsid w:val="00686D31"/>
    <w:rsid w:val="00687634"/>
    <w:rsid w:val="0069075B"/>
    <w:rsid w:val="006909EE"/>
    <w:rsid w:val="00690AD4"/>
    <w:rsid w:val="006918B7"/>
    <w:rsid w:val="00692362"/>
    <w:rsid w:val="006924F7"/>
    <w:rsid w:val="00693F9D"/>
    <w:rsid w:val="00694635"/>
    <w:rsid w:val="00694831"/>
    <w:rsid w:val="0069538E"/>
    <w:rsid w:val="0069555D"/>
    <w:rsid w:val="00695F77"/>
    <w:rsid w:val="00696599"/>
    <w:rsid w:val="0069777C"/>
    <w:rsid w:val="006A0E17"/>
    <w:rsid w:val="006A11AF"/>
    <w:rsid w:val="006A1FD0"/>
    <w:rsid w:val="006A3A07"/>
    <w:rsid w:val="006A3D7F"/>
    <w:rsid w:val="006A41C4"/>
    <w:rsid w:val="006A422A"/>
    <w:rsid w:val="006A62A7"/>
    <w:rsid w:val="006A6D47"/>
    <w:rsid w:val="006A6D6B"/>
    <w:rsid w:val="006A7662"/>
    <w:rsid w:val="006A791B"/>
    <w:rsid w:val="006A7DE0"/>
    <w:rsid w:val="006B00D5"/>
    <w:rsid w:val="006B06C1"/>
    <w:rsid w:val="006B096C"/>
    <w:rsid w:val="006B0CE7"/>
    <w:rsid w:val="006B13DF"/>
    <w:rsid w:val="006B2F88"/>
    <w:rsid w:val="006B3298"/>
    <w:rsid w:val="006B3FB3"/>
    <w:rsid w:val="006B43F7"/>
    <w:rsid w:val="006B4B88"/>
    <w:rsid w:val="006B5465"/>
    <w:rsid w:val="006B5F37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316"/>
    <w:rsid w:val="006C47B9"/>
    <w:rsid w:val="006C4C5C"/>
    <w:rsid w:val="006C6470"/>
    <w:rsid w:val="006C79FE"/>
    <w:rsid w:val="006D01B4"/>
    <w:rsid w:val="006D18CB"/>
    <w:rsid w:val="006D234A"/>
    <w:rsid w:val="006D2D13"/>
    <w:rsid w:val="006D2DC0"/>
    <w:rsid w:val="006D33A4"/>
    <w:rsid w:val="006D3883"/>
    <w:rsid w:val="006D3964"/>
    <w:rsid w:val="006D3C0E"/>
    <w:rsid w:val="006D49A7"/>
    <w:rsid w:val="006E128C"/>
    <w:rsid w:val="006E1E8F"/>
    <w:rsid w:val="006E250B"/>
    <w:rsid w:val="006E4D0D"/>
    <w:rsid w:val="006E4D1A"/>
    <w:rsid w:val="006E53F6"/>
    <w:rsid w:val="006E6433"/>
    <w:rsid w:val="006E6439"/>
    <w:rsid w:val="006E6ED8"/>
    <w:rsid w:val="006F17F3"/>
    <w:rsid w:val="006F1CEE"/>
    <w:rsid w:val="006F1FF5"/>
    <w:rsid w:val="006F374A"/>
    <w:rsid w:val="006F3DBA"/>
    <w:rsid w:val="006F46CC"/>
    <w:rsid w:val="006F49A9"/>
    <w:rsid w:val="006F4A67"/>
    <w:rsid w:val="006F4CB7"/>
    <w:rsid w:val="006F5CF8"/>
    <w:rsid w:val="006F6110"/>
    <w:rsid w:val="006F6EC1"/>
    <w:rsid w:val="006F6F9B"/>
    <w:rsid w:val="007006B4"/>
    <w:rsid w:val="007024AC"/>
    <w:rsid w:val="007031EE"/>
    <w:rsid w:val="00704498"/>
    <w:rsid w:val="00705AE2"/>
    <w:rsid w:val="00706D98"/>
    <w:rsid w:val="007076E2"/>
    <w:rsid w:val="007078F0"/>
    <w:rsid w:val="0070795F"/>
    <w:rsid w:val="00707F44"/>
    <w:rsid w:val="00713E0F"/>
    <w:rsid w:val="007146B7"/>
    <w:rsid w:val="00715213"/>
    <w:rsid w:val="007156F3"/>
    <w:rsid w:val="00715C54"/>
    <w:rsid w:val="00716456"/>
    <w:rsid w:val="00720BDD"/>
    <w:rsid w:val="00720DFE"/>
    <w:rsid w:val="00720EE8"/>
    <w:rsid w:val="0072221E"/>
    <w:rsid w:val="0072255B"/>
    <w:rsid w:val="007227F0"/>
    <w:rsid w:val="00723D0F"/>
    <w:rsid w:val="0072484D"/>
    <w:rsid w:val="007258E7"/>
    <w:rsid w:val="00725FA0"/>
    <w:rsid w:val="0072638C"/>
    <w:rsid w:val="007265E3"/>
    <w:rsid w:val="00726E53"/>
    <w:rsid w:val="00727861"/>
    <w:rsid w:val="00727AEF"/>
    <w:rsid w:val="00727BE9"/>
    <w:rsid w:val="00727D3D"/>
    <w:rsid w:val="00727EB3"/>
    <w:rsid w:val="00731249"/>
    <w:rsid w:val="00731D04"/>
    <w:rsid w:val="00731D15"/>
    <w:rsid w:val="0073252E"/>
    <w:rsid w:val="00732819"/>
    <w:rsid w:val="007333B5"/>
    <w:rsid w:val="007334DC"/>
    <w:rsid w:val="00734A32"/>
    <w:rsid w:val="00734E34"/>
    <w:rsid w:val="007353A8"/>
    <w:rsid w:val="0073563B"/>
    <w:rsid w:val="007359C4"/>
    <w:rsid w:val="00735D59"/>
    <w:rsid w:val="0073668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16B"/>
    <w:rsid w:val="00745764"/>
    <w:rsid w:val="00745BD7"/>
    <w:rsid w:val="00745E62"/>
    <w:rsid w:val="00746394"/>
    <w:rsid w:val="00747376"/>
    <w:rsid w:val="00747EC9"/>
    <w:rsid w:val="007501E5"/>
    <w:rsid w:val="00750317"/>
    <w:rsid w:val="0075033C"/>
    <w:rsid w:val="00751A85"/>
    <w:rsid w:val="0075231B"/>
    <w:rsid w:val="00753702"/>
    <w:rsid w:val="0075669F"/>
    <w:rsid w:val="0075777A"/>
    <w:rsid w:val="007578D3"/>
    <w:rsid w:val="0076106D"/>
    <w:rsid w:val="00761CB8"/>
    <w:rsid w:val="00761D53"/>
    <w:rsid w:val="00763268"/>
    <w:rsid w:val="00764231"/>
    <w:rsid w:val="007645FA"/>
    <w:rsid w:val="00764E48"/>
    <w:rsid w:val="00765BC2"/>
    <w:rsid w:val="00766059"/>
    <w:rsid w:val="00766214"/>
    <w:rsid w:val="0076635D"/>
    <w:rsid w:val="0076699C"/>
    <w:rsid w:val="00766A8E"/>
    <w:rsid w:val="00766E83"/>
    <w:rsid w:val="00766EC7"/>
    <w:rsid w:val="00767126"/>
    <w:rsid w:val="00770EF9"/>
    <w:rsid w:val="00772F51"/>
    <w:rsid w:val="0077443A"/>
    <w:rsid w:val="0077487F"/>
    <w:rsid w:val="0077540E"/>
    <w:rsid w:val="00775A88"/>
    <w:rsid w:val="00775C9A"/>
    <w:rsid w:val="007768D4"/>
    <w:rsid w:val="0078235A"/>
    <w:rsid w:val="00782503"/>
    <w:rsid w:val="00782FA7"/>
    <w:rsid w:val="00783143"/>
    <w:rsid w:val="007842E5"/>
    <w:rsid w:val="00784851"/>
    <w:rsid w:val="00785279"/>
    <w:rsid w:val="007869CF"/>
    <w:rsid w:val="00786EE5"/>
    <w:rsid w:val="00787953"/>
    <w:rsid w:val="00790764"/>
    <w:rsid w:val="00790BAF"/>
    <w:rsid w:val="00790DD7"/>
    <w:rsid w:val="00791153"/>
    <w:rsid w:val="00791477"/>
    <w:rsid w:val="00792963"/>
    <w:rsid w:val="00793076"/>
    <w:rsid w:val="00793803"/>
    <w:rsid w:val="00793CAC"/>
    <w:rsid w:val="0079524B"/>
    <w:rsid w:val="007957B0"/>
    <w:rsid w:val="00796C3C"/>
    <w:rsid w:val="0079775A"/>
    <w:rsid w:val="007977FB"/>
    <w:rsid w:val="00797BD9"/>
    <w:rsid w:val="007A09A7"/>
    <w:rsid w:val="007A1CBF"/>
    <w:rsid w:val="007A3211"/>
    <w:rsid w:val="007A3FDC"/>
    <w:rsid w:val="007A4CA4"/>
    <w:rsid w:val="007A504C"/>
    <w:rsid w:val="007A5566"/>
    <w:rsid w:val="007A665F"/>
    <w:rsid w:val="007A6FC7"/>
    <w:rsid w:val="007B06D5"/>
    <w:rsid w:val="007B0BD9"/>
    <w:rsid w:val="007B0EB8"/>
    <w:rsid w:val="007B216D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5EEC"/>
    <w:rsid w:val="007C7FE5"/>
    <w:rsid w:val="007D0A84"/>
    <w:rsid w:val="007D0BBE"/>
    <w:rsid w:val="007D2E18"/>
    <w:rsid w:val="007D3C82"/>
    <w:rsid w:val="007D4376"/>
    <w:rsid w:val="007D4561"/>
    <w:rsid w:val="007D5A84"/>
    <w:rsid w:val="007D6B2B"/>
    <w:rsid w:val="007D6F7F"/>
    <w:rsid w:val="007D73AD"/>
    <w:rsid w:val="007D75CE"/>
    <w:rsid w:val="007E01A9"/>
    <w:rsid w:val="007E0725"/>
    <w:rsid w:val="007E0B12"/>
    <w:rsid w:val="007E2709"/>
    <w:rsid w:val="007E2C44"/>
    <w:rsid w:val="007E2FB1"/>
    <w:rsid w:val="007E4484"/>
    <w:rsid w:val="007E4670"/>
    <w:rsid w:val="007E524C"/>
    <w:rsid w:val="007E55D2"/>
    <w:rsid w:val="007E71E7"/>
    <w:rsid w:val="007E729A"/>
    <w:rsid w:val="007F09BC"/>
    <w:rsid w:val="007F0A69"/>
    <w:rsid w:val="007F101C"/>
    <w:rsid w:val="007F19EA"/>
    <w:rsid w:val="007F27BB"/>
    <w:rsid w:val="007F2912"/>
    <w:rsid w:val="007F43C0"/>
    <w:rsid w:val="007F52E8"/>
    <w:rsid w:val="007F59E7"/>
    <w:rsid w:val="007F5DB2"/>
    <w:rsid w:val="007F7A07"/>
    <w:rsid w:val="00800B37"/>
    <w:rsid w:val="008019A8"/>
    <w:rsid w:val="00802113"/>
    <w:rsid w:val="008021EE"/>
    <w:rsid w:val="0080375F"/>
    <w:rsid w:val="00803C7F"/>
    <w:rsid w:val="00803D77"/>
    <w:rsid w:val="00805548"/>
    <w:rsid w:val="0080565D"/>
    <w:rsid w:val="00805EC9"/>
    <w:rsid w:val="00806F86"/>
    <w:rsid w:val="0080757A"/>
    <w:rsid w:val="00807727"/>
    <w:rsid w:val="00810220"/>
    <w:rsid w:val="00810D9C"/>
    <w:rsid w:val="00811028"/>
    <w:rsid w:val="00811309"/>
    <w:rsid w:val="0081177D"/>
    <w:rsid w:val="00812635"/>
    <w:rsid w:val="00813F4C"/>
    <w:rsid w:val="00816128"/>
    <w:rsid w:val="00817421"/>
    <w:rsid w:val="008200AB"/>
    <w:rsid w:val="0082031F"/>
    <w:rsid w:val="0082099E"/>
    <w:rsid w:val="00821605"/>
    <w:rsid w:val="00823810"/>
    <w:rsid w:val="008239B8"/>
    <w:rsid w:val="008239BE"/>
    <w:rsid w:val="00824B4F"/>
    <w:rsid w:val="00825684"/>
    <w:rsid w:val="00826048"/>
    <w:rsid w:val="00826F7E"/>
    <w:rsid w:val="00827A26"/>
    <w:rsid w:val="008304F5"/>
    <w:rsid w:val="008312D8"/>
    <w:rsid w:val="00831414"/>
    <w:rsid w:val="0083341D"/>
    <w:rsid w:val="00833B49"/>
    <w:rsid w:val="00834A27"/>
    <w:rsid w:val="00835459"/>
    <w:rsid w:val="008357B4"/>
    <w:rsid w:val="00836DD7"/>
    <w:rsid w:val="008370DD"/>
    <w:rsid w:val="00837970"/>
    <w:rsid w:val="008404DD"/>
    <w:rsid w:val="008420BA"/>
    <w:rsid w:val="00842177"/>
    <w:rsid w:val="00842569"/>
    <w:rsid w:val="00843D5C"/>
    <w:rsid w:val="00844CEE"/>
    <w:rsid w:val="00844DAB"/>
    <w:rsid w:val="008453C1"/>
    <w:rsid w:val="00846D7F"/>
    <w:rsid w:val="00847416"/>
    <w:rsid w:val="00847B2E"/>
    <w:rsid w:val="00847FF7"/>
    <w:rsid w:val="00850C00"/>
    <w:rsid w:val="008526DC"/>
    <w:rsid w:val="00854ECB"/>
    <w:rsid w:val="00855AD6"/>
    <w:rsid w:val="00855C28"/>
    <w:rsid w:val="00855CFA"/>
    <w:rsid w:val="008562AC"/>
    <w:rsid w:val="008614BD"/>
    <w:rsid w:val="00862B82"/>
    <w:rsid w:val="008631C2"/>
    <w:rsid w:val="008640AC"/>
    <w:rsid w:val="00864732"/>
    <w:rsid w:val="0086500C"/>
    <w:rsid w:val="00866410"/>
    <w:rsid w:val="00866592"/>
    <w:rsid w:val="00867334"/>
    <w:rsid w:val="008674F1"/>
    <w:rsid w:val="00867788"/>
    <w:rsid w:val="008678DF"/>
    <w:rsid w:val="0087129F"/>
    <w:rsid w:val="00871934"/>
    <w:rsid w:val="00871E71"/>
    <w:rsid w:val="00872D27"/>
    <w:rsid w:val="00873BDF"/>
    <w:rsid w:val="00874F14"/>
    <w:rsid w:val="008758A5"/>
    <w:rsid w:val="00875A7F"/>
    <w:rsid w:val="00876749"/>
    <w:rsid w:val="00876D0D"/>
    <w:rsid w:val="008779CF"/>
    <w:rsid w:val="00880B1E"/>
    <w:rsid w:val="00881391"/>
    <w:rsid w:val="008814DE"/>
    <w:rsid w:val="00881944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1BC"/>
    <w:rsid w:val="008903C7"/>
    <w:rsid w:val="00890C5D"/>
    <w:rsid w:val="0089164F"/>
    <w:rsid w:val="0089300F"/>
    <w:rsid w:val="00893234"/>
    <w:rsid w:val="008934D7"/>
    <w:rsid w:val="0089395A"/>
    <w:rsid w:val="00893E7C"/>
    <w:rsid w:val="00895341"/>
    <w:rsid w:val="008953E9"/>
    <w:rsid w:val="00895A1D"/>
    <w:rsid w:val="0089610E"/>
    <w:rsid w:val="0089693A"/>
    <w:rsid w:val="00896ABA"/>
    <w:rsid w:val="00897644"/>
    <w:rsid w:val="00897EC0"/>
    <w:rsid w:val="008A0D0F"/>
    <w:rsid w:val="008A1E11"/>
    <w:rsid w:val="008A25BE"/>
    <w:rsid w:val="008A417E"/>
    <w:rsid w:val="008A4189"/>
    <w:rsid w:val="008A4ECE"/>
    <w:rsid w:val="008A6582"/>
    <w:rsid w:val="008A7BE0"/>
    <w:rsid w:val="008B2539"/>
    <w:rsid w:val="008B26D5"/>
    <w:rsid w:val="008B3037"/>
    <w:rsid w:val="008B3F3D"/>
    <w:rsid w:val="008B4C4D"/>
    <w:rsid w:val="008B4F7E"/>
    <w:rsid w:val="008B5162"/>
    <w:rsid w:val="008B53C6"/>
    <w:rsid w:val="008B5983"/>
    <w:rsid w:val="008B59B3"/>
    <w:rsid w:val="008B5BDA"/>
    <w:rsid w:val="008B7585"/>
    <w:rsid w:val="008B7849"/>
    <w:rsid w:val="008C00B9"/>
    <w:rsid w:val="008C01BB"/>
    <w:rsid w:val="008C0311"/>
    <w:rsid w:val="008C2D49"/>
    <w:rsid w:val="008C40D6"/>
    <w:rsid w:val="008C55D1"/>
    <w:rsid w:val="008C597F"/>
    <w:rsid w:val="008C607B"/>
    <w:rsid w:val="008C6840"/>
    <w:rsid w:val="008C6B39"/>
    <w:rsid w:val="008C72B3"/>
    <w:rsid w:val="008D05E0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1E18"/>
    <w:rsid w:val="008F2301"/>
    <w:rsid w:val="008F2C46"/>
    <w:rsid w:val="008F33D8"/>
    <w:rsid w:val="008F3E4F"/>
    <w:rsid w:val="008F51A9"/>
    <w:rsid w:val="008F56DD"/>
    <w:rsid w:val="008F5930"/>
    <w:rsid w:val="008F66F5"/>
    <w:rsid w:val="008F7C94"/>
    <w:rsid w:val="009011E8"/>
    <w:rsid w:val="00901BDE"/>
    <w:rsid w:val="00902FD5"/>
    <w:rsid w:val="009032BA"/>
    <w:rsid w:val="009038D4"/>
    <w:rsid w:val="00905978"/>
    <w:rsid w:val="00905B7E"/>
    <w:rsid w:val="009060C4"/>
    <w:rsid w:val="00906BDC"/>
    <w:rsid w:val="00906CAB"/>
    <w:rsid w:val="00907D92"/>
    <w:rsid w:val="0091003C"/>
    <w:rsid w:val="00910131"/>
    <w:rsid w:val="009106A2"/>
    <w:rsid w:val="00910D43"/>
    <w:rsid w:val="00911809"/>
    <w:rsid w:val="009126E1"/>
    <w:rsid w:val="00912EBF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0DB9"/>
    <w:rsid w:val="009310E6"/>
    <w:rsid w:val="009312A9"/>
    <w:rsid w:val="00932185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689C"/>
    <w:rsid w:val="009476A2"/>
    <w:rsid w:val="009477EB"/>
    <w:rsid w:val="009504EB"/>
    <w:rsid w:val="00951C8D"/>
    <w:rsid w:val="0095254B"/>
    <w:rsid w:val="009531EC"/>
    <w:rsid w:val="00953519"/>
    <w:rsid w:val="0095425E"/>
    <w:rsid w:val="00957071"/>
    <w:rsid w:val="00957609"/>
    <w:rsid w:val="00960081"/>
    <w:rsid w:val="009615D9"/>
    <w:rsid w:val="00962B65"/>
    <w:rsid w:val="009633C1"/>
    <w:rsid w:val="00963BA6"/>
    <w:rsid w:val="0096472A"/>
    <w:rsid w:val="00965B1B"/>
    <w:rsid w:val="00966F6D"/>
    <w:rsid w:val="00967FAE"/>
    <w:rsid w:val="00970A12"/>
    <w:rsid w:val="009712D3"/>
    <w:rsid w:val="009713DC"/>
    <w:rsid w:val="00971949"/>
    <w:rsid w:val="00971A56"/>
    <w:rsid w:val="00972A34"/>
    <w:rsid w:val="009745B8"/>
    <w:rsid w:val="0097515D"/>
    <w:rsid w:val="00975CAA"/>
    <w:rsid w:val="00976D12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5DD8"/>
    <w:rsid w:val="00986327"/>
    <w:rsid w:val="0099109A"/>
    <w:rsid w:val="00992A41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1F1B"/>
    <w:rsid w:val="009A29BD"/>
    <w:rsid w:val="009A2BD1"/>
    <w:rsid w:val="009A369A"/>
    <w:rsid w:val="009A41EC"/>
    <w:rsid w:val="009A43DA"/>
    <w:rsid w:val="009A5A70"/>
    <w:rsid w:val="009A5EB3"/>
    <w:rsid w:val="009A6078"/>
    <w:rsid w:val="009A6170"/>
    <w:rsid w:val="009A686B"/>
    <w:rsid w:val="009B049A"/>
    <w:rsid w:val="009B0611"/>
    <w:rsid w:val="009B104B"/>
    <w:rsid w:val="009B120F"/>
    <w:rsid w:val="009B1416"/>
    <w:rsid w:val="009B29D8"/>
    <w:rsid w:val="009B317B"/>
    <w:rsid w:val="009B32D2"/>
    <w:rsid w:val="009B33E2"/>
    <w:rsid w:val="009B44F9"/>
    <w:rsid w:val="009B46B3"/>
    <w:rsid w:val="009B4C5E"/>
    <w:rsid w:val="009B5075"/>
    <w:rsid w:val="009B55BD"/>
    <w:rsid w:val="009B59BA"/>
    <w:rsid w:val="009B64A7"/>
    <w:rsid w:val="009B69F6"/>
    <w:rsid w:val="009B6A4D"/>
    <w:rsid w:val="009B765A"/>
    <w:rsid w:val="009B789F"/>
    <w:rsid w:val="009C08FE"/>
    <w:rsid w:val="009C3113"/>
    <w:rsid w:val="009C7E4D"/>
    <w:rsid w:val="009D051D"/>
    <w:rsid w:val="009D1D42"/>
    <w:rsid w:val="009D2509"/>
    <w:rsid w:val="009D2C6A"/>
    <w:rsid w:val="009D322D"/>
    <w:rsid w:val="009D3EDA"/>
    <w:rsid w:val="009D4396"/>
    <w:rsid w:val="009D5028"/>
    <w:rsid w:val="009D7497"/>
    <w:rsid w:val="009E0C7C"/>
    <w:rsid w:val="009E0EAD"/>
    <w:rsid w:val="009E2D2D"/>
    <w:rsid w:val="009E4381"/>
    <w:rsid w:val="009E472C"/>
    <w:rsid w:val="009E56D7"/>
    <w:rsid w:val="009E5F0B"/>
    <w:rsid w:val="009E70E5"/>
    <w:rsid w:val="009F0F43"/>
    <w:rsid w:val="009F24E9"/>
    <w:rsid w:val="009F3262"/>
    <w:rsid w:val="009F3520"/>
    <w:rsid w:val="009F408A"/>
    <w:rsid w:val="009F42DA"/>
    <w:rsid w:val="009F42DE"/>
    <w:rsid w:val="009F46D4"/>
    <w:rsid w:val="009F4DE3"/>
    <w:rsid w:val="009F5C9F"/>
    <w:rsid w:val="009F64A2"/>
    <w:rsid w:val="009F6ED6"/>
    <w:rsid w:val="009F770A"/>
    <w:rsid w:val="009F7DF1"/>
    <w:rsid w:val="00A01140"/>
    <w:rsid w:val="00A012EA"/>
    <w:rsid w:val="00A0150B"/>
    <w:rsid w:val="00A01593"/>
    <w:rsid w:val="00A01F00"/>
    <w:rsid w:val="00A0219E"/>
    <w:rsid w:val="00A02521"/>
    <w:rsid w:val="00A0260D"/>
    <w:rsid w:val="00A031DF"/>
    <w:rsid w:val="00A03904"/>
    <w:rsid w:val="00A03AE0"/>
    <w:rsid w:val="00A05199"/>
    <w:rsid w:val="00A05ADE"/>
    <w:rsid w:val="00A05B07"/>
    <w:rsid w:val="00A06393"/>
    <w:rsid w:val="00A10299"/>
    <w:rsid w:val="00A109B5"/>
    <w:rsid w:val="00A10A6C"/>
    <w:rsid w:val="00A12B50"/>
    <w:rsid w:val="00A13127"/>
    <w:rsid w:val="00A13128"/>
    <w:rsid w:val="00A13CC4"/>
    <w:rsid w:val="00A2218A"/>
    <w:rsid w:val="00A23CBC"/>
    <w:rsid w:val="00A24AD1"/>
    <w:rsid w:val="00A24ED2"/>
    <w:rsid w:val="00A24F6E"/>
    <w:rsid w:val="00A25C00"/>
    <w:rsid w:val="00A267DA"/>
    <w:rsid w:val="00A26D59"/>
    <w:rsid w:val="00A27260"/>
    <w:rsid w:val="00A2734D"/>
    <w:rsid w:val="00A27D98"/>
    <w:rsid w:val="00A30E04"/>
    <w:rsid w:val="00A3177D"/>
    <w:rsid w:val="00A322A3"/>
    <w:rsid w:val="00A323F6"/>
    <w:rsid w:val="00A32D22"/>
    <w:rsid w:val="00A37D8E"/>
    <w:rsid w:val="00A37E9D"/>
    <w:rsid w:val="00A401B7"/>
    <w:rsid w:val="00A419BF"/>
    <w:rsid w:val="00A41E9B"/>
    <w:rsid w:val="00A43FA2"/>
    <w:rsid w:val="00A447E9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A39"/>
    <w:rsid w:val="00A53198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3F7C"/>
    <w:rsid w:val="00A645ED"/>
    <w:rsid w:val="00A64606"/>
    <w:rsid w:val="00A64FE1"/>
    <w:rsid w:val="00A65259"/>
    <w:rsid w:val="00A65992"/>
    <w:rsid w:val="00A66C95"/>
    <w:rsid w:val="00A70337"/>
    <w:rsid w:val="00A70ACE"/>
    <w:rsid w:val="00A726DF"/>
    <w:rsid w:val="00A73228"/>
    <w:rsid w:val="00A7415F"/>
    <w:rsid w:val="00A74A10"/>
    <w:rsid w:val="00A75098"/>
    <w:rsid w:val="00A75545"/>
    <w:rsid w:val="00A75D86"/>
    <w:rsid w:val="00A80DCA"/>
    <w:rsid w:val="00A8111C"/>
    <w:rsid w:val="00A82633"/>
    <w:rsid w:val="00A82F1B"/>
    <w:rsid w:val="00A83A0C"/>
    <w:rsid w:val="00A85BF9"/>
    <w:rsid w:val="00A85ECE"/>
    <w:rsid w:val="00A86A59"/>
    <w:rsid w:val="00A87326"/>
    <w:rsid w:val="00A87E39"/>
    <w:rsid w:val="00A900A2"/>
    <w:rsid w:val="00A90902"/>
    <w:rsid w:val="00A90EF9"/>
    <w:rsid w:val="00A919DD"/>
    <w:rsid w:val="00A91EAC"/>
    <w:rsid w:val="00A93E56"/>
    <w:rsid w:val="00A976E5"/>
    <w:rsid w:val="00A97BA5"/>
    <w:rsid w:val="00AA0274"/>
    <w:rsid w:val="00AA3B05"/>
    <w:rsid w:val="00AA3E9D"/>
    <w:rsid w:val="00AA757D"/>
    <w:rsid w:val="00AA7F9F"/>
    <w:rsid w:val="00AB0153"/>
    <w:rsid w:val="00AB01B6"/>
    <w:rsid w:val="00AB03A1"/>
    <w:rsid w:val="00AB1815"/>
    <w:rsid w:val="00AB1B78"/>
    <w:rsid w:val="00AB2492"/>
    <w:rsid w:val="00AB24DC"/>
    <w:rsid w:val="00AB2A8A"/>
    <w:rsid w:val="00AB2EEC"/>
    <w:rsid w:val="00AB32CF"/>
    <w:rsid w:val="00AB3E41"/>
    <w:rsid w:val="00AB4066"/>
    <w:rsid w:val="00AB47C8"/>
    <w:rsid w:val="00AB483C"/>
    <w:rsid w:val="00AB4C4B"/>
    <w:rsid w:val="00AB50F5"/>
    <w:rsid w:val="00AB7D9A"/>
    <w:rsid w:val="00AB7F40"/>
    <w:rsid w:val="00AC0EDA"/>
    <w:rsid w:val="00AC121C"/>
    <w:rsid w:val="00AC2548"/>
    <w:rsid w:val="00AC2A19"/>
    <w:rsid w:val="00AC46FA"/>
    <w:rsid w:val="00AC4C1E"/>
    <w:rsid w:val="00AC514A"/>
    <w:rsid w:val="00AC5B52"/>
    <w:rsid w:val="00AD0F50"/>
    <w:rsid w:val="00AD1134"/>
    <w:rsid w:val="00AD13A2"/>
    <w:rsid w:val="00AD1644"/>
    <w:rsid w:val="00AD1EB2"/>
    <w:rsid w:val="00AD22D5"/>
    <w:rsid w:val="00AD3678"/>
    <w:rsid w:val="00AD3A58"/>
    <w:rsid w:val="00AD4CED"/>
    <w:rsid w:val="00AD69D0"/>
    <w:rsid w:val="00AD7DAB"/>
    <w:rsid w:val="00AE0DC7"/>
    <w:rsid w:val="00AE0F1A"/>
    <w:rsid w:val="00AE169D"/>
    <w:rsid w:val="00AE17B6"/>
    <w:rsid w:val="00AE1CCA"/>
    <w:rsid w:val="00AE3B2C"/>
    <w:rsid w:val="00AE4364"/>
    <w:rsid w:val="00AE49C1"/>
    <w:rsid w:val="00AE5091"/>
    <w:rsid w:val="00AE5762"/>
    <w:rsid w:val="00AE58E0"/>
    <w:rsid w:val="00AE58FB"/>
    <w:rsid w:val="00AE5E43"/>
    <w:rsid w:val="00AE62DE"/>
    <w:rsid w:val="00AE7395"/>
    <w:rsid w:val="00AE7D2B"/>
    <w:rsid w:val="00AE7EB9"/>
    <w:rsid w:val="00AF1770"/>
    <w:rsid w:val="00AF17F2"/>
    <w:rsid w:val="00AF17F4"/>
    <w:rsid w:val="00AF2ABD"/>
    <w:rsid w:val="00AF3DF8"/>
    <w:rsid w:val="00AF585B"/>
    <w:rsid w:val="00AF6977"/>
    <w:rsid w:val="00B00788"/>
    <w:rsid w:val="00B029A7"/>
    <w:rsid w:val="00B02AAA"/>
    <w:rsid w:val="00B02E48"/>
    <w:rsid w:val="00B03D5C"/>
    <w:rsid w:val="00B048A6"/>
    <w:rsid w:val="00B048DB"/>
    <w:rsid w:val="00B04B52"/>
    <w:rsid w:val="00B04EF6"/>
    <w:rsid w:val="00B05B61"/>
    <w:rsid w:val="00B05FC9"/>
    <w:rsid w:val="00B063A4"/>
    <w:rsid w:val="00B073F2"/>
    <w:rsid w:val="00B075FB"/>
    <w:rsid w:val="00B10A9B"/>
    <w:rsid w:val="00B111EB"/>
    <w:rsid w:val="00B11F06"/>
    <w:rsid w:val="00B129AD"/>
    <w:rsid w:val="00B13A2B"/>
    <w:rsid w:val="00B13A8B"/>
    <w:rsid w:val="00B13C5A"/>
    <w:rsid w:val="00B14220"/>
    <w:rsid w:val="00B146F2"/>
    <w:rsid w:val="00B14EC9"/>
    <w:rsid w:val="00B15751"/>
    <w:rsid w:val="00B15E1F"/>
    <w:rsid w:val="00B16CFB"/>
    <w:rsid w:val="00B219E5"/>
    <w:rsid w:val="00B22441"/>
    <w:rsid w:val="00B22752"/>
    <w:rsid w:val="00B238BB"/>
    <w:rsid w:val="00B24636"/>
    <w:rsid w:val="00B250C0"/>
    <w:rsid w:val="00B250FA"/>
    <w:rsid w:val="00B25A15"/>
    <w:rsid w:val="00B25D2C"/>
    <w:rsid w:val="00B269D2"/>
    <w:rsid w:val="00B27111"/>
    <w:rsid w:val="00B2761E"/>
    <w:rsid w:val="00B30904"/>
    <w:rsid w:val="00B30BD7"/>
    <w:rsid w:val="00B3234F"/>
    <w:rsid w:val="00B327CA"/>
    <w:rsid w:val="00B35367"/>
    <w:rsid w:val="00B35634"/>
    <w:rsid w:val="00B3617B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151"/>
    <w:rsid w:val="00B45210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DB"/>
    <w:rsid w:val="00B57762"/>
    <w:rsid w:val="00B6018C"/>
    <w:rsid w:val="00B60843"/>
    <w:rsid w:val="00B63F00"/>
    <w:rsid w:val="00B64CC2"/>
    <w:rsid w:val="00B64ECA"/>
    <w:rsid w:val="00B65AA4"/>
    <w:rsid w:val="00B66255"/>
    <w:rsid w:val="00B67094"/>
    <w:rsid w:val="00B700D8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5A53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2F00"/>
    <w:rsid w:val="00B92F1B"/>
    <w:rsid w:val="00B9329C"/>
    <w:rsid w:val="00B932C3"/>
    <w:rsid w:val="00B93AA6"/>
    <w:rsid w:val="00B9409E"/>
    <w:rsid w:val="00B943E5"/>
    <w:rsid w:val="00B94D0C"/>
    <w:rsid w:val="00B95B37"/>
    <w:rsid w:val="00B96794"/>
    <w:rsid w:val="00B97742"/>
    <w:rsid w:val="00BA0725"/>
    <w:rsid w:val="00BA089F"/>
    <w:rsid w:val="00BA142F"/>
    <w:rsid w:val="00BA356E"/>
    <w:rsid w:val="00BA3B09"/>
    <w:rsid w:val="00BA3E4D"/>
    <w:rsid w:val="00BA4989"/>
    <w:rsid w:val="00BA4D85"/>
    <w:rsid w:val="00BB1D57"/>
    <w:rsid w:val="00BB23C5"/>
    <w:rsid w:val="00BB2C6B"/>
    <w:rsid w:val="00BB2CDD"/>
    <w:rsid w:val="00BB2F60"/>
    <w:rsid w:val="00BB423F"/>
    <w:rsid w:val="00BB45FC"/>
    <w:rsid w:val="00BB4643"/>
    <w:rsid w:val="00BB4C4D"/>
    <w:rsid w:val="00BB5716"/>
    <w:rsid w:val="00BB5E4C"/>
    <w:rsid w:val="00BB5F59"/>
    <w:rsid w:val="00BB6B75"/>
    <w:rsid w:val="00BB7AA3"/>
    <w:rsid w:val="00BC08FD"/>
    <w:rsid w:val="00BC2149"/>
    <w:rsid w:val="00BC35F6"/>
    <w:rsid w:val="00BC3C4D"/>
    <w:rsid w:val="00BC4552"/>
    <w:rsid w:val="00BC4AC8"/>
    <w:rsid w:val="00BC602C"/>
    <w:rsid w:val="00BD0265"/>
    <w:rsid w:val="00BD045C"/>
    <w:rsid w:val="00BD0562"/>
    <w:rsid w:val="00BD075F"/>
    <w:rsid w:val="00BD081A"/>
    <w:rsid w:val="00BD2B11"/>
    <w:rsid w:val="00BD3600"/>
    <w:rsid w:val="00BD4532"/>
    <w:rsid w:val="00BD5920"/>
    <w:rsid w:val="00BD717F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EBB"/>
    <w:rsid w:val="00C14435"/>
    <w:rsid w:val="00C146C9"/>
    <w:rsid w:val="00C1471A"/>
    <w:rsid w:val="00C14CF6"/>
    <w:rsid w:val="00C1569C"/>
    <w:rsid w:val="00C1755E"/>
    <w:rsid w:val="00C20315"/>
    <w:rsid w:val="00C20775"/>
    <w:rsid w:val="00C215D4"/>
    <w:rsid w:val="00C21BED"/>
    <w:rsid w:val="00C23F15"/>
    <w:rsid w:val="00C23FB3"/>
    <w:rsid w:val="00C24DE5"/>
    <w:rsid w:val="00C264CA"/>
    <w:rsid w:val="00C266EF"/>
    <w:rsid w:val="00C27B10"/>
    <w:rsid w:val="00C27FF3"/>
    <w:rsid w:val="00C313B8"/>
    <w:rsid w:val="00C3171D"/>
    <w:rsid w:val="00C3177B"/>
    <w:rsid w:val="00C3190F"/>
    <w:rsid w:val="00C34B22"/>
    <w:rsid w:val="00C351D8"/>
    <w:rsid w:val="00C3547C"/>
    <w:rsid w:val="00C36042"/>
    <w:rsid w:val="00C416A6"/>
    <w:rsid w:val="00C41B13"/>
    <w:rsid w:val="00C427DB"/>
    <w:rsid w:val="00C42E07"/>
    <w:rsid w:val="00C43119"/>
    <w:rsid w:val="00C433EF"/>
    <w:rsid w:val="00C44575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7ABB"/>
    <w:rsid w:val="00C57CAA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10DD"/>
    <w:rsid w:val="00C729D8"/>
    <w:rsid w:val="00C731B0"/>
    <w:rsid w:val="00C736D9"/>
    <w:rsid w:val="00C742C0"/>
    <w:rsid w:val="00C74662"/>
    <w:rsid w:val="00C74D8A"/>
    <w:rsid w:val="00C75196"/>
    <w:rsid w:val="00C7547B"/>
    <w:rsid w:val="00C76CF0"/>
    <w:rsid w:val="00C77DE8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0D9B"/>
    <w:rsid w:val="00C91F7A"/>
    <w:rsid w:val="00C92083"/>
    <w:rsid w:val="00C920D9"/>
    <w:rsid w:val="00C9297C"/>
    <w:rsid w:val="00C95AC7"/>
    <w:rsid w:val="00C95E9B"/>
    <w:rsid w:val="00C95EE8"/>
    <w:rsid w:val="00C97417"/>
    <w:rsid w:val="00C97863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92"/>
    <w:rsid w:val="00CA5FB4"/>
    <w:rsid w:val="00CB01BE"/>
    <w:rsid w:val="00CB0734"/>
    <w:rsid w:val="00CB17C2"/>
    <w:rsid w:val="00CB1D68"/>
    <w:rsid w:val="00CB2451"/>
    <w:rsid w:val="00CB2F80"/>
    <w:rsid w:val="00CB30D6"/>
    <w:rsid w:val="00CB34FA"/>
    <w:rsid w:val="00CB3D34"/>
    <w:rsid w:val="00CB5BDB"/>
    <w:rsid w:val="00CB6385"/>
    <w:rsid w:val="00CB64B0"/>
    <w:rsid w:val="00CB69B2"/>
    <w:rsid w:val="00CB6B4A"/>
    <w:rsid w:val="00CB704F"/>
    <w:rsid w:val="00CB70EF"/>
    <w:rsid w:val="00CB743B"/>
    <w:rsid w:val="00CC059D"/>
    <w:rsid w:val="00CC1560"/>
    <w:rsid w:val="00CC1F5D"/>
    <w:rsid w:val="00CC3486"/>
    <w:rsid w:val="00CC3ADC"/>
    <w:rsid w:val="00CC3BAF"/>
    <w:rsid w:val="00CC42CE"/>
    <w:rsid w:val="00CC6F15"/>
    <w:rsid w:val="00CD0CCE"/>
    <w:rsid w:val="00CD0DA2"/>
    <w:rsid w:val="00CD0DCD"/>
    <w:rsid w:val="00CD0EC8"/>
    <w:rsid w:val="00CD14B3"/>
    <w:rsid w:val="00CD18B4"/>
    <w:rsid w:val="00CD1BA6"/>
    <w:rsid w:val="00CD1C32"/>
    <w:rsid w:val="00CD2511"/>
    <w:rsid w:val="00CD2A2B"/>
    <w:rsid w:val="00CD2C78"/>
    <w:rsid w:val="00CD331A"/>
    <w:rsid w:val="00CD33B2"/>
    <w:rsid w:val="00CD3B22"/>
    <w:rsid w:val="00CD4673"/>
    <w:rsid w:val="00CD4B64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86A"/>
    <w:rsid w:val="00CE3C08"/>
    <w:rsid w:val="00CE588E"/>
    <w:rsid w:val="00CE79DB"/>
    <w:rsid w:val="00CF1504"/>
    <w:rsid w:val="00CF393F"/>
    <w:rsid w:val="00CF466E"/>
    <w:rsid w:val="00CF58B0"/>
    <w:rsid w:val="00CF5E41"/>
    <w:rsid w:val="00CF6DD2"/>
    <w:rsid w:val="00D00475"/>
    <w:rsid w:val="00D01CDD"/>
    <w:rsid w:val="00D034B0"/>
    <w:rsid w:val="00D03F40"/>
    <w:rsid w:val="00D03FCE"/>
    <w:rsid w:val="00D04F4D"/>
    <w:rsid w:val="00D05C35"/>
    <w:rsid w:val="00D06B89"/>
    <w:rsid w:val="00D07962"/>
    <w:rsid w:val="00D07D2E"/>
    <w:rsid w:val="00D07E6E"/>
    <w:rsid w:val="00D108D6"/>
    <w:rsid w:val="00D10A16"/>
    <w:rsid w:val="00D127AB"/>
    <w:rsid w:val="00D12B25"/>
    <w:rsid w:val="00D132E1"/>
    <w:rsid w:val="00D143FC"/>
    <w:rsid w:val="00D14EFA"/>
    <w:rsid w:val="00D164EA"/>
    <w:rsid w:val="00D175FD"/>
    <w:rsid w:val="00D20835"/>
    <w:rsid w:val="00D20A04"/>
    <w:rsid w:val="00D2104C"/>
    <w:rsid w:val="00D21F31"/>
    <w:rsid w:val="00D2597B"/>
    <w:rsid w:val="00D25E83"/>
    <w:rsid w:val="00D26515"/>
    <w:rsid w:val="00D269AA"/>
    <w:rsid w:val="00D2723B"/>
    <w:rsid w:val="00D274B3"/>
    <w:rsid w:val="00D27649"/>
    <w:rsid w:val="00D27CCA"/>
    <w:rsid w:val="00D30865"/>
    <w:rsid w:val="00D3088B"/>
    <w:rsid w:val="00D30C73"/>
    <w:rsid w:val="00D3126F"/>
    <w:rsid w:val="00D31FF0"/>
    <w:rsid w:val="00D325BB"/>
    <w:rsid w:val="00D32614"/>
    <w:rsid w:val="00D35208"/>
    <w:rsid w:val="00D3731E"/>
    <w:rsid w:val="00D413A3"/>
    <w:rsid w:val="00D4144F"/>
    <w:rsid w:val="00D419A8"/>
    <w:rsid w:val="00D41ADC"/>
    <w:rsid w:val="00D41F2E"/>
    <w:rsid w:val="00D43C87"/>
    <w:rsid w:val="00D43E7E"/>
    <w:rsid w:val="00D4417A"/>
    <w:rsid w:val="00D4534F"/>
    <w:rsid w:val="00D45A8B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55176"/>
    <w:rsid w:val="00D60C4F"/>
    <w:rsid w:val="00D60CFF"/>
    <w:rsid w:val="00D610E5"/>
    <w:rsid w:val="00D6111D"/>
    <w:rsid w:val="00D61BEF"/>
    <w:rsid w:val="00D62567"/>
    <w:rsid w:val="00D62A38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321"/>
    <w:rsid w:val="00D81F99"/>
    <w:rsid w:val="00D82CC2"/>
    <w:rsid w:val="00D82D3A"/>
    <w:rsid w:val="00D8374B"/>
    <w:rsid w:val="00D8435D"/>
    <w:rsid w:val="00D8469C"/>
    <w:rsid w:val="00D84814"/>
    <w:rsid w:val="00D8540C"/>
    <w:rsid w:val="00D85D04"/>
    <w:rsid w:val="00D85E62"/>
    <w:rsid w:val="00D86AA8"/>
    <w:rsid w:val="00D8704F"/>
    <w:rsid w:val="00D87329"/>
    <w:rsid w:val="00D87EC3"/>
    <w:rsid w:val="00D87F51"/>
    <w:rsid w:val="00D907FC"/>
    <w:rsid w:val="00D9091A"/>
    <w:rsid w:val="00D90DCE"/>
    <w:rsid w:val="00D90DE5"/>
    <w:rsid w:val="00D90EE3"/>
    <w:rsid w:val="00D92141"/>
    <w:rsid w:val="00D92B44"/>
    <w:rsid w:val="00D94D53"/>
    <w:rsid w:val="00D95814"/>
    <w:rsid w:val="00D959B0"/>
    <w:rsid w:val="00D96C75"/>
    <w:rsid w:val="00D96FFB"/>
    <w:rsid w:val="00D97C7F"/>
    <w:rsid w:val="00DA0E44"/>
    <w:rsid w:val="00DA1C56"/>
    <w:rsid w:val="00DA22B8"/>
    <w:rsid w:val="00DA2367"/>
    <w:rsid w:val="00DA2FEB"/>
    <w:rsid w:val="00DA338A"/>
    <w:rsid w:val="00DA3DFB"/>
    <w:rsid w:val="00DA63AF"/>
    <w:rsid w:val="00DA7455"/>
    <w:rsid w:val="00DA798D"/>
    <w:rsid w:val="00DA7B45"/>
    <w:rsid w:val="00DA7FC0"/>
    <w:rsid w:val="00DB074F"/>
    <w:rsid w:val="00DB0FC4"/>
    <w:rsid w:val="00DB122D"/>
    <w:rsid w:val="00DB15D5"/>
    <w:rsid w:val="00DB1823"/>
    <w:rsid w:val="00DB2407"/>
    <w:rsid w:val="00DB29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26C"/>
    <w:rsid w:val="00DD0511"/>
    <w:rsid w:val="00DD1695"/>
    <w:rsid w:val="00DD1996"/>
    <w:rsid w:val="00DD1FE5"/>
    <w:rsid w:val="00DD24C2"/>
    <w:rsid w:val="00DD2C05"/>
    <w:rsid w:val="00DD422C"/>
    <w:rsid w:val="00DD42C8"/>
    <w:rsid w:val="00DD5E7B"/>
    <w:rsid w:val="00DD71B0"/>
    <w:rsid w:val="00DD7E89"/>
    <w:rsid w:val="00DE09EC"/>
    <w:rsid w:val="00DE20F7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DF711A"/>
    <w:rsid w:val="00DF7826"/>
    <w:rsid w:val="00E002A0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0F81"/>
    <w:rsid w:val="00E110DE"/>
    <w:rsid w:val="00E11AE4"/>
    <w:rsid w:val="00E11EB5"/>
    <w:rsid w:val="00E11FDC"/>
    <w:rsid w:val="00E132C5"/>
    <w:rsid w:val="00E1352C"/>
    <w:rsid w:val="00E1362D"/>
    <w:rsid w:val="00E13D62"/>
    <w:rsid w:val="00E1482E"/>
    <w:rsid w:val="00E149AD"/>
    <w:rsid w:val="00E14FC7"/>
    <w:rsid w:val="00E17136"/>
    <w:rsid w:val="00E21FE5"/>
    <w:rsid w:val="00E221F8"/>
    <w:rsid w:val="00E22B23"/>
    <w:rsid w:val="00E22F9B"/>
    <w:rsid w:val="00E23199"/>
    <w:rsid w:val="00E24B08"/>
    <w:rsid w:val="00E25237"/>
    <w:rsid w:val="00E25FF0"/>
    <w:rsid w:val="00E264C1"/>
    <w:rsid w:val="00E303CA"/>
    <w:rsid w:val="00E30F5C"/>
    <w:rsid w:val="00E31AEF"/>
    <w:rsid w:val="00E329C6"/>
    <w:rsid w:val="00E32D4C"/>
    <w:rsid w:val="00E334B2"/>
    <w:rsid w:val="00E3654A"/>
    <w:rsid w:val="00E3685A"/>
    <w:rsid w:val="00E377F4"/>
    <w:rsid w:val="00E37EED"/>
    <w:rsid w:val="00E410D3"/>
    <w:rsid w:val="00E41550"/>
    <w:rsid w:val="00E41761"/>
    <w:rsid w:val="00E41A38"/>
    <w:rsid w:val="00E440C0"/>
    <w:rsid w:val="00E44F2A"/>
    <w:rsid w:val="00E44FB9"/>
    <w:rsid w:val="00E45232"/>
    <w:rsid w:val="00E46EE4"/>
    <w:rsid w:val="00E47073"/>
    <w:rsid w:val="00E47B4D"/>
    <w:rsid w:val="00E52C7C"/>
    <w:rsid w:val="00E533BD"/>
    <w:rsid w:val="00E5581E"/>
    <w:rsid w:val="00E56F7E"/>
    <w:rsid w:val="00E57A5E"/>
    <w:rsid w:val="00E60FC4"/>
    <w:rsid w:val="00E616DC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A0D"/>
    <w:rsid w:val="00E77AB5"/>
    <w:rsid w:val="00E8182E"/>
    <w:rsid w:val="00E81F86"/>
    <w:rsid w:val="00E82F61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97265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5A45"/>
    <w:rsid w:val="00EB7194"/>
    <w:rsid w:val="00EB72D3"/>
    <w:rsid w:val="00EB76AF"/>
    <w:rsid w:val="00EB7DEA"/>
    <w:rsid w:val="00EC014A"/>
    <w:rsid w:val="00EC2933"/>
    <w:rsid w:val="00EC3DF0"/>
    <w:rsid w:val="00EC43AB"/>
    <w:rsid w:val="00EC527A"/>
    <w:rsid w:val="00EC529C"/>
    <w:rsid w:val="00EC58F0"/>
    <w:rsid w:val="00EC6E45"/>
    <w:rsid w:val="00EC71A6"/>
    <w:rsid w:val="00EC7BD0"/>
    <w:rsid w:val="00EC7D36"/>
    <w:rsid w:val="00ED035F"/>
    <w:rsid w:val="00ED0A30"/>
    <w:rsid w:val="00ED0D54"/>
    <w:rsid w:val="00ED0E82"/>
    <w:rsid w:val="00ED0F65"/>
    <w:rsid w:val="00ED13F5"/>
    <w:rsid w:val="00ED18E6"/>
    <w:rsid w:val="00ED1C93"/>
    <w:rsid w:val="00ED2043"/>
    <w:rsid w:val="00ED2E9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350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D09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011"/>
    <w:rsid w:val="00F05835"/>
    <w:rsid w:val="00F05978"/>
    <w:rsid w:val="00F07270"/>
    <w:rsid w:val="00F07B16"/>
    <w:rsid w:val="00F07BBC"/>
    <w:rsid w:val="00F10201"/>
    <w:rsid w:val="00F10B3C"/>
    <w:rsid w:val="00F12884"/>
    <w:rsid w:val="00F129DD"/>
    <w:rsid w:val="00F13EEE"/>
    <w:rsid w:val="00F13F4F"/>
    <w:rsid w:val="00F14E60"/>
    <w:rsid w:val="00F15402"/>
    <w:rsid w:val="00F1555C"/>
    <w:rsid w:val="00F15671"/>
    <w:rsid w:val="00F166A3"/>
    <w:rsid w:val="00F16820"/>
    <w:rsid w:val="00F20393"/>
    <w:rsid w:val="00F20A05"/>
    <w:rsid w:val="00F21A10"/>
    <w:rsid w:val="00F21E8A"/>
    <w:rsid w:val="00F226B0"/>
    <w:rsid w:val="00F24057"/>
    <w:rsid w:val="00F243DB"/>
    <w:rsid w:val="00F252D2"/>
    <w:rsid w:val="00F268E1"/>
    <w:rsid w:val="00F26E4B"/>
    <w:rsid w:val="00F3020D"/>
    <w:rsid w:val="00F31084"/>
    <w:rsid w:val="00F31535"/>
    <w:rsid w:val="00F331BD"/>
    <w:rsid w:val="00F34632"/>
    <w:rsid w:val="00F34CDE"/>
    <w:rsid w:val="00F354BB"/>
    <w:rsid w:val="00F36AFF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A75"/>
    <w:rsid w:val="00F56C9A"/>
    <w:rsid w:val="00F57D4D"/>
    <w:rsid w:val="00F629FF"/>
    <w:rsid w:val="00F62A8B"/>
    <w:rsid w:val="00F62E56"/>
    <w:rsid w:val="00F62F3D"/>
    <w:rsid w:val="00F6340E"/>
    <w:rsid w:val="00F64436"/>
    <w:rsid w:val="00F65A05"/>
    <w:rsid w:val="00F675F2"/>
    <w:rsid w:val="00F7101D"/>
    <w:rsid w:val="00F717EC"/>
    <w:rsid w:val="00F71A47"/>
    <w:rsid w:val="00F7305A"/>
    <w:rsid w:val="00F7464A"/>
    <w:rsid w:val="00F74B71"/>
    <w:rsid w:val="00F76C1B"/>
    <w:rsid w:val="00F774B1"/>
    <w:rsid w:val="00F77C88"/>
    <w:rsid w:val="00F80722"/>
    <w:rsid w:val="00F82B95"/>
    <w:rsid w:val="00F83B55"/>
    <w:rsid w:val="00F84F58"/>
    <w:rsid w:val="00F86121"/>
    <w:rsid w:val="00F87090"/>
    <w:rsid w:val="00F87E0D"/>
    <w:rsid w:val="00F9050C"/>
    <w:rsid w:val="00F92269"/>
    <w:rsid w:val="00F925FE"/>
    <w:rsid w:val="00F926C8"/>
    <w:rsid w:val="00F9272D"/>
    <w:rsid w:val="00F92874"/>
    <w:rsid w:val="00F92AB0"/>
    <w:rsid w:val="00F92D44"/>
    <w:rsid w:val="00F93786"/>
    <w:rsid w:val="00F96591"/>
    <w:rsid w:val="00F9660A"/>
    <w:rsid w:val="00F97D5F"/>
    <w:rsid w:val="00FA1F39"/>
    <w:rsid w:val="00FA326F"/>
    <w:rsid w:val="00FA3E72"/>
    <w:rsid w:val="00FA4404"/>
    <w:rsid w:val="00FA44AA"/>
    <w:rsid w:val="00FA454F"/>
    <w:rsid w:val="00FA4AB4"/>
    <w:rsid w:val="00FA4F74"/>
    <w:rsid w:val="00FA5E72"/>
    <w:rsid w:val="00FA6A19"/>
    <w:rsid w:val="00FA6D61"/>
    <w:rsid w:val="00FB0ED4"/>
    <w:rsid w:val="00FB1D2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6254"/>
    <w:rsid w:val="00FC7002"/>
    <w:rsid w:val="00FC71AF"/>
    <w:rsid w:val="00FC7B44"/>
    <w:rsid w:val="00FD0CF6"/>
    <w:rsid w:val="00FD26F2"/>
    <w:rsid w:val="00FD2B27"/>
    <w:rsid w:val="00FD2E5B"/>
    <w:rsid w:val="00FD33C9"/>
    <w:rsid w:val="00FD3E4C"/>
    <w:rsid w:val="00FD5E58"/>
    <w:rsid w:val="00FD5E64"/>
    <w:rsid w:val="00FD6E34"/>
    <w:rsid w:val="00FD6FDC"/>
    <w:rsid w:val="00FD7CF2"/>
    <w:rsid w:val="00FD7F1E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865"/>
    <w:rsid w:val="00FF4957"/>
    <w:rsid w:val="00FF58EE"/>
    <w:rsid w:val="00FF65A6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C2298B6"/>
  <w15:chartTrackingRefBased/>
  <w15:docId w15:val="{9EC8F8F3-0C19-4406-A49E-0BAA96E0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15D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E472C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9E472C"/>
    <w:pPr>
      <w:keepNext/>
      <w:numPr>
        <w:ilvl w:val="1"/>
        <w:numId w:val="6"/>
      </w:numPr>
      <w:tabs>
        <w:tab w:val="clear" w:pos="3403"/>
        <w:tab w:val="left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E472C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472C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9E472C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9E472C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9E472C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9E472C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9E472C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B9409E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41A3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E41A38"/>
    <w:rPr>
      <w:rFonts w:ascii="Tahoma" w:hAnsi="Tahoma" w:cs="Tahoma"/>
      <w:sz w:val="16"/>
      <w:szCs w:val="16"/>
      <w:lang w:eastAsia="en-US"/>
    </w:rPr>
  </w:style>
  <w:style w:type="paragraph" w:customStyle="1" w:styleId="Z2-Normalnypogrubiony">
    <w:name w:val="Z2-Normalny pogrubiony"/>
    <w:basedOn w:val="Normalny"/>
    <w:next w:val="Normalny"/>
    <w:uiPriority w:val="99"/>
    <w:rsid w:val="00D8469C"/>
    <w:pPr>
      <w:spacing w:before="120" w:after="120"/>
    </w:pPr>
    <w:rPr>
      <w:b/>
    </w:rPr>
  </w:style>
  <w:style w:type="paragraph" w:customStyle="1" w:styleId="Schema-Description">
    <w:name w:val="Schema-Description"/>
    <w:basedOn w:val="Normalny"/>
    <w:rsid w:val="00FA1F39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customStyle="1" w:styleId="Z2tabelatekstZnak">
    <w:name w:val="Z2_tabela_tekst Znak"/>
    <w:link w:val="Z2tabelatekst"/>
    <w:uiPriority w:val="99"/>
    <w:rsid w:val="00F71A47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BD081A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BD081A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BD081A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6605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66055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121</TotalTime>
  <Pages>29</Pages>
  <Words>3657</Words>
  <Characters>30604</Characters>
  <Application>Microsoft Office Word</Application>
  <DocSecurity>0</DocSecurity>
  <Lines>255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od gier POG-5</vt:lpstr>
    </vt:vector>
  </TitlesOfParts>
  <Company>Asseco Poland SA.</Company>
  <LinksUpToDate>false</LinksUpToDate>
  <CharactersWithSpaces>34193</CharactersWithSpaces>
  <SharedDoc>false</SharedDoc>
  <HLinks>
    <vt:vector size="270" baseType="variant">
      <vt:variant>
        <vt:i4>655417</vt:i4>
      </vt:variant>
      <vt:variant>
        <vt:i4>297</vt:i4>
      </vt:variant>
      <vt:variant>
        <vt:i4>0</vt:i4>
      </vt:variant>
      <vt:variant>
        <vt:i4>5</vt:i4>
      </vt:variant>
      <vt:variant>
        <vt:lpwstr>http://www.e-clo.pl/ZEFIR/eZefir/xsd/v1r0/POG_P.xsd</vt:lpwstr>
      </vt:variant>
      <vt:variant>
        <vt:lpwstr/>
      </vt:variant>
      <vt:variant>
        <vt:i4>2031626</vt:i4>
      </vt:variant>
      <vt:variant>
        <vt:i4>294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291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288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1900594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_Toc428982637</vt:lpwstr>
      </vt:variant>
      <vt:variant>
        <vt:i4>1900594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_Toc428982636</vt:lpwstr>
      </vt:variant>
      <vt:variant>
        <vt:i4>1900594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_Toc428982635</vt:lpwstr>
      </vt:variant>
      <vt:variant>
        <vt:i4>1900594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_Toc428982634</vt:lpwstr>
      </vt:variant>
      <vt:variant>
        <vt:i4>1900594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_Toc428982633</vt:lpwstr>
      </vt:variant>
      <vt:variant>
        <vt:i4>1310771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_Toc442432616</vt:lpwstr>
      </vt:variant>
      <vt:variant>
        <vt:i4>1310771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_Toc442432615</vt:lpwstr>
      </vt:variant>
      <vt:variant>
        <vt:i4>1310771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_Toc442432614</vt:lpwstr>
      </vt:variant>
      <vt:variant>
        <vt:i4>1310771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_Toc442432613</vt:lpwstr>
      </vt:variant>
      <vt:variant>
        <vt:i4>1310771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_Toc442432612</vt:lpwstr>
      </vt:variant>
      <vt:variant>
        <vt:i4>1310771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_Toc442432611</vt:lpwstr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_Toc442432610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_Toc442432609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_Toc442432608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_Toc442432607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_Toc442432606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_Toc442432605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_Toc442432604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_Toc442432603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_Toc442432602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_Toc442432601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_Toc442432600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_Toc442432599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_Toc442432598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_Toc442432597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_Toc442432596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_Toc442432595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_Toc442432594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_Toc442432593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_Toc442432592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_Toc442432591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_Toc442432590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_Toc442432589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_Toc442432588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_Toc442432587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_Toc442432586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_Toc442432585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_Toc442432584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_Toc442432583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_Toc442432582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_Toc442432581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od gier POG-5</dc:title>
  <dc:subject/>
  <cp:keywords>ZEFIR2; PUESC</cp:keywords>
  <cp:lastModifiedBy>Fall Krzysztof</cp:lastModifiedBy>
  <cp:revision>16</cp:revision>
  <cp:lastPrinted>2013-01-03T11:52:00Z</cp:lastPrinted>
  <dcterms:created xsi:type="dcterms:W3CDTF">2024-10-21T05:39:00Z</dcterms:created>
  <dcterms:modified xsi:type="dcterms:W3CDTF">2024-12-02T08:45:00Z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1.7.1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ZF2-PWT-KXML-POG5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2024-10-21T07:39:20.3715065+02:00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GRN-2aad3bb5-8435-4166-b0b3-5b04e14a2056</vt:lpwstr>
  </property>
  <property fmtid="{D5CDD505-2E9C-101B-9397-08002B2CF9AE}" pid="10" name="MFHash">
    <vt:lpwstr>pYk+XLbM9sSYDY8frxghcWdByByC8wYNTbzOMwceOpQ=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